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288D8CFA" w:rsidR="002A3447" w:rsidRDefault="09E10945" w:rsidP="002A3447">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11C9C078" w:rsidR="00283A78" w:rsidRPr="00283A78" w:rsidRDefault="00E621EF" w:rsidP="00B556EE">
            <w:pPr>
              <w:pStyle w:val="BuyerName"/>
            </w:pPr>
            <w:r>
              <w:t>Kyndryl</w:t>
            </w:r>
          </w:p>
        </w:tc>
      </w:tr>
    </w:tbl>
    <w:p w14:paraId="7B39AB17" w14:textId="396A0CFF" w:rsidR="00AE115C" w:rsidRDefault="00AE115C">
      <w:pPr>
        <w:rPr>
          <w:rFonts w:cs="Arial"/>
          <w:b/>
        </w:rPr>
      </w:pPr>
    </w:p>
    <w:p w14:paraId="4B37598E" w14:textId="69F1B4E9" w:rsidR="00AE115C" w:rsidRDefault="00AE115C">
      <w:pPr>
        <w:rPr>
          <w:rFonts w:cs="Arial"/>
          <w:b/>
        </w:rPr>
      </w:pPr>
    </w:p>
    <w:p w14:paraId="5B25732A" w14:textId="1886B03E" w:rsidR="00AE115C" w:rsidRDefault="00AE115C">
      <w:pPr>
        <w:rPr>
          <w:rFonts w:cs="Arial"/>
          <w:b/>
        </w:rPr>
      </w:pPr>
    </w:p>
    <w:p w14:paraId="422799BB" w14:textId="61A07476" w:rsidR="00436A77" w:rsidRDefault="00436A77">
      <w:pPr>
        <w:rPr>
          <w:rFonts w:cs="Arial"/>
          <w:b/>
        </w:rPr>
      </w:pPr>
    </w:p>
    <w:p w14:paraId="2F3F3920" w14:textId="21594A0B" w:rsidR="00C05AEA" w:rsidRDefault="00C05AEA">
      <w:r>
        <w:br w:type="page"/>
      </w:r>
    </w:p>
    <w:p w14:paraId="36DB2D6E" w14:textId="77777777" w:rsidR="00A92649" w:rsidRPr="00A92649" w:rsidRDefault="00A92649" w:rsidP="00AD5903">
      <w:pPr>
        <w:sectPr w:rsidR="00A92649" w:rsidRPr="00A92649" w:rsidSect="002A3447">
          <w:headerReference w:type="even" r:id="rId12"/>
          <w:headerReference w:type="default" r:id="rId13"/>
          <w:footerReference w:type="even" r:id="rId14"/>
          <w:footerReference w:type="default" r:id="rId15"/>
          <w:headerReference w:type="first" r:id="rId16"/>
          <w:footerReference w:type="first" r:id="rId17"/>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4EADA3AA" w14:textId="5D642792" w:rsidR="00AF1D35" w:rsidRDefault="00ED700E">
          <w:pPr>
            <w:pStyle w:val="TOC1"/>
            <w:tabs>
              <w:tab w:val="left" w:pos="400"/>
              <w:tab w:val="right" w:leader="dot" w:pos="9956"/>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26654685" w:history="1">
            <w:r w:rsidR="00AF1D35" w:rsidRPr="00CF3B4A">
              <w:rPr>
                <w:rStyle w:val="Hyperlink"/>
                <w:noProof/>
              </w:rPr>
              <w:t>1</w:t>
            </w:r>
            <w:r w:rsidR="00AF1D35">
              <w:rPr>
                <w:rFonts w:eastAsiaTheme="minorEastAsia" w:cstheme="minorBidi"/>
                <w:b w:val="0"/>
                <w:bCs w:val="0"/>
                <w:caps w:val="0"/>
                <w:noProof/>
                <w:sz w:val="22"/>
                <w:szCs w:val="22"/>
              </w:rPr>
              <w:tab/>
            </w:r>
            <w:r w:rsidR="00AF1D35" w:rsidRPr="00CF3B4A">
              <w:rPr>
                <w:rStyle w:val="Hyperlink"/>
                <w:noProof/>
              </w:rPr>
              <w:t>ersion History</w:t>
            </w:r>
            <w:r w:rsidR="00AF1D35">
              <w:rPr>
                <w:noProof/>
                <w:webHidden/>
              </w:rPr>
              <w:tab/>
            </w:r>
            <w:r w:rsidR="00AF1D35">
              <w:rPr>
                <w:noProof/>
                <w:webHidden/>
              </w:rPr>
              <w:fldChar w:fldCharType="begin"/>
            </w:r>
            <w:r w:rsidR="00AF1D35">
              <w:rPr>
                <w:noProof/>
                <w:webHidden/>
              </w:rPr>
              <w:instrText xml:space="preserve"> PAGEREF _Toc126654685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766C8CD7" w14:textId="2001F997"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686" w:history="1">
            <w:r w:rsidR="00AF1D35" w:rsidRPr="00CF3B4A">
              <w:rPr>
                <w:rStyle w:val="Hyperlink"/>
                <w:noProof/>
              </w:rPr>
              <w:t>2</w:t>
            </w:r>
            <w:r w:rsidR="00AF1D35">
              <w:rPr>
                <w:rFonts w:eastAsiaTheme="minorEastAsia" w:cstheme="minorBidi"/>
                <w:b w:val="0"/>
                <w:bCs w:val="0"/>
                <w:caps w:val="0"/>
                <w:noProof/>
                <w:sz w:val="22"/>
                <w:szCs w:val="22"/>
              </w:rPr>
              <w:tab/>
            </w:r>
            <w:r w:rsidR="00AF1D35" w:rsidRPr="00CF3B4A">
              <w:rPr>
                <w:rStyle w:val="Hyperlink"/>
                <w:noProof/>
              </w:rPr>
              <w:t>Document Purpose and Uses</w:t>
            </w:r>
            <w:r w:rsidR="00AF1D35">
              <w:rPr>
                <w:noProof/>
                <w:webHidden/>
              </w:rPr>
              <w:tab/>
            </w:r>
            <w:r w:rsidR="00AF1D35">
              <w:rPr>
                <w:noProof/>
                <w:webHidden/>
              </w:rPr>
              <w:fldChar w:fldCharType="begin"/>
            </w:r>
            <w:r w:rsidR="00AF1D35">
              <w:rPr>
                <w:noProof/>
                <w:webHidden/>
              </w:rPr>
              <w:instrText xml:space="preserve"> PAGEREF _Toc126654686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3D641D60" w14:textId="4F558F53"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687" w:history="1">
            <w:r w:rsidR="00AF1D35" w:rsidRPr="00CF3B4A">
              <w:rPr>
                <w:rStyle w:val="Hyperlink"/>
                <w:noProof/>
              </w:rPr>
              <w:t>3</w:t>
            </w:r>
            <w:r w:rsidR="00AF1D35">
              <w:rPr>
                <w:rFonts w:eastAsiaTheme="minorEastAsia" w:cstheme="minorBidi"/>
                <w:b w:val="0"/>
                <w:bCs w:val="0"/>
                <w:caps w:val="0"/>
                <w:noProof/>
                <w:sz w:val="22"/>
                <w:szCs w:val="22"/>
              </w:rPr>
              <w:tab/>
            </w:r>
            <w:r w:rsidR="00AF1D35" w:rsidRPr="00CF3B4A">
              <w:rPr>
                <w:rStyle w:val="Hyperlink"/>
                <w:noProof/>
              </w:rPr>
              <w:t>Business overview</w:t>
            </w:r>
            <w:r w:rsidR="00AF1D35">
              <w:rPr>
                <w:noProof/>
                <w:webHidden/>
              </w:rPr>
              <w:tab/>
            </w:r>
            <w:r w:rsidR="00AF1D35">
              <w:rPr>
                <w:noProof/>
                <w:webHidden/>
              </w:rPr>
              <w:fldChar w:fldCharType="begin"/>
            </w:r>
            <w:r w:rsidR="00AF1D35">
              <w:rPr>
                <w:noProof/>
                <w:webHidden/>
              </w:rPr>
              <w:instrText xml:space="preserve"> PAGEREF _Toc126654687 \h </w:instrText>
            </w:r>
            <w:r w:rsidR="00AF1D35">
              <w:rPr>
                <w:noProof/>
                <w:webHidden/>
              </w:rPr>
            </w:r>
            <w:r w:rsidR="00AF1D35">
              <w:rPr>
                <w:noProof/>
                <w:webHidden/>
              </w:rPr>
              <w:fldChar w:fldCharType="separate"/>
            </w:r>
            <w:r w:rsidR="00AF1D35">
              <w:rPr>
                <w:noProof/>
                <w:webHidden/>
              </w:rPr>
              <w:t>4</w:t>
            </w:r>
            <w:r w:rsidR="00AF1D35">
              <w:rPr>
                <w:noProof/>
                <w:webHidden/>
              </w:rPr>
              <w:fldChar w:fldCharType="end"/>
            </w:r>
          </w:hyperlink>
        </w:p>
        <w:p w14:paraId="44C7BCB9" w14:textId="7AE85807" w:rsidR="00AF1D35" w:rsidRDefault="00891C32">
          <w:pPr>
            <w:pStyle w:val="TOC3"/>
            <w:tabs>
              <w:tab w:val="right" w:leader="dot" w:pos="9956"/>
            </w:tabs>
            <w:rPr>
              <w:rFonts w:eastAsiaTheme="minorEastAsia" w:cstheme="minorBidi"/>
              <w:i w:val="0"/>
              <w:iCs w:val="0"/>
              <w:noProof/>
              <w:sz w:val="22"/>
              <w:szCs w:val="22"/>
            </w:rPr>
          </w:pPr>
          <w:hyperlink w:anchor="_Toc126654688" w:history="1">
            <w:r w:rsidR="00AF1D35" w:rsidRPr="00CF3B4A">
              <w:rPr>
                <w:rStyle w:val="Hyperlink"/>
                <w:noProof/>
              </w:rPr>
              <w:t>Environment Infrastructure</w:t>
            </w:r>
            <w:r w:rsidR="00AF1D35">
              <w:rPr>
                <w:noProof/>
                <w:webHidden/>
              </w:rPr>
              <w:tab/>
            </w:r>
            <w:r w:rsidR="00AF1D35">
              <w:rPr>
                <w:noProof/>
                <w:webHidden/>
              </w:rPr>
              <w:fldChar w:fldCharType="begin"/>
            </w:r>
            <w:r w:rsidR="00AF1D35">
              <w:rPr>
                <w:noProof/>
                <w:webHidden/>
              </w:rPr>
              <w:instrText xml:space="preserve"> PAGEREF _Toc126654688 \h </w:instrText>
            </w:r>
            <w:r w:rsidR="00AF1D35">
              <w:rPr>
                <w:noProof/>
                <w:webHidden/>
              </w:rPr>
            </w:r>
            <w:r w:rsidR="00AF1D35">
              <w:rPr>
                <w:noProof/>
                <w:webHidden/>
              </w:rPr>
              <w:fldChar w:fldCharType="separate"/>
            </w:r>
            <w:r w:rsidR="00AF1D35">
              <w:rPr>
                <w:noProof/>
                <w:webHidden/>
              </w:rPr>
              <w:t>5</w:t>
            </w:r>
            <w:r w:rsidR="00AF1D35">
              <w:rPr>
                <w:noProof/>
                <w:webHidden/>
              </w:rPr>
              <w:fldChar w:fldCharType="end"/>
            </w:r>
          </w:hyperlink>
        </w:p>
        <w:p w14:paraId="3D9FDEAC" w14:textId="5800B5CD"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689" w:history="1">
            <w:r w:rsidR="00AF1D35" w:rsidRPr="00CF3B4A">
              <w:rPr>
                <w:rStyle w:val="Hyperlink"/>
                <w:noProof/>
              </w:rPr>
              <w:t>4</w:t>
            </w:r>
            <w:r w:rsidR="00AF1D35">
              <w:rPr>
                <w:rFonts w:eastAsiaTheme="minorEastAsia" w:cstheme="minorBidi"/>
                <w:b w:val="0"/>
                <w:bCs w:val="0"/>
                <w:caps w:val="0"/>
                <w:noProof/>
                <w:sz w:val="22"/>
                <w:szCs w:val="22"/>
              </w:rPr>
              <w:tab/>
            </w:r>
            <w:r w:rsidR="00AF1D35" w:rsidRPr="00CF3B4A">
              <w:rPr>
                <w:rStyle w:val="Hyperlink"/>
                <w:noProof/>
              </w:rPr>
              <w:t>Project Scope</w:t>
            </w:r>
            <w:r w:rsidR="00AF1D35">
              <w:rPr>
                <w:noProof/>
                <w:webHidden/>
              </w:rPr>
              <w:tab/>
            </w:r>
            <w:r w:rsidR="00AF1D35">
              <w:rPr>
                <w:noProof/>
                <w:webHidden/>
              </w:rPr>
              <w:fldChar w:fldCharType="begin"/>
            </w:r>
            <w:r w:rsidR="00AF1D35">
              <w:rPr>
                <w:noProof/>
                <w:webHidden/>
              </w:rPr>
              <w:instrText xml:space="preserve"> PAGEREF _Toc126654689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392E41AE" w14:textId="60CFC989" w:rsidR="00AF1D35" w:rsidRDefault="00891C32">
          <w:pPr>
            <w:pStyle w:val="TOC3"/>
            <w:tabs>
              <w:tab w:val="right" w:leader="dot" w:pos="9956"/>
            </w:tabs>
            <w:rPr>
              <w:rFonts w:eastAsiaTheme="minorEastAsia" w:cstheme="minorBidi"/>
              <w:i w:val="0"/>
              <w:iCs w:val="0"/>
              <w:noProof/>
              <w:sz w:val="22"/>
              <w:szCs w:val="22"/>
            </w:rPr>
          </w:pPr>
          <w:hyperlink w:anchor="_Toc126654690" w:history="1">
            <w:r w:rsidR="00AF1D35" w:rsidRPr="00CF3B4A">
              <w:rPr>
                <w:rStyle w:val="Hyperlink"/>
                <w:noProof/>
              </w:rPr>
              <w:t>Documents in Scope Summary</w:t>
            </w:r>
            <w:r w:rsidR="00AF1D35">
              <w:rPr>
                <w:noProof/>
                <w:webHidden/>
              </w:rPr>
              <w:tab/>
            </w:r>
            <w:r w:rsidR="00AF1D35">
              <w:rPr>
                <w:noProof/>
                <w:webHidden/>
              </w:rPr>
              <w:fldChar w:fldCharType="begin"/>
            </w:r>
            <w:r w:rsidR="00AF1D35">
              <w:rPr>
                <w:noProof/>
                <w:webHidden/>
              </w:rPr>
              <w:instrText xml:space="preserve"> PAGEREF _Toc126654690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3E9A77D8" w14:textId="367B0AA4" w:rsidR="00AF1D35" w:rsidRDefault="00891C32">
          <w:pPr>
            <w:pStyle w:val="TOC3"/>
            <w:tabs>
              <w:tab w:val="right" w:leader="dot" w:pos="9956"/>
            </w:tabs>
            <w:rPr>
              <w:rFonts w:eastAsiaTheme="minorEastAsia" w:cstheme="minorBidi"/>
              <w:i w:val="0"/>
              <w:iCs w:val="0"/>
              <w:noProof/>
              <w:sz w:val="22"/>
              <w:szCs w:val="22"/>
            </w:rPr>
          </w:pPr>
          <w:hyperlink w:anchor="_Toc126654691" w:history="1">
            <w:r w:rsidR="00AF1D35" w:rsidRPr="00CF3B4A">
              <w:rPr>
                <w:rStyle w:val="Hyperlink"/>
                <w:noProof/>
              </w:rPr>
              <w:t>Business IDs</w:t>
            </w:r>
            <w:r w:rsidR="00AF1D35">
              <w:rPr>
                <w:noProof/>
                <w:webHidden/>
              </w:rPr>
              <w:tab/>
            </w:r>
            <w:r w:rsidR="00AF1D35">
              <w:rPr>
                <w:noProof/>
                <w:webHidden/>
              </w:rPr>
              <w:fldChar w:fldCharType="begin"/>
            </w:r>
            <w:r w:rsidR="00AF1D35">
              <w:rPr>
                <w:noProof/>
                <w:webHidden/>
              </w:rPr>
              <w:instrText xml:space="preserve"> PAGEREF _Toc126654691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46F465D2" w14:textId="4D5677EA" w:rsidR="00AF1D35" w:rsidRDefault="00891C32">
          <w:pPr>
            <w:pStyle w:val="TOC3"/>
            <w:tabs>
              <w:tab w:val="right" w:leader="dot" w:pos="9956"/>
            </w:tabs>
            <w:rPr>
              <w:rFonts w:eastAsiaTheme="minorEastAsia" w:cstheme="minorBidi"/>
              <w:i w:val="0"/>
              <w:iCs w:val="0"/>
              <w:noProof/>
              <w:sz w:val="22"/>
              <w:szCs w:val="22"/>
            </w:rPr>
          </w:pPr>
          <w:hyperlink w:anchor="_Toc126654692" w:history="1">
            <w:r w:rsidR="00AF1D35" w:rsidRPr="00CF3B4A">
              <w:rPr>
                <w:rStyle w:val="Hyperlink"/>
                <w:noProof/>
              </w:rPr>
              <w:t>Business Units</w:t>
            </w:r>
            <w:r w:rsidR="00AF1D35">
              <w:rPr>
                <w:noProof/>
                <w:webHidden/>
              </w:rPr>
              <w:tab/>
            </w:r>
            <w:r w:rsidR="00AF1D35">
              <w:rPr>
                <w:noProof/>
                <w:webHidden/>
              </w:rPr>
              <w:fldChar w:fldCharType="begin"/>
            </w:r>
            <w:r w:rsidR="00AF1D35">
              <w:rPr>
                <w:noProof/>
                <w:webHidden/>
              </w:rPr>
              <w:instrText xml:space="preserve"> PAGEREF _Toc126654692 \h </w:instrText>
            </w:r>
            <w:r w:rsidR="00AF1D35">
              <w:rPr>
                <w:noProof/>
                <w:webHidden/>
              </w:rPr>
            </w:r>
            <w:r w:rsidR="00AF1D35">
              <w:rPr>
                <w:noProof/>
                <w:webHidden/>
              </w:rPr>
              <w:fldChar w:fldCharType="separate"/>
            </w:r>
            <w:r w:rsidR="00AF1D35">
              <w:rPr>
                <w:noProof/>
                <w:webHidden/>
              </w:rPr>
              <w:t>6</w:t>
            </w:r>
            <w:r w:rsidR="00AF1D35">
              <w:rPr>
                <w:noProof/>
                <w:webHidden/>
              </w:rPr>
              <w:fldChar w:fldCharType="end"/>
            </w:r>
          </w:hyperlink>
        </w:p>
        <w:p w14:paraId="28F306A7" w14:textId="6AA67778" w:rsidR="00AF1D35" w:rsidRDefault="00891C32">
          <w:pPr>
            <w:pStyle w:val="TOC2"/>
            <w:tabs>
              <w:tab w:val="left" w:pos="800"/>
              <w:tab w:val="right" w:leader="dot" w:pos="9956"/>
            </w:tabs>
            <w:rPr>
              <w:rFonts w:eastAsiaTheme="minorEastAsia" w:cstheme="minorBidi"/>
              <w:smallCaps w:val="0"/>
              <w:noProof/>
              <w:sz w:val="22"/>
              <w:szCs w:val="22"/>
            </w:rPr>
          </w:pPr>
          <w:hyperlink w:anchor="_Toc126654693" w:history="1">
            <w:r w:rsidR="00AF1D35" w:rsidRPr="00CF3B4A">
              <w:rPr>
                <w:rStyle w:val="Hyperlink"/>
                <w:noProof/>
              </w:rPr>
              <w:t>4.1</w:t>
            </w:r>
            <w:r w:rsidR="00AF1D35">
              <w:rPr>
                <w:rFonts w:eastAsiaTheme="minorEastAsia" w:cstheme="minorBidi"/>
                <w:smallCaps w:val="0"/>
                <w:noProof/>
                <w:sz w:val="22"/>
                <w:szCs w:val="22"/>
              </w:rPr>
              <w:tab/>
            </w:r>
            <w:r w:rsidR="00AF1D35" w:rsidRPr="00CF3B4A">
              <w:rPr>
                <w:rStyle w:val="Hyperlink"/>
                <w:noProof/>
              </w:rPr>
              <w:t>Orders</w:t>
            </w:r>
            <w:r w:rsidR="00AF1D35">
              <w:rPr>
                <w:noProof/>
                <w:webHidden/>
              </w:rPr>
              <w:tab/>
            </w:r>
            <w:r w:rsidR="00AF1D35">
              <w:rPr>
                <w:noProof/>
                <w:webHidden/>
              </w:rPr>
              <w:fldChar w:fldCharType="begin"/>
            </w:r>
            <w:r w:rsidR="00AF1D35">
              <w:rPr>
                <w:noProof/>
                <w:webHidden/>
              </w:rPr>
              <w:instrText xml:space="preserve"> PAGEREF _Toc126654693 \h </w:instrText>
            </w:r>
            <w:r w:rsidR="00AF1D35">
              <w:rPr>
                <w:noProof/>
                <w:webHidden/>
              </w:rPr>
            </w:r>
            <w:r w:rsidR="00AF1D35">
              <w:rPr>
                <w:noProof/>
                <w:webHidden/>
              </w:rPr>
              <w:fldChar w:fldCharType="separate"/>
            </w:r>
            <w:r w:rsidR="00AF1D35">
              <w:rPr>
                <w:noProof/>
                <w:webHidden/>
              </w:rPr>
              <w:t>7</w:t>
            </w:r>
            <w:r w:rsidR="00AF1D35">
              <w:rPr>
                <w:noProof/>
                <w:webHidden/>
              </w:rPr>
              <w:fldChar w:fldCharType="end"/>
            </w:r>
          </w:hyperlink>
        </w:p>
        <w:p w14:paraId="0E52F496" w14:textId="0B3F84FB" w:rsidR="00AF1D35" w:rsidRDefault="00891C32">
          <w:pPr>
            <w:pStyle w:val="TOC3"/>
            <w:tabs>
              <w:tab w:val="right" w:leader="dot" w:pos="9956"/>
            </w:tabs>
            <w:rPr>
              <w:rFonts w:eastAsiaTheme="minorEastAsia" w:cstheme="minorBidi"/>
              <w:i w:val="0"/>
              <w:iCs w:val="0"/>
              <w:noProof/>
              <w:sz w:val="22"/>
              <w:szCs w:val="22"/>
            </w:rPr>
          </w:pPr>
          <w:hyperlink w:anchor="_Toc126654694"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_Toc126654694 \h </w:instrText>
            </w:r>
            <w:r w:rsidR="00AF1D35">
              <w:rPr>
                <w:noProof/>
                <w:webHidden/>
              </w:rPr>
            </w:r>
            <w:r w:rsidR="00AF1D35">
              <w:rPr>
                <w:noProof/>
                <w:webHidden/>
              </w:rPr>
              <w:fldChar w:fldCharType="separate"/>
            </w:r>
            <w:r w:rsidR="00AF1D35">
              <w:rPr>
                <w:noProof/>
                <w:webHidden/>
              </w:rPr>
              <w:t>7</w:t>
            </w:r>
            <w:r w:rsidR="00AF1D35">
              <w:rPr>
                <w:noProof/>
                <w:webHidden/>
              </w:rPr>
              <w:fldChar w:fldCharType="end"/>
            </w:r>
          </w:hyperlink>
        </w:p>
        <w:p w14:paraId="1F7DCFA6" w14:textId="655109EA" w:rsidR="00AF1D35" w:rsidRDefault="00891C32">
          <w:pPr>
            <w:pStyle w:val="TOC3"/>
            <w:tabs>
              <w:tab w:val="right" w:leader="dot" w:pos="9956"/>
            </w:tabs>
            <w:rPr>
              <w:rFonts w:eastAsiaTheme="minorEastAsia" w:cstheme="minorBidi"/>
              <w:i w:val="0"/>
              <w:iCs w:val="0"/>
              <w:noProof/>
              <w:sz w:val="22"/>
              <w:szCs w:val="22"/>
            </w:rPr>
          </w:pPr>
          <w:hyperlink w:anchor="_Toc126654695"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_Toc126654695 \h </w:instrText>
            </w:r>
            <w:r w:rsidR="00AF1D35">
              <w:rPr>
                <w:noProof/>
                <w:webHidden/>
              </w:rPr>
            </w:r>
            <w:r w:rsidR="00AF1D35">
              <w:rPr>
                <w:noProof/>
                <w:webHidden/>
              </w:rPr>
              <w:fldChar w:fldCharType="separate"/>
            </w:r>
            <w:r w:rsidR="00AF1D35">
              <w:rPr>
                <w:noProof/>
                <w:webHidden/>
              </w:rPr>
              <w:t>8</w:t>
            </w:r>
            <w:r w:rsidR="00AF1D35">
              <w:rPr>
                <w:noProof/>
                <w:webHidden/>
              </w:rPr>
              <w:fldChar w:fldCharType="end"/>
            </w:r>
          </w:hyperlink>
        </w:p>
        <w:p w14:paraId="3893CCC7" w14:textId="43BF9223" w:rsidR="00AF1D35" w:rsidRDefault="00891C32">
          <w:pPr>
            <w:pStyle w:val="TOC3"/>
            <w:tabs>
              <w:tab w:val="right" w:leader="dot" w:pos="9956"/>
            </w:tabs>
            <w:rPr>
              <w:rFonts w:eastAsiaTheme="minorEastAsia" w:cstheme="minorBidi"/>
              <w:i w:val="0"/>
              <w:iCs w:val="0"/>
              <w:noProof/>
              <w:sz w:val="22"/>
              <w:szCs w:val="22"/>
            </w:rPr>
          </w:pPr>
          <w:hyperlink w:anchor="_Toc126654696" w:history="1">
            <w:r w:rsidR="00AF1D35" w:rsidRPr="00CF3B4A">
              <w:rPr>
                <w:rStyle w:val="Hyperlink"/>
                <w:noProof/>
              </w:rPr>
              <w:t>Order Processing Specifics</w:t>
            </w:r>
            <w:r w:rsidR="00AF1D35">
              <w:rPr>
                <w:noProof/>
                <w:webHidden/>
              </w:rPr>
              <w:tab/>
            </w:r>
            <w:r w:rsidR="00AF1D35">
              <w:rPr>
                <w:noProof/>
                <w:webHidden/>
              </w:rPr>
              <w:fldChar w:fldCharType="begin"/>
            </w:r>
            <w:r w:rsidR="00AF1D35">
              <w:rPr>
                <w:noProof/>
                <w:webHidden/>
              </w:rPr>
              <w:instrText xml:space="preserve"> PAGEREF _Toc126654696 \h </w:instrText>
            </w:r>
            <w:r w:rsidR="00AF1D35">
              <w:rPr>
                <w:noProof/>
                <w:webHidden/>
              </w:rPr>
            </w:r>
            <w:r w:rsidR="00AF1D35">
              <w:rPr>
                <w:noProof/>
                <w:webHidden/>
              </w:rPr>
              <w:fldChar w:fldCharType="separate"/>
            </w:r>
            <w:r w:rsidR="00AF1D35">
              <w:rPr>
                <w:noProof/>
                <w:webHidden/>
              </w:rPr>
              <w:t>9</w:t>
            </w:r>
            <w:r w:rsidR="00AF1D35">
              <w:rPr>
                <w:noProof/>
                <w:webHidden/>
              </w:rPr>
              <w:fldChar w:fldCharType="end"/>
            </w:r>
          </w:hyperlink>
        </w:p>
        <w:p w14:paraId="1923ADFC" w14:textId="4A7A7508" w:rsidR="00AF1D35" w:rsidRDefault="00891C32">
          <w:pPr>
            <w:pStyle w:val="TOC2"/>
            <w:tabs>
              <w:tab w:val="left" w:pos="800"/>
              <w:tab w:val="right" w:leader="dot" w:pos="9956"/>
            </w:tabs>
            <w:rPr>
              <w:rFonts w:eastAsiaTheme="minorEastAsia" w:cstheme="minorBidi"/>
              <w:smallCaps w:val="0"/>
              <w:noProof/>
              <w:sz w:val="22"/>
              <w:szCs w:val="22"/>
            </w:rPr>
          </w:pPr>
          <w:hyperlink w:anchor="_Toc126654697" w:history="1">
            <w:r w:rsidR="00AF1D35" w:rsidRPr="00CF3B4A">
              <w:rPr>
                <w:rStyle w:val="Hyperlink"/>
                <w:noProof/>
              </w:rPr>
              <w:t>4.2</w:t>
            </w:r>
            <w:r w:rsidR="00AF1D35">
              <w:rPr>
                <w:rFonts w:eastAsiaTheme="minorEastAsia" w:cstheme="minorBidi"/>
                <w:smallCaps w:val="0"/>
                <w:noProof/>
                <w:sz w:val="22"/>
                <w:szCs w:val="22"/>
              </w:rPr>
              <w:tab/>
            </w:r>
            <w:r w:rsidR="00AF1D35" w:rsidRPr="00CF3B4A">
              <w:rPr>
                <w:rStyle w:val="Hyperlink"/>
                <w:noProof/>
              </w:rPr>
              <w:t>Order Confirmation</w:t>
            </w:r>
            <w:r w:rsidR="00AF1D35">
              <w:rPr>
                <w:noProof/>
                <w:webHidden/>
              </w:rPr>
              <w:tab/>
            </w:r>
            <w:r w:rsidR="00AF1D35">
              <w:rPr>
                <w:noProof/>
                <w:webHidden/>
              </w:rPr>
              <w:fldChar w:fldCharType="begin"/>
            </w:r>
            <w:r w:rsidR="00AF1D35">
              <w:rPr>
                <w:noProof/>
                <w:webHidden/>
              </w:rPr>
              <w:instrText xml:space="preserve"> PAGEREF _Toc126654697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08D65F29" w14:textId="366A62C0" w:rsidR="00AF1D35" w:rsidRDefault="00891C32">
          <w:pPr>
            <w:pStyle w:val="TOC3"/>
            <w:tabs>
              <w:tab w:val="right" w:leader="dot" w:pos="9956"/>
            </w:tabs>
            <w:rPr>
              <w:rFonts w:eastAsiaTheme="minorEastAsia" w:cstheme="minorBidi"/>
              <w:i w:val="0"/>
              <w:iCs w:val="0"/>
              <w:noProof/>
              <w:sz w:val="22"/>
              <w:szCs w:val="22"/>
            </w:rPr>
          </w:pPr>
          <w:hyperlink w:anchor="_Toc126654698"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_Toc126654698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230D6DBB" w14:textId="342D8566" w:rsidR="00AF1D35" w:rsidRDefault="00891C32">
          <w:pPr>
            <w:pStyle w:val="TOC3"/>
            <w:tabs>
              <w:tab w:val="right" w:leader="dot" w:pos="9956"/>
            </w:tabs>
            <w:rPr>
              <w:rFonts w:eastAsiaTheme="minorEastAsia" w:cstheme="minorBidi"/>
              <w:i w:val="0"/>
              <w:iCs w:val="0"/>
              <w:noProof/>
              <w:sz w:val="22"/>
              <w:szCs w:val="22"/>
            </w:rPr>
          </w:pPr>
          <w:hyperlink w:anchor="_Toc126654699"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_Toc126654699 \h </w:instrText>
            </w:r>
            <w:r w:rsidR="00AF1D35">
              <w:rPr>
                <w:noProof/>
                <w:webHidden/>
              </w:rPr>
            </w:r>
            <w:r w:rsidR="00AF1D35">
              <w:rPr>
                <w:noProof/>
                <w:webHidden/>
              </w:rPr>
              <w:fldChar w:fldCharType="separate"/>
            </w:r>
            <w:r w:rsidR="00AF1D35">
              <w:rPr>
                <w:noProof/>
                <w:webHidden/>
              </w:rPr>
              <w:t>10</w:t>
            </w:r>
            <w:r w:rsidR="00AF1D35">
              <w:rPr>
                <w:noProof/>
                <w:webHidden/>
              </w:rPr>
              <w:fldChar w:fldCharType="end"/>
            </w:r>
          </w:hyperlink>
        </w:p>
        <w:p w14:paraId="55375D7F" w14:textId="11794C05" w:rsidR="00AF1D35" w:rsidRDefault="00891C32">
          <w:pPr>
            <w:pStyle w:val="TOC2"/>
            <w:tabs>
              <w:tab w:val="left" w:pos="800"/>
              <w:tab w:val="right" w:leader="dot" w:pos="9956"/>
            </w:tabs>
            <w:rPr>
              <w:rFonts w:eastAsiaTheme="minorEastAsia" w:cstheme="minorBidi"/>
              <w:smallCaps w:val="0"/>
              <w:noProof/>
              <w:sz w:val="22"/>
              <w:szCs w:val="22"/>
            </w:rPr>
          </w:pPr>
          <w:hyperlink w:anchor="_Toc126654700" w:history="1">
            <w:r w:rsidR="00AF1D35" w:rsidRPr="00CF3B4A">
              <w:rPr>
                <w:rStyle w:val="Hyperlink"/>
                <w:noProof/>
                <w:lang w:val="fr-FR"/>
              </w:rPr>
              <w:t>4.3</w:t>
            </w:r>
            <w:r w:rsidR="00AF1D35">
              <w:rPr>
                <w:rFonts w:eastAsiaTheme="minorEastAsia" w:cstheme="minorBidi"/>
                <w:smallCaps w:val="0"/>
                <w:noProof/>
                <w:sz w:val="22"/>
                <w:szCs w:val="22"/>
              </w:rPr>
              <w:tab/>
            </w:r>
            <w:r w:rsidR="00AF1D35" w:rsidRPr="00CF3B4A">
              <w:rPr>
                <w:rStyle w:val="Hyperlink"/>
                <w:noProof/>
                <w:lang w:val="fr-FR"/>
              </w:rPr>
              <w:t>Advanced Shipping Notification (ASN)</w:t>
            </w:r>
            <w:r w:rsidR="00AF1D35">
              <w:rPr>
                <w:noProof/>
                <w:webHidden/>
              </w:rPr>
              <w:tab/>
            </w:r>
            <w:r w:rsidR="00AF1D35">
              <w:rPr>
                <w:noProof/>
                <w:webHidden/>
              </w:rPr>
              <w:fldChar w:fldCharType="begin"/>
            </w:r>
            <w:r w:rsidR="00AF1D35">
              <w:rPr>
                <w:noProof/>
                <w:webHidden/>
              </w:rPr>
              <w:instrText xml:space="preserve"> PAGEREF _Toc126654700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480AC4AD" w14:textId="76C86186" w:rsidR="00AF1D35" w:rsidRDefault="00891C32">
          <w:pPr>
            <w:pStyle w:val="TOC3"/>
            <w:tabs>
              <w:tab w:val="right" w:leader="dot" w:pos="9956"/>
            </w:tabs>
            <w:rPr>
              <w:rFonts w:eastAsiaTheme="minorEastAsia" w:cstheme="minorBidi"/>
              <w:i w:val="0"/>
              <w:iCs w:val="0"/>
              <w:noProof/>
              <w:sz w:val="22"/>
              <w:szCs w:val="22"/>
            </w:rPr>
          </w:pPr>
          <w:hyperlink w:anchor="_Toc126654701"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_Toc126654701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6027FE22" w14:textId="7903F4A7" w:rsidR="00AF1D35" w:rsidRDefault="00891C32">
          <w:pPr>
            <w:pStyle w:val="TOC3"/>
            <w:tabs>
              <w:tab w:val="right" w:leader="dot" w:pos="9956"/>
            </w:tabs>
            <w:rPr>
              <w:rFonts w:eastAsiaTheme="minorEastAsia" w:cstheme="minorBidi"/>
              <w:i w:val="0"/>
              <w:iCs w:val="0"/>
              <w:noProof/>
              <w:sz w:val="22"/>
              <w:szCs w:val="22"/>
            </w:rPr>
          </w:pPr>
          <w:hyperlink w:anchor="_Toc126654702"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_Toc126654702 \h </w:instrText>
            </w:r>
            <w:r w:rsidR="00AF1D35">
              <w:rPr>
                <w:noProof/>
                <w:webHidden/>
              </w:rPr>
            </w:r>
            <w:r w:rsidR="00AF1D35">
              <w:rPr>
                <w:noProof/>
                <w:webHidden/>
              </w:rPr>
              <w:fldChar w:fldCharType="separate"/>
            </w:r>
            <w:r w:rsidR="00AF1D35">
              <w:rPr>
                <w:noProof/>
                <w:webHidden/>
              </w:rPr>
              <w:t>12</w:t>
            </w:r>
            <w:r w:rsidR="00AF1D35">
              <w:rPr>
                <w:noProof/>
                <w:webHidden/>
              </w:rPr>
              <w:fldChar w:fldCharType="end"/>
            </w:r>
          </w:hyperlink>
        </w:p>
        <w:p w14:paraId="794D3DA8" w14:textId="235B521A" w:rsidR="00AF1D35" w:rsidRDefault="00891C32">
          <w:pPr>
            <w:pStyle w:val="TOC2"/>
            <w:tabs>
              <w:tab w:val="left" w:pos="800"/>
              <w:tab w:val="right" w:leader="dot" w:pos="9956"/>
            </w:tabs>
            <w:rPr>
              <w:rFonts w:eastAsiaTheme="minorEastAsia" w:cstheme="minorBidi"/>
              <w:smallCaps w:val="0"/>
              <w:noProof/>
              <w:sz w:val="22"/>
              <w:szCs w:val="22"/>
            </w:rPr>
          </w:pPr>
          <w:hyperlink w:anchor="_Toc126654703" w:history="1">
            <w:r w:rsidR="00AF1D35" w:rsidRPr="00CF3B4A">
              <w:rPr>
                <w:rStyle w:val="Hyperlink"/>
                <w:noProof/>
              </w:rPr>
              <w:t>4.4</w:t>
            </w:r>
            <w:r w:rsidR="00AF1D35">
              <w:rPr>
                <w:rFonts w:eastAsiaTheme="minorEastAsia" w:cstheme="minorBidi"/>
                <w:smallCaps w:val="0"/>
                <w:noProof/>
                <w:sz w:val="22"/>
                <w:szCs w:val="22"/>
              </w:rPr>
              <w:tab/>
            </w:r>
            <w:r w:rsidR="00AF1D35" w:rsidRPr="00CF3B4A">
              <w:rPr>
                <w:rStyle w:val="Hyperlink"/>
                <w:noProof/>
              </w:rPr>
              <w:t>Invoice</w:t>
            </w:r>
            <w:r w:rsidR="00AF1D35">
              <w:rPr>
                <w:noProof/>
                <w:webHidden/>
              </w:rPr>
              <w:tab/>
            </w:r>
            <w:r w:rsidR="00AF1D35">
              <w:rPr>
                <w:noProof/>
                <w:webHidden/>
              </w:rPr>
              <w:fldChar w:fldCharType="begin"/>
            </w:r>
            <w:r w:rsidR="00AF1D35">
              <w:rPr>
                <w:noProof/>
                <w:webHidden/>
              </w:rPr>
              <w:instrText xml:space="preserve"> PAGEREF _Toc126654703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23435809" w14:textId="626CCA19" w:rsidR="00AF1D35" w:rsidRDefault="00891C32">
          <w:pPr>
            <w:pStyle w:val="TOC3"/>
            <w:tabs>
              <w:tab w:val="right" w:leader="dot" w:pos="9956"/>
            </w:tabs>
            <w:rPr>
              <w:rFonts w:eastAsiaTheme="minorEastAsia" w:cstheme="minorBidi"/>
              <w:i w:val="0"/>
              <w:iCs w:val="0"/>
              <w:noProof/>
              <w:sz w:val="22"/>
              <w:szCs w:val="22"/>
            </w:rPr>
          </w:pPr>
          <w:hyperlink w:anchor="_Toc126654704" w:history="1">
            <w:r w:rsidR="00AF1D35" w:rsidRPr="00CF3B4A">
              <w:rPr>
                <w:rStyle w:val="Hyperlink"/>
                <w:noProof/>
              </w:rPr>
              <w:t>Type</w:t>
            </w:r>
            <w:r w:rsidR="00AF1D35">
              <w:rPr>
                <w:noProof/>
                <w:webHidden/>
              </w:rPr>
              <w:tab/>
            </w:r>
            <w:r w:rsidR="00AF1D35">
              <w:rPr>
                <w:noProof/>
                <w:webHidden/>
              </w:rPr>
              <w:fldChar w:fldCharType="begin"/>
            </w:r>
            <w:r w:rsidR="00AF1D35">
              <w:rPr>
                <w:noProof/>
                <w:webHidden/>
              </w:rPr>
              <w:instrText xml:space="preserve"> PAGEREF _Toc126654704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69950A70" w14:textId="7A1C0FCE" w:rsidR="00AF1D35" w:rsidRDefault="00891C32">
          <w:pPr>
            <w:pStyle w:val="TOC3"/>
            <w:tabs>
              <w:tab w:val="right" w:leader="dot" w:pos="9956"/>
            </w:tabs>
            <w:rPr>
              <w:rFonts w:eastAsiaTheme="minorEastAsia" w:cstheme="minorBidi"/>
              <w:i w:val="0"/>
              <w:iCs w:val="0"/>
              <w:noProof/>
              <w:sz w:val="22"/>
              <w:szCs w:val="22"/>
            </w:rPr>
          </w:pPr>
          <w:hyperlink w:anchor="_Toc126654705" w:history="1">
            <w:r w:rsidR="00AF1D35" w:rsidRPr="00CF3B4A">
              <w:rPr>
                <w:rStyle w:val="Hyperlink"/>
                <w:noProof/>
              </w:rPr>
              <w:t>Attributes</w:t>
            </w:r>
            <w:r w:rsidR="00AF1D35">
              <w:rPr>
                <w:noProof/>
                <w:webHidden/>
              </w:rPr>
              <w:tab/>
            </w:r>
            <w:r w:rsidR="00AF1D35">
              <w:rPr>
                <w:noProof/>
                <w:webHidden/>
              </w:rPr>
              <w:fldChar w:fldCharType="begin"/>
            </w:r>
            <w:r w:rsidR="00AF1D35">
              <w:rPr>
                <w:noProof/>
                <w:webHidden/>
              </w:rPr>
              <w:instrText xml:space="preserve"> PAGEREF _Toc126654705 \h </w:instrText>
            </w:r>
            <w:r w:rsidR="00AF1D35">
              <w:rPr>
                <w:noProof/>
                <w:webHidden/>
              </w:rPr>
            </w:r>
            <w:r w:rsidR="00AF1D35">
              <w:rPr>
                <w:noProof/>
                <w:webHidden/>
              </w:rPr>
              <w:fldChar w:fldCharType="separate"/>
            </w:r>
            <w:r w:rsidR="00AF1D35">
              <w:rPr>
                <w:noProof/>
                <w:webHidden/>
              </w:rPr>
              <w:t>13</w:t>
            </w:r>
            <w:r w:rsidR="00AF1D35">
              <w:rPr>
                <w:noProof/>
                <w:webHidden/>
              </w:rPr>
              <w:fldChar w:fldCharType="end"/>
            </w:r>
          </w:hyperlink>
        </w:p>
        <w:p w14:paraId="15BE5B3C" w14:textId="2638A60F"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706" w:history="1">
            <w:r w:rsidR="00AF1D35" w:rsidRPr="00CF3B4A">
              <w:rPr>
                <w:rStyle w:val="Hyperlink"/>
                <w:noProof/>
              </w:rPr>
              <w:t>6</w:t>
            </w:r>
            <w:r w:rsidR="00AF1D35">
              <w:rPr>
                <w:rFonts w:eastAsiaTheme="minorEastAsia" w:cstheme="minorBidi"/>
                <w:b w:val="0"/>
                <w:bCs w:val="0"/>
                <w:caps w:val="0"/>
                <w:noProof/>
                <w:sz w:val="22"/>
                <w:szCs w:val="22"/>
              </w:rPr>
              <w:tab/>
            </w:r>
            <w:r w:rsidR="00AF1D35" w:rsidRPr="00CF3B4A">
              <w:rPr>
                <w:rStyle w:val="Hyperlink"/>
                <w:noProof/>
              </w:rPr>
              <w:t>Cutover</w:t>
            </w:r>
            <w:r w:rsidR="00AF1D35">
              <w:rPr>
                <w:noProof/>
                <w:webHidden/>
              </w:rPr>
              <w:tab/>
            </w:r>
            <w:r w:rsidR="00AF1D35">
              <w:rPr>
                <w:noProof/>
                <w:webHidden/>
              </w:rPr>
              <w:fldChar w:fldCharType="begin"/>
            </w:r>
            <w:r w:rsidR="00AF1D35">
              <w:rPr>
                <w:noProof/>
                <w:webHidden/>
              </w:rPr>
              <w:instrText xml:space="preserve"> PAGEREF _Toc126654706 \h </w:instrText>
            </w:r>
            <w:r w:rsidR="00AF1D35">
              <w:rPr>
                <w:noProof/>
                <w:webHidden/>
              </w:rPr>
            </w:r>
            <w:r w:rsidR="00AF1D35">
              <w:rPr>
                <w:noProof/>
                <w:webHidden/>
              </w:rPr>
              <w:fldChar w:fldCharType="separate"/>
            </w:r>
            <w:r w:rsidR="00AF1D35">
              <w:rPr>
                <w:noProof/>
                <w:webHidden/>
              </w:rPr>
              <w:t>17</w:t>
            </w:r>
            <w:r w:rsidR="00AF1D35">
              <w:rPr>
                <w:noProof/>
                <w:webHidden/>
              </w:rPr>
              <w:fldChar w:fldCharType="end"/>
            </w:r>
          </w:hyperlink>
        </w:p>
        <w:p w14:paraId="42BEB987" w14:textId="3C46463A" w:rsidR="00AF1D35" w:rsidRDefault="00891C32">
          <w:pPr>
            <w:pStyle w:val="TOC3"/>
            <w:tabs>
              <w:tab w:val="right" w:leader="dot" w:pos="9956"/>
            </w:tabs>
            <w:rPr>
              <w:rFonts w:eastAsiaTheme="minorEastAsia" w:cstheme="minorBidi"/>
              <w:i w:val="0"/>
              <w:iCs w:val="0"/>
              <w:noProof/>
              <w:sz w:val="22"/>
              <w:szCs w:val="22"/>
            </w:rPr>
          </w:pPr>
          <w:hyperlink w:anchor="_Toc126654707"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_Toc126654707 \h </w:instrText>
            </w:r>
            <w:r w:rsidR="00AF1D35">
              <w:rPr>
                <w:noProof/>
                <w:webHidden/>
              </w:rPr>
            </w:r>
            <w:r w:rsidR="00AF1D35">
              <w:rPr>
                <w:noProof/>
                <w:webHidden/>
              </w:rPr>
              <w:fldChar w:fldCharType="separate"/>
            </w:r>
            <w:r w:rsidR="00AF1D35">
              <w:rPr>
                <w:noProof/>
                <w:webHidden/>
              </w:rPr>
              <w:t>17</w:t>
            </w:r>
            <w:r w:rsidR="00AF1D35">
              <w:rPr>
                <w:noProof/>
                <w:webHidden/>
              </w:rPr>
              <w:fldChar w:fldCharType="end"/>
            </w:r>
          </w:hyperlink>
        </w:p>
        <w:p w14:paraId="29E05ABE" w14:textId="060AF65C"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708" w:history="1">
            <w:r w:rsidR="00AF1D35" w:rsidRPr="00CF3B4A">
              <w:rPr>
                <w:rStyle w:val="Hyperlink"/>
                <w:noProof/>
              </w:rPr>
              <w:t>7</w:t>
            </w:r>
            <w:r w:rsidR="00AF1D35">
              <w:rPr>
                <w:rFonts w:eastAsiaTheme="minorEastAsia" w:cstheme="minorBidi"/>
                <w:b w:val="0"/>
                <w:bCs w:val="0"/>
                <w:caps w:val="0"/>
                <w:noProof/>
                <w:sz w:val="22"/>
                <w:szCs w:val="22"/>
              </w:rPr>
              <w:tab/>
            </w:r>
            <w:r w:rsidR="00AF1D35" w:rsidRPr="00CF3B4A">
              <w:rPr>
                <w:rStyle w:val="Hyperlink"/>
                <w:noProof/>
              </w:rPr>
              <w:t>Error handling</w:t>
            </w:r>
            <w:r w:rsidR="00AF1D35">
              <w:rPr>
                <w:noProof/>
                <w:webHidden/>
              </w:rPr>
              <w:tab/>
            </w:r>
            <w:r w:rsidR="00AF1D35">
              <w:rPr>
                <w:noProof/>
                <w:webHidden/>
              </w:rPr>
              <w:fldChar w:fldCharType="begin"/>
            </w:r>
            <w:r w:rsidR="00AF1D35">
              <w:rPr>
                <w:noProof/>
                <w:webHidden/>
              </w:rPr>
              <w:instrText xml:space="preserve"> PAGEREF _Toc126654708 \h </w:instrText>
            </w:r>
            <w:r w:rsidR="00AF1D35">
              <w:rPr>
                <w:noProof/>
                <w:webHidden/>
              </w:rPr>
            </w:r>
            <w:r w:rsidR="00AF1D35">
              <w:rPr>
                <w:noProof/>
                <w:webHidden/>
              </w:rPr>
              <w:fldChar w:fldCharType="separate"/>
            </w:r>
            <w:r w:rsidR="00AF1D35">
              <w:rPr>
                <w:noProof/>
                <w:webHidden/>
              </w:rPr>
              <w:t>18</w:t>
            </w:r>
            <w:r w:rsidR="00AF1D35">
              <w:rPr>
                <w:noProof/>
                <w:webHidden/>
              </w:rPr>
              <w:fldChar w:fldCharType="end"/>
            </w:r>
          </w:hyperlink>
        </w:p>
        <w:p w14:paraId="1F05F7AD" w14:textId="021E1887" w:rsidR="00AF1D35" w:rsidRDefault="00891C32">
          <w:pPr>
            <w:pStyle w:val="TOC3"/>
            <w:tabs>
              <w:tab w:val="right" w:leader="dot" w:pos="9956"/>
            </w:tabs>
            <w:rPr>
              <w:rFonts w:eastAsiaTheme="minorEastAsia" w:cstheme="minorBidi"/>
              <w:i w:val="0"/>
              <w:iCs w:val="0"/>
              <w:noProof/>
              <w:sz w:val="22"/>
              <w:szCs w:val="22"/>
            </w:rPr>
          </w:pPr>
          <w:hyperlink w:anchor="_Toc126654709"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_Toc126654709 \h </w:instrText>
            </w:r>
            <w:r w:rsidR="00AF1D35">
              <w:rPr>
                <w:noProof/>
                <w:webHidden/>
              </w:rPr>
            </w:r>
            <w:r w:rsidR="00AF1D35">
              <w:rPr>
                <w:noProof/>
                <w:webHidden/>
              </w:rPr>
              <w:fldChar w:fldCharType="separate"/>
            </w:r>
            <w:r w:rsidR="00AF1D35">
              <w:rPr>
                <w:noProof/>
                <w:webHidden/>
              </w:rPr>
              <w:t>18</w:t>
            </w:r>
            <w:r w:rsidR="00AF1D35">
              <w:rPr>
                <w:noProof/>
                <w:webHidden/>
              </w:rPr>
              <w:fldChar w:fldCharType="end"/>
            </w:r>
          </w:hyperlink>
        </w:p>
        <w:p w14:paraId="42FB7AB8" w14:textId="68AF5A06"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710" w:history="1">
            <w:r w:rsidR="00AF1D35" w:rsidRPr="00CF3B4A">
              <w:rPr>
                <w:rStyle w:val="Hyperlink"/>
                <w:noProof/>
              </w:rPr>
              <w:t>8</w:t>
            </w:r>
            <w:r w:rsidR="00AF1D35">
              <w:rPr>
                <w:rFonts w:eastAsiaTheme="minorEastAsia" w:cstheme="minorBidi"/>
                <w:b w:val="0"/>
                <w:bCs w:val="0"/>
                <w:caps w:val="0"/>
                <w:noProof/>
                <w:sz w:val="22"/>
                <w:szCs w:val="22"/>
              </w:rPr>
              <w:tab/>
            </w:r>
            <w:r w:rsidR="00AF1D35" w:rsidRPr="00CF3B4A">
              <w:rPr>
                <w:rStyle w:val="Hyperlink"/>
                <w:noProof/>
              </w:rPr>
              <w:t>Testing</w:t>
            </w:r>
            <w:r w:rsidR="00AF1D35">
              <w:rPr>
                <w:noProof/>
                <w:webHidden/>
              </w:rPr>
              <w:tab/>
            </w:r>
            <w:r w:rsidR="00AF1D35">
              <w:rPr>
                <w:noProof/>
                <w:webHidden/>
              </w:rPr>
              <w:fldChar w:fldCharType="begin"/>
            </w:r>
            <w:r w:rsidR="00AF1D35">
              <w:rPr>
                <w:noProof/>
                <w:webHidden/>
              </w:rPr>
              <w:instrText xml:space="preserve"> PAGEREF _Toc126654710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449FBAA3" w14:textId="11F1896C" w:rsidR="00AF1D35" w:rsidRDefault="00891C32">
          <w:pPr>
            <w:pStyle w:val="TOC3"/>
            <w:tabs>
              <w:tab w:val="right" w:leader="dot" w:pos="9956"/>
            </w:tabs>
            <w:rPr>
              <w:rFonts w:eastAsiaTheme="minorEastAsia" w:cstheme="minorBidi"/>
              <w:i w:val="0"/>
              <w:iCs w:val="0"/>
              <w:noProof/>
              <w:sz w:val="22"/>
              <w:szCs w:val="22"/>
            </w:rPr>
          </w:pPr>
          <w:hyperlink w:anchor="_Toc126654711"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_Toc126654711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3EC7D83B" w14:textId="18D7A272" w:rsidR="00AF1D35" w:rsidRDefault="00891C32">
          <w:pPr>
            <w:pStyle w:val="TOC1"/>
            <w:tabs>
              <w:tab w:val="left" w:pos="400"/>
              <w:tab w:val="right" w:leader="dot" w:pos="9956"/>
            </w:tabs>
            <w:rPr>
              <w:rFonts w:eastAsiaTheme="minorEastAsia" w:cstheme="minorBidi"/>
              <w:b w:val="0"/>
              <w:bCs w:val="0"/>
              <w:caps w:val="0"/>
              <w:noProof/>
              <w:sz w:val="22"/>
              <w:szCs w:val="22"/>
            </w:rPr>
          </w:pPr>
          <w:hyperlink w:anchor="_Toc126654712" w:history="1">
            <w:r w:rsidR="00AF1D35" w:rsidRPr="00CF3B4A">
              <w:rPr>
                <w:rStyle w:val="Hyperlink"/>
                <w:noProof/>
              </w:rPr>
              <w:t>9</w:t>
            </w:r>
            <w:r w:rsidR="00AF1D35">
              <w:rPr>
                <w:rFonts w:eastAsiaTheme="minorEastAsia" w:cstheme="minorBidi"/>
                <w:b w:val="0"/>
                <w:bCs w:val="0"/>
                <w:caps w:val="0"/>
                <w:noProof/>
                <w:sz w:val="22"/>
                <w:szCs w:val="22"/>
              </w:rPr>
              <w:tab/>
            </w:r>
            <w:r w:rsidR="00AF1D35" w:rsidRPr="00CF3B4A">
              <w:rPr>
                <w:rStyle w:val="Hyperlink"/>
                <w:noProof/>
              </w:rPr>
              <w:t>Project Tracking</w:t>
            </w:r>
            <w:r w:rsidR="00AF1D35">
              <w:rPr>
                <w:noProof/>
                <w:webHidden/>
              </w:rPr>
              <w:tab/>
            </w:r>
            <w:r w:rsidR="00AF1D35">
              <w:rPr>
                <w:noProof/>
                <w:webHidden/>
              </w:rPr>
              <w:fldChar w:fldCharType="begin"/>
            </w:r>
            <w:r w:rsidR="00AF1D35">
              <w:rPr>
                <w:noProof/>
                <w:webHidden/>
              </w:rPr>
              <w:instrText xml:space="preserve"> PAGEREF _Toc126654712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13BF212F" w14:textId="24BB8B30" w:rsidR="00AF1D35" w:rsidRDefault="00891C32">
          <w:pPr>
            <w:pStyle w:val="TOC2"/>
            <w:tabs>
              <w:tab w:val="left" w:pos="800"/>
              <w:tab w:val="right" w:leader="dot" w:pos="9956"/>
            </w:tabs>
            <w:rPr>
              <w:rFonts w:eastAsiaTheme="minorEastAsia" w:cstheme="minorBidi"/>
              <w:smallCaps w:val="0"/>
              <w:noProof/>
              <w:sz w:val="22"/>
              <w:szCs w:val="22"/>
            </w:rPr>
          </w:pPr>
          <w:hyperlink w:anchor="_Toc126654713" w:history="1">
            <w:r w:rsidR="00AF1D35" w:rsidRPr="00CF3B4A">
              <w:rPr>
                <w:rStyle w:val="Hyperlink"/>
                <w:noProof/>
              </w:rPr>
              <w:t>9.1</w:t>
            </w:r>
            <w:r w:rsidR="00AF1D35">
              <w:rPr>
                <w:rFonts w:eastAsiaTheme="minorEastAsia" w:cstheme="minorBidi"/>
                <w:smallCaps w:val="0"/>
                <w:noProof/>
                <w:sz w:val="22"/>
                <w:szCs w:val="22"/>
              </w:rPr>
              <w:tab/>
            </w:r>
            <w:r w:rsidR="00AF1D35" w:rsidRPr="00CF3B4A">
              <w:rPr>
                <w:rStyle w:val="Hyperlink"/>
                <w:noProof/>
              </w:rPr>
              <w:t>Project Teams</w:t>
            </w:r>
            <w:r w:rsidR="00AF1D35">
              <w:rPr>
                <w:noProof/>
                <w:webHidden/>
              </w:rPr>
              <w:tab/>
            </w:r>
            <w:r w:rsidR="00AF1D35">
              <w:rPr>
                <w:noProof/>
                <w:webHidden/>
              </w:rPr>
              <w:fldChar w:fldCharType="begin"/>
            </w:r>
            <w:r w:rsidR="00AF1D35">
              <w:rPr>
                <w:noProof/>
                <w:webHidden/>
              </w:rPr>
              <w:instrText xml:space="preserve"> PAGEREF _Toc126654713 \h </w:instrText>
            </w:r>
            <w:r w:rsidR="00AF1D35">
              <w:rPr>
                <w:noProof/>
                <w:webHidden/>
              </w:rPr>
            </w:r>
            <w:r w:rsidR="00AF1D35">
              <w:rPr>
                <w:noProof/>
                <w:webHidden/>
              </w:rPr>
              <w:fldChar w:fldCharType="separate"/>
            </w:r>
            <w:r w:rsidR="00AF1D35">
              <w:rPr>
                <w:noProof/>
                <w:webHidden/>
              </w:rPr>
              <w:t>19</w:t>
            </w:r>
            <w:r w:rsidR="00AF1D35">
              <w:rPr>
                <w:noProof/>
                <w:webHidden/>
              </w:rPr>
              <w:fldChar w:fldCharType="end"/>
            </w:r>
          </w:hyperlink>
        </w:p>
        <w:p w14:paraId="2668C212" w14:textId="4D4BC5ED" w:rsidR="00AF1D35" w:rsidRDefault="00891C32">
          <w:pPr>
            <w:pStyle w:val="TOC2"/>
            <w:tabs>
              <w:tab w:val="left" w:pos="800"/>
              <w:tab w:val="right" w:leader="dot" w:pos="9956"/>
            </w:tabs>
            <w:rPr>
              <w:rFonts w:eastAsiaTheme="minorEastAsia" w:cstheme="minorBidi"/>
              <w:smallCaps w:val="0"/>
              <w:noProof/>
              <w:sz w:val="22"/>
              <w:szCs w:val="22"/>
            </w:rPr>
          </w:pPr>
          <w:hyperlink w:anchor="_Toc126654714" w:history="1">
            <w:r w:rsidR="00AF1D35" w:rsidRPr="00CF3B4A">
              <w:rPr>
                <w:rStyle w:val="Hyperlink"/>
                <w:noProof/>
              </w:rPr>
              <w:t>9.2</w:t>
            </w:r>
            <w:r w:rsidR="00AF1D35">
              <w:rPr>
                <w:rFonts w:eastAsiaTheme="minorEastAsia" w:cstheme="minorBidi"/>
                <w:smallCaps w:val="0"/>
                <w:noProof/>
                <w:sz w:val="22"/>
                <w:szCs w:val="22"/>
              </w:rPr>
              <w:tab/>
            </w:r>
            <w:r w:rsidR="00AF1D35" w:rsidRPr="00CF3B4A">
              <w:rPr>
                <w:rStyle w:val="Hyperlink"/>
                <w:noProof/>
              </w:rPr>
              <w:t>Project Schedule</w:t>
            </w:r>
            <w:r w:rsidR="00AF1D35">
              <w:rPr>
                <w:noProof/>
                <w:webHidden/>
              </w:rPr>
              <w:tab/>
            </w:r>
            <w:r w:rsidR="00AF1D35">
              <w:rPr>
                <w:noProof/>
                <w:webHidden/>
              </w:rPr>
              <w:fldChar w:fldCharType="begin"/>
            </w:r>
            <w:r w:rsidR="00AF1D35">
              <w:rPr>
                <w:noProof/>
                <w:webHidden/>
              </w:rPr>
              <w:instrText xml:space="preserve"> PAGEREF _Toc126654714 \h </w:instrText>
            </w:r>
            <w:r w:rsidR="00AF1D35">
              <w:rPr>
                <w:noProof/>
                <w:webHidden/>
              </w:rPr>
            </w:r>
            <w:r w:rsidR="00AF1D35">
              <w:rPr>
                <w:noProof/>
                <w:webHidden/>
              </w:rPr>
              <w:fldChar w:fldCharType="separate"/>
            </w:r>
            <w:r w:rsidR="00AF1D35">
              <w:rPr>
                <w:noProof/>
                <w:webHidden/>
              </w:rPr>
              <w:t>20</w:t>
            </w:r>
            <w:r w:rsidR="00AF1D35">
              <w:rPr>
                <w:noProof/>
                <w:webHidden/>
              </w:rPr>
              <w:fldChar w:fldCharType="end"/>
            </w:r>
          </w:hyperlink>
        </w:p>
        <w:p w14:paraId="1BE9F6A5" w14:textId="2B17008C" w:rsidR="00AF1D35" w:rsidRDefault="00891C32">
          <w:pPr>
            <w:pStyle w:val="TOC2"/>
            <w:tabs>
              <w:tab w:val="left" w:pos="800"/>
              <w:tab w:val="right" w:leader="dot" w:pos="9956"/>
            </w:tabs>
            <w:rPr>
              <w:rFonts w:eastAsiaTheme="minorEastAsia" w:cstheme="minorBidi"/>
              <w:smallCaps w:val="0"/>
              <w:noProof/>
              <w:sz w:val="22"/>
              <w:szCs w:val="22"/>
            </w:rPr>
          </w:pPr>
          <w:hyperlink w:anchor="_Toc126654715" w:history="1">
            <w:r w:rsidR="00AF1D35" w:rsidRPr="00CF3B4A">
              <w:rPr>
                <w:rStyle w:val="Hyperlink"/>
                <w:noProof/>
              </w:rPr>
              <w:t>9.3</w:t>
            </w:r>
            <w:r w:rsidR="00AF1D35">
              <w:rPr>
                <w:rFonts w:eastAsiaTheme="minorEastAsia" w:cstheme="minorBidi"/>
                <w:smallCaps w:val="0"/>
                <w:noProof/>
                <w:sz w:val="22"/>
                <w:szCs w:val="22"/>
              </w:rPr>
              <w:tab/>
            </w:r>
            <w:r w:rsidR="00AF1D35" w:rsidRPr="00CF3B4A">
              <w:rPr>
                <w:rStyle w:val="Hyperlink"/>
                <w:noProof/>
              </w:rPr>
              <w:t>Sign Off</w:t>
            </w:r>
            <w:r w:rsidR="00AF1D35">
              <w:rPr>
                <w:noProof/>
                <w:webHidden/>
              </w:rPr>
              <w:tab/>
            </w:r>
            <w:r w:rsidR="00AF1D35">
              <w:rPr>
                <w:noProof/>
                <w:webHidden/>
              </w:rPr>
              <w:fldChar w:fldCharType="begin"/>
            </w:r>
            <w:r w:rsidR="00AF1D35">
              <w:rPr>
                <w:noProof/>
                <w:webHidden/>
              </w:rPr>
              <w:instrText xml:space="preserve"> PAGEREF _Toc126654715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79A7E411" w14:textId="1E0729F4" w:rsidR="00AF1D35" w:rsidRDefault="00891C32">
          <w:pPr>
            <w:pStyle w:val="TOC1"/>
            <w:tabs>
              <w:tab w:val="left" w:pos="600"/>
              <w:tab w:val="right" w:leader="dot" w:pos="9956"/>
            </w:tabs>
            <w:rPr>
              <w:rFonts w:eastAsiaTheme="minorEastAsia" w:cstheme="minorBidi"/>
              <w:b w:val="0"/>
              <w:bCs w:val="0"/>
              <w:caps w:val="0"/>
              <w:noProof/>
              <w:sz w:val="22"/>
              <w:szCs w:val="22"/>
            </w:rPr>
          </w:pPr>
          <w:hyperlink w:anchor="_Toc126654716" w:history="1">
            <w:r w:rsidR="00AF1D35" w:rsidRPr="00CF3B4A">
              <w:rPr>
                <w:rStyle w:val="Hyperlink"/>
                <w:noProof/>
              </w:rPr>
              <w:t>10</w:t>
            </w:r>
            <w:r w:rsidR="00AF1D35">
              <w:rPr>
                <w:rFonts w:eastAsiaTheme="minorEastAsia" w:cstheme="minorBidi"/>
                <w:b w:val="0"/>
                <w:bCs w:val="0"/>
                <w:caps w:val="0"/>
                <w:noProof/>
                <w:sz w:val="22"/>
                <w:szCs w:val="22"/>
              </w:rPr>
              <w:tab/>
            </w:r>
            <w:r w:rsidR="00AF1D35" w:rsidRPr="00CF3B4A">
              <w:rPr>
                <w:rStyle w:val="Hyperlink"/>
                <w:noProof/>
              </w:rPr>
              <w:t>Risks</w:t>
            </w:r>
            <w:r w:rsidR="00AF1D35">
              <w:rPr>
                <w:noProof/>
                <w:webHidden/>
              </w:rPr>
              <w:tab/>
            </w:r>
            <w:r w:rsidR="00AF1D35">
              <w:rPr>
                <w:noProof/>
                <w:webHidden/>
              </w:rPr>
              <w:fldChar w:fldCharType="begin"/>
            </w:r>
            <w:r w:rsidR="00AF1D35">
              <w:rPr>
                <w:noProof/>
                <w:webHidden/>
              </w:rPr>
              <w:instrText xml:space="preserve"> PAGEREF _Toc126654716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38E54EFF" w14:textId="6DA2ADA2" w:rsidR="00AF1D35" w:rsidRDefault="00891C32">
          <w:pPr>
            <w:pStyle w:val="TOC3"/>
            <w:tabs>
              <w:tab w:val="right" w:leader="dot" w:pos="9956"/>
            </w:tabs>
            <w:rPr>
              <w:rFonts w:eastAsiaTheme="minorEastAsia" w:cstheme="minorBidi"/>
              <w:i w:val="0"/>
              <w:iCs w:val="0"/>
              <w:noProof/>
              <w:sz w:val="22"/>
              <w:szCs w:val="22"/>
            </w:rPr>
          </w:pPr>
          <w:hyperlink w:anchor="_Toc126654717" w:history="1">
            <w:r w:rsidR="00AF1D35" w:rsidRPr="00CF3B4A">
              <w:rPr>
                <w:rStyle w:val="Hyperlink"/>
                <w:noProof/>
              </w:rPr>
              <w:t>Specifics</w:t>
            </w:r>
            <w:r w:rsidR="00AF1D35">
              <w:rPr>
                <w:noProof/>
                <w:webHidden/>
              </w:rPr>
              <w:tab/>
            </w:r>
            <w:r w:rsidR="00AF1D35">
              <w:rPr>
                <w:noProof/>
                <w:webHidden/>
              </w:rPr>
              <w:fldChar w:fldCharType="begin"/>
            </w:r>
            <w:r w:rsidR="00AF1D35">
              <w:rPr>
                <w:noProof/>
                <w:webHidden/>
              </w:rPr>
              <w:instrText xml:space="preserve"> PAGEREF _Toc126654717 \h </w:instrText>
            </w:r>
            <w:r w:rsidR="00AF1D35">
              <w:rPr>
                <w:noProof/>
                <w:webHidden/>
              </w:rPr>
            </w:r>
            <w:r w:rsidR="00AF1D35">
              <w:rPr>
                <w:noProof/>
                <w:webHidden/>
              </w:rPr>
              <w:fldChar w:fldCharType="separate"/>
            </w:r>
            <w:r w:rsidR="00AF1D35">
              <w:rPr>
                <w:noProof/>
                <w:webHidden/>
              </w:rPr>
              <w:t>21</w:t>
            </w:r>
            <w:r w:rsidR="00AF1D35">
              <w:rPr>
                <w:noProof/>
                <w:webHidden/>
              </w:rPr>
              <w:fldChar w:fldCharType="end"/>
            </w:r>
          </w:hyperlink>
        </w:p>
        <w:p w14:paraId="501458FD" w14:textId="21504008" w:rsidR="00AF1D35" w:rsidRDefault="00891C32">
          <w:pPr>
            <w:pStyle w:val="TOC1"/>
            <w:tabs>
              <w:tab w:val="left" w:pos="600"/>
              <w:tab w:val="right" w:leader="dot" w:pos="9956"/>
            </w:tabs>
            <w:rPr>
              <w:rFonts w:eastAsiaTheme="minorEastAsia" w:cstheme="minorBidi"/>
              <w:b w:val="0"/>
              <w:bCs w:val="0"/>
              <w:caps w:val="0"/>
              <w:noProof/>
              <w:sz w:val="22"/>
              <w:szCs w:val="22"/>
            </w:rPr>
          </w:pPr>
          <w:hyperlink w:anchor="_Toc126654718" w:history="1">
            <w:r w:rsidR="00AF1D35" w:rsidRPr="00CF3B4A">
              <w:rPr>
                <w:rStyle w:val="Hyperlink"/>
                <w:noProof/>
              </w:rPr>
              <w:t>11</w:t>
            </w:r>
            <w:r w:rsidR="00AF1D35">
              <w:rPr>
                <w:rFonts w:eastAsiaTheme="minorEastAsia" w:cstheme="minorBidi"/>
                <w:b w:val="0"/>
                <w:bCs w:val="0"/>
                <w:caps w:val="0"/>
                <w:noProof/>
                <w:sz w:val="22"/>
                <w:szCs w:val="22"/>
              </w:rPr>
              <w:tab/>
            </w:r>
            <w:r w:rsidR="00AF1D35" w:rsidRPr="00CF3B4A">
              <w:rPr>
                <w:rStyle w:val="Hyperlink"/>
                <w:noProof/>
              </w:rPr>
              <w:t>Supplemental Documentation</w:t>
            </w:r>
            <w:r w:rsidR="00AF1D35">
              <w:rPr>
                <w:noProof/>
                <w:webHidden/>
              </w:rPr>
              <w:tab/>
            </w:r>
            <w:r w:rsidR="00AF1D35">
              <w:rPr>
                <w:noProof/>
                <w:webHidden/>
              </w:rPr>
              <w:fldChar w:fldCharType="begin"/>
            </w:r>
            <w:r w:rsidR="00AF1D35">
              <w:rPr>
                <w:noProof/>
                <w:webHidden/>
              </w:rPr>
              <w:instrText xml:space="preserve"> PAGEREF _Toc126654718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7A6BF46" w14:textId="2DBAB638" w:rsidR="00AF1D35" w:rsidRDefault="00891C32">
          <w:pPr>
            <w:pStyle w:val="TOC2"/>
            <w:tabs>
              <w:tab w:val="left" w:pos="800"/>
              <w:tab w:val="right" w:leader="dot" w:pos="9956"/>
            </w:tabs>
            <w:rPr>
              <w:rFonts w:eastAsiaTheme="minorEastAsia" w:cstheme="minorBidi"/>
              <w:smallCaps w:val="0"/>
              <w:noProof/>
              <w:sz w:val="22"/>
              <w:szCs w:val="22"/>
            </w:rPr>
          </w:pPr>
          <w:hyperlink w:anchor="_Toc126654719" w:history="1">
            <w:r w:rsidR="00AF1D35" w:rsidRPr="00CF3B4A">
              <w:rPr>
                <w:rStyle w:val="Hyperlink"/>
                <w:noProof/>
              </w:rPr>
              <w:t>11.1</w:t>
            </w:r>
            <w:r w:rsidR="00AF1D35">
              <w:rPr>
                <w:rFonts w:eastAsiaTheme="minorEastAsia" w:cstheme="minorBidi"/>
                <w:smallCaps w:val="0"/>
                <w:noProof/>
                <w:sz w:val="22"/>
                <w:szCs w:val="22"/>
              </w:rPr>
              <w:tab/>
            </w:r>
            <w:r w:rsidR="00AF1D35" w:rsidRPr="00CF3B4A">
              <w:rPr>
                <w:rStyle w:val="Hyperlink"/>
                <w:noProof/>
              </w:rPr>
              <w:t>SAP Help Portal</w:t>
            </w:r>
            <w:r w:rsidR="00AF1D35">
              <w:rPr>
                <w:noProof/>
                <w:webHidden/>
              </w:rPr>
              <w:tab/>
            </w:r>
            <w:r w:rsidR="00AF1D35">
              <w:rPr>
                <w:noProof/>
                <w:webHidden/>
              </w:rPr>
              <w:fldChar w:fldCharType="begin"/>
            </w:r>
            <w:r w:rsidR="00AF1D35">
              <w:rPr>
                <w:noProof/>
                <w:webHidden/>
              </w:rPr>
              <w:instrText xml:space="preserve"> PAGEREF _Toc126654719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1304A059" w14:textId="2846C252" w:rsidR="00AF1D35" w:rsidRDefault="00891C32">
          <w:pPr>
            <w:pStyle w:val="TOC2"/>
            <w:tabs>
              <w:tab w:val="left" w:pos="800"/>
              <w:tab w:val="right" w:leader="dot" w:pos="9956"/>
            </w:tabs>
            <w:rPr>
              <w:rFonts w:eastAsiaTheme="minorEastAsia" w:cstheme="minorBidi"/>
              <w:smallCaps w:val="0"/>
              <w:noProof/>
              <w:sz w:val="22"/>
              <w:szCs w:val="22"/>
            </w:rPr>
          </w:pPr>
          <w:hyperlink w:anchor="_Toc126654720" w:history="1">
            <w:r w:rsidR="00AF1D35" w:rsidRPr="00CF3B4A">
              <w:rPr>
                <w:rStyle w:val="Hyperlink"/>
                <w:noProof/>
              </w:rPr>
              <w:t>11.2</w:t>
            </w:r>
            <w:r w:rsidR="00AF1D35">
              <w:rPr>
                <w:rFonts w:eastAsiaTheme="minorEastAsia" w:cstheme="minorBidi"/>
                <w:smallCaps w:val="0"/>
                <w:noProof/>
                <w:sz w:val="22"/>
                <w:szCs w:val="22"/>
              </w:rPr>
              <w:tab/>
            </w:r>
            <w:r w:rsidR="00AF1D35" w:rsidRPr="00CF3B4A">
              <w:rPr>
                <w:rStyle w:val="Hyperlink"/>
                <w:noProof/>
              </w:rPr>
              <w:t>cXML Supplemental Documentation</w:t>
            </w:r>
            <w:r w:rsidR="00AF1D35">
              <w:rPr>
                <w:noProof/>
                <w:webHidden/>
              </w:rPr>
              <w:tab/>
            </w:r>
            <w:r w:rsidR="00AF1D35">
              <w:rPr>
                <w:noProof/>
                <w:webHidden/>
              </w:rPr>
              <w:fldChar w:fldCharType="begin"/>
            </w:r>
            <w:r w:rsidR="00AF1D35">
              <w:rPr>
                <w:noProof/>
                <w:webHidden/>
              </w:rPr>
              <w:instrText xml:space="preserve"> PAGEREF _Toc126654720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388277C" w14:textId="26F31728" w:rsidR="00AF1D35" w:rsidRDefault="00891C32">
          <w:pPr>
            <w:pStyle w:val="TOC2"/>
            <w:tabs>
              <w:tab w:val="left" w:pos="800"/>
              <w:tab w:val="right" w:leader="dot" w:pos="9956"/>
            </w:tabs>
            <w:rPr>
              <w:rFonts w:eastAsiaTheme="minorEastAsia" w:cstheme="minorBidi"/>
              <w:smallCaps w:val="0"/>
              <w:noProof/>
              <w:sz w:val="22"/>
              <w:szCs w:val="22"/>
            </w:rPr>
          </w:pPr>
          <w:hyperlink w:anchor="_Toc126654721" w:history="1">
            <w:r w:rsidR="00AF1D35" w:rsidRPr="00CF3B4A">
              <w:rPr>
                <w:rStyle w:val="Hyperlink"/>
                <w:noProof/>
              </w:rPr>
              <w:t>11.3</w:t>
            </w:r>
            <w:r w:rsidR="00AF1D35">
              <w:rPr>
                <w:rFonts w:eastAsiaTheme="minorEastAsia" w:cstheme="minorBidi"/>
                <w:smallCaps w:val="0"/>
                <w:noProof/>
                <w:sz w:val="22"/>
                <w:szCs w:val="22"/>
              </w:rPr>
              <w:tab/>
            </w:r>
            <w:r w:rsidR="00AF1D35" w:rsidRPr="00CF3B4A">
              <w:rPr>
                <w:rStyle w:val="Hyperlink"/>
                <w:noProof/>
              </w:rPr>
              <w:t>EDI Supplemental Documentation via SAP Cloud Integration Gateway</w:t>
            </w:r>
            <w:r w:rsidR="00AF1D35">
              <w:rPr>
                <w:noProof/>
                <w:webHidden/>
              </w:rPr>
              <w:tab/>
            </w:r>
            <w:r w:rsidR="00AF1D35">
              <w:rPr>
                <w:noProof/>
                <w:webHidden/>
              </w:rPr>
              <w:fldChar w:fldCharType="begin"/>
            </w:r>
            <w:r w:rsidR="00AF1D35">
              <w:rPr>
                <w:noProof/>
                <w:webHidden/>
              </w:rPr>
              <w:instrText xml:space="preserve"> PAGEREF _Toc126654721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095F9FE2" w14:textId="3496D942" w:rsidR="00AF1D35" w:rsidRDefault="00891C32">
          <w:pPr>
            <w:pStyle w:val="TOC3"/>
            <w:tabs>
              <w:tab w:val="right" w:leader="dot" w:pos="9956"/>
            </w:tabs>
            <w:rPr>
              <w:rFonts w:eastAsiaTheme="minorEastAsia" w:cstheme="minorBidi"/>
              <w:i w:val="0"/>
              <w:iCs w:val="0"/>
              <w:noProof/>
              <w:sz w:val="22"/>
              <w:szCs w:val="22"/>
            </w:rPr>
          </w:pPr>
          <w:hyperlink w:anchor="_Toc126654722" w:history="1">
            <w:r w:rsidR="00AF1D35" w:rsidRPr="00CF3B4A">
              <w:rPr>
                <w:rStyle w:val="Hyperlink"/>
                <w:noProof/>
                <w:lang w:val="fr-FR"/>
              </w:rPr>
              <w:t>EDI D96A/X12 Supplemental Documentation</w:t>
            </w:r>
            <w:r w:rsidR="00AF1D35">
              <w:rPr>
                <w:noProof/>
                <w:webHidden/>
              </w:rPr>
              <w:tab/>
            </w:r>
            <w:r w:rsidR="00AF1D35">
              <w:rPr>
                <w:noProof/>
                <w:webHidden/>
              </w:rPr>
              <w:fldChar w:fldCharType="begin"/>
            </w:r>
            <w:r w:rsidR="00AF1D35">
              <w:rPr>
                <w:noProof/>
                <w:webHidden/>
              </w:rPr>
              <w:instrText xml:space="preserve"> PAGEREF _Toc126654722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48560CB" w14:textId="7543DD05" w:rsidR="00AF1D35" w:rsidRDefault="00891C32">
          <w:pPr>
            <w:pStyle w:val="TOC2"/>
            <w:tabs>
              <w:tab w:val="left" w:pos="800"/>
              <w:tab w:val="right" w:leader="dot" w:pos="9956"/>
            </w:tabs>
            <w:rPr>
              <w:rFonts w:eastAsiaTheme="minorEastAsia" w:cstheme="minorBidi"/>
              <w:smallCaps w:val="0"/>
              <w:noProof/>
              <w:sz w:val="22"/>
              <w:szCs w:val="22"/>
            </w:rPr>
          </w:pPr>
          <w:hyperlink w:anchor="_Toc126654723" w:history="1">
            <w:r w:rsidR="00AF1D35" w:rsidRPr="00CF3B4A">
              <w:rPr>
                <w:rStyle w:val="Hyperlink"/>
                <w:noProof/>
              </w:rPr>
              <w:t>11.4</w:t>
            </w:r>
            <w:r w:rsidR="00AF1D35">
              <w:rPr>
                <w:rFonts w:eastAsiaTheme="minorEastAsia" w:cstheme="minorBidi"/>
                <w:smallCaps w:val="0"/>
                <w:noProof/>
                <w:sz w:val="22"/>
                <w:szCs w:val="22"/>
              </w:rPr>
              <w:tab/>
            </w:r>
            <w:r w:rsidR="00AF1D35" w:rsidRPr="00CF3B4A">
              <w:rPr>
                <w:rStyle w:val="Hyperlink"/>
                <w:noProof/>
              </w:rPr>
              <w:t>PIDX Supplemental Documentation via SAP Cloud Integration Gateway</w:t>
            </w:r>
            <w:r w:rsidR="00AF1D35">
              <w:rPr>
                <w:noProof/>
                <w:webHidden/>
              </w:rPr>
              <w:tab/>
            </w:r>
            <w:r w:rsidR="00AF1D35">
              <w:rPr>
                <w:noProof/>
                <w:webHidden/>
              </w:rPr>
              <w:fldChar w:fldCharType="begin"/>
            </w:r>
            <w:r w:rsidR="00AF1D35">
              <w:rPr>
                <w:noProof/>
                <w:webHidden/>
              </w:rPr>
              <w:instrText xml:space="preserve"> PAGEREF _Toc126654723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7BDF0E5B" w14:textId="6B186B1B" w:rsidR="00AF1D35" w:rsidRDefault="00891C32">
          <w:pPr>
            <w:pStyle w:val="TOC3"/>
            <w:tabs>
              <w:tab w:val="right" w:leader="dot" w:pos="9956"/>
            </w:tabs>
            <w:rPr>
              <w:rFonts w:eastAsiaTheme="minorEastAsia" w:cstheme="minorBidi"/>
              <w:i w:val="0"/>
              <w:iCs w:val="0"/>
              <w:noProof/>
              <w:sz w:val="22"/>
              <w:szCs w:val="22"/>
            </w:rPr>
          </w:pPr>
          <w:hyperlink w:anchor="_Toc126654724" w:history="1">
            <w:r w:rsidR="00AF1D35" w:rsidRPr="00CF3B4A">
              <w:rPr>
                <w:rStyle w:val="Hyperlink"/>
                <w:noProof/>
                <w:lang w:val="fr-FR"/>
              </w:rPr>
              <w:t>PIDX Supplemental Documentation</w:t>
            </w:r>
            <w:r w:rsidR="00AF1D35">
              <w:rPr>
                <w:noProof/>
                <w:webHidden/>
              </w:rPr>
              <w:tab/>
            </w:r>
            <w:r w:rsidR="00AF1D35">
              <w:rPr>
                <w:noProof/>
                <w:webHidden/>
              </w:rPr>
              <w:fldChar w:fldCharType="begin"/>
            </w:r>
            <w:r w:rsidR="00AF1D35">
              <w:rPr>
                <w:noProof/>
                <w:webHidden/>
              </w:rPr>
              <w:instrText xml:space="preserve"> PAGEREF _Toc126654724 \h </w:instrText>
            </w:r>
            <w:r w:rsidR="00AF1D35">
              <w:rPr>
                <w:noProof/>
                <w:webHidden/>
              </w:rPr>
            </w:r>
            <w:r w:rsidR="00AF1D35">
              <w:rPr>
                <w:noProof/>
                <w:webHidden/>
              </w:rPr>
              <w:fldChar w:fldCharType="separate"/>
            </w:r>
            <w:r w:rsidR="00AF1D35">
              <w:rPr>
                <w:noProof/>
                <w:webHidden/>
              </w:rPr>
              <w:t>23</w:t>
            </w:r>
            <w:r w:rsidR="00AF1D35">
              <w:rPr>
                <w:noProof/>
                <w:webHidden/>
              </w:rPr>
              <w:fldChar w:fldCharType="end"/>
            </w:r>
          </w:hyperlink>
        </w:p>
        <w:p w14:paraId="3736A542" w14:textId="3D4094C3" w:rsidR="00AF1D35" w:rsidRDefault="00891C32">
          <w:pPr>
            <w:pStyle w:val="TOC1"/>
            <w:tabs>
              <w:tab w:val="left" w:pos="600"/>
              <w:tab w:val="right" w:leader="dot" w:pos="9956"/>
            </w:tabs>
            <w:rPr>
              <w:rFonts w:eastAsiaTheme="minorEastAsia" w:cstheme="minorBidi"/>
              <w:b w:val="0"/>
              <w:bCs w:val="0"/>
              <w:caps w:val="0"/>
              <w:noProof/>
              <w:sz w:val="22"/>
              <w:szCs w:val="22"/>
            </w:rPr>
          </w:pPr>
          <w:hyperlink w:anchor="_Toc126654725" w:history="1">
            <w:r w:rsidR="00AF1D35" w:rsidRPr="00CF3B4A">
              <w:rPr>
                <w:rStyle w:val="Hyperlink"/>
                <w:noProof/>
              </w:rPr>
              <w:t>12</w:t>
            </w:r>
            <w:r w:rsidR="00AF1D35">
              <w:rPr>
                <w:rFonts w:eastAsiaTheme="minorEastAsia" w:cstheme="minorBidi"/>
                <w:b w:val="0"/>
                <w:bCs w:val="0"/>
                <w:caps w:val="0"/>
                <w:noProof/>
                <w:sz w:val="22"/>
                <w:szCs w:val="22"/>
              </w:rPr>
              <w:tab/>
            </w:r>
            <w:r w:rsidR="00AF1D35" w:rsidRPr="00CF3B4A">
              <w:rPr>
                <w:rStyle w:val="Hyperlink"/>
                <w:noProof/>
              </w:rPr>
              <w:t>SAP Business Network customer support for Suppliers</w:t>
            </w:r>
            <w:r w:rsidR="00AF1D35">
              <w:rPr>
                <w:noProof/>
                <w:webHidden/>
              </w:rPr>
              <w:tab/>
            </w:r>
            <w:r w:rsidR="00AF1D35">
              <w:rPr>
                <w:noProof/>
                <w:webHidden/>
              </w:rPr>
              <w:fldChar w:fldCharType="begin"/>
            </w:r>
            <w:r w:rsidR="00AF1D35">
              <w:rPr>
                <w:noProof/>
                <w:webHidden/>
              </w:rPr>
              <w:instrText xml:space="preserve"> PAGEREF _Toc126654725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466E938B" w14:textId="4F7DB51D" w:rsidR="00AF1D35" w:rsidRDefault="00891C32">
          <w:pPr>
            <w:pStyle w:val="TOC2"/>
            <w:tabs>
              <w:tab w:val="left" w:pos="800"/>
              <w:tab w:val="right" w:leader="dot" w:pos="9956"/>
            </w:tabs>
            <w:rPr>
              <w:rFonts w:eastAsiaTheme="minorEastAsia" w:cstheme="minorBidi"/>
              <w:smallCaps w:val="0"/>
              <w:noProof/>
              <w:sz w:val="22"/>
              <w:szCs w:val="22"/>
            </w:rPr>
          </w:pPr>
          <w:hyperlink w:anchor="_Toc126654726" w:history="1">
            <w:r w:rsidR="00AF1D35" w:rsidRPr="00CF3B4A">
              <w:rPr>
                <w:rStyle w:val="Hyperlink"/>
                <w:noProof/>
                <w:lang w:val="fr-FR"/>
              </w:rPr>
              <w:t>12.1</w:t>
            </w:r>
            <w:r w:rsidR="00AF1D35">
              <w:rPr>
                <w:rFonts w:eastAsiaTheme="minorEastAsia" w:cstheme="minorBidi"/>
                <w:smallCaps w:val="0"/>
                <w:noProof/>
                <w:sz w:val="22"/>
                <w:szCs w:val="22"/>
              </w:rPr>
              <w:tab/>
            </w:r>
            <w:r w:rsidR="00AF1D35" w:rsidRPr="00CF3B4A">
              <w:rPr>
                <w:rStyle w:val="Hyperlink"/>
                <w:noProof/>
                <w:lang w:val="fr-FR"/>
              </w:rPr>
              <w:t>Post Go Live Support</w:t>
            </w:r>
            <w:r w:rsidR="00AF1D35">
              <w:rPr>
                <w:noProof/>
                <w:webHidden/>
              </w:rPr>
              <w:tab/>
            </w:r>
            <w:r w:rsidR="00AF1D35">
              <w:rPr>
                <w:noProof/>
                <w:webHidden/>
              </w:rPr>
              <w:fldChar w:fldCharType="begin"/>
            </w:r>
            <w:r w:rsidR="00AF1D35">
              <w:rPr>
                <w:noProof/>
                <w:webHidden/>
              </w:rPr>
              <w:instrText xml:space="preserve"> PAGEREF _Toc126654726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1B1F08AD" w14:textId="2C5F00AB" w:rsidR="00AF1D35" w:rsidRDefault="00891C32">
          <w:pPr>
            <w:pStyle w:val="TOC2"/>
            <w:tabs>
              <w:tab w:val="left" w:pos="800"/>
              <w:tab w:val="right" w:leader="dot" w:pos="9956"/>
            </w:tabs>
            <w:rPr>
              <w:rFonts w:eastAsiaTheme="minorEastAsia" w:cstheme="minorBidi"/>
              <w:smallCaps w:val="0"/>
              <w:noProof/>
              <w:sz w:val="22"/>
              <w:szCs w:val="22"/>
            </w:rPr>
          </w:pPr>
          <w:hyperlink w:anchor="_Toc126654727" w:history="1">
            <w:r w:rsidR="00AF1D35" w:rsidRPr="00CF3B4A">
              <w:rPr>
                <w:rStyle w:val="Hyperlink"/>
                <w:noProof/>
              </w:rPr>
              <w:t>12.2</w:t>
            </w:r>
            <w:r w:rsidR="00AF1D35">
              <w:rPr>
                <w:rFonts w:eastAsiaTheme="minorEastAsia" w:cstheme="minorBidi"/>
                <w:smallCaps w:val="0"/>
                <w:noProof/>
                <w:sz w:val="22"/>
                <w:szCs w:val="22"/>
              </w:rPr>
              <w:tab/>
            </w:r>
            <w:r w:rsidR="00AF1D35" w:rsidRPr="00CF3B4A">
              <w:rPr>
                <w:rStyle w:val="Hyperlink"/>
                <w:noProof/>
              </w:rPr>
              <w:t>How to utilize Help Center and request assistance</w:t>
            </w:r>
            <w:r w:rsidR="00AF1D35">
              <w:rPr>
                <w:noProof/>
                <w:webHidden/>
              </w:rPr>
              <w:tab/>
            </w:r>
            <w:r w:rsidR="00AF1D35">
              <w:rPr>
                <w:noProof/>
                <w:webHidden/>
              </w:rPr>
              <w:fldChar w:fldCharType="begin"/>
            </w:r>
            <w:r w:rsidR="00AF1D35">
              <w:rPr>
                <w:noProof/>
                <w:webHidden/>
              </w:rPr>
              <w:instrText xml:space="preserve"> PAGEREF _Toc126654727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109C8BC6" w14:textId="341B582C" w:rsidR="00AF1D35" w:rsidRDefault="00891C32">
          <w:pPr>
            <w:pStyle w:val="TOC2"/>
            <w:tabs>
              <w:tab w:val="left" w:pos="800"/>
              <w:tab w:val="right" w:leader="dot" w:pos="9956"/>
            </w:tabs>
            <w:rPr>
              <w:rFonts w:eastAsiaTheme="minorEastAsia" w:cstheme="minorBidi"/>
              <w:smallCaps w:val="0"/>
              <w:noProof/>
              <w:sz w:val="22"/>
              <w:szCs w:val="22"/>
            </w:rPr>
          </w:pPr>
          <w:hyperlink w:anchor="_Toc126654728" w:history="1">
            <w:r w:rsidR="00AF1D35" w:rsidRPr="00CF3B4A">
              <w:rPr>
                <w:rStyle w:val="Hyperlink"/>
                <w:noProof/>
                <w:lang w:val="bg-BG"/>
              </w:rPr>
              <w:t>12.3</w:t>
            </w:r>
            <w:r w:rsidR="00AF1D35">
              <w:rPr>
                <w:rFonts w:eastAsiaTheme="minorEastAsia" w:cstheme="minorBidi"/>
                <w:smallCaps w:val="0"/>
                <w:noProof/>
                <w:sz w:val="22"/>
                <w:szCs w:val="22"/>
              </w:rPr>
              <w:tab/>
            </w:r>
            <w:r w:rsidR="00AF1D35" w:rsidRPr="00CF3B4A">
              <w:rPr>
                <w:rStyle w:val="Hyperlink"/>
                <w:noProof/>
              </w:rPr>
              <w:t>Access the Help Center</w:t>
            </w:r>
            <w:r w:rsidR="00AF1D35">
              <w:rPr>
                <w:noProof/>
                <w:webHidden/>
              </w:rPr>
              <w:tab/>
            </w:r>
            <w:r w:rsidR="00AF1D35">
              <w:rPr>
                <w:noProof/>
                <w:webHidden/>
              </w:rPr>
              <w:fldChar w:fldCharType="begin"/>
            </w:r>
            <w:r w:rsidR="00AF1D35">
              <w:rPr>
                <w:noProof/>
                <w:webHidden/>
              </w:rPr>
              <w:instrText xml:space="preserve"> PAGEREF _Toc126654728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60AAE3E0" w14:textId="3C600D89" w:rsidR="00AF1D35" w:rsidRDefault="00891C32">
          <w:pPr>
            <w:pStyle w:val="TOC2"/>
            <w:tabs>
              <w:tab w:val="left" w:pos="800"/>
              <w:tab w:val="right" w:leader="dot" w:pos="9956"/>
            </w:tabs>
            <w:rPr>
              <w:rFonts w:eastAsiaTheme="minorEastAsia" w:cstheme="minorBidi"/>
              <w:smallCaps w:val="0"/>
              <w:noProof/>
              <w:sz w:val="22"/>
              <w:szCs w:val="22"/>
            </w:rPr>
          </w:pPr>
          <w:hyperlink w:anchor="_Toc126654729" w:history="1">
            <w:r w:rsidR="00AF1D35" w:rsidRPr="00CF3B4A">
              <w:rPr>
                <w:rStyle w:val="Hyperlink"/>
                <w:noProof/>
              </w:rPr>
              <w:t>12.4</w:t>
            </w:r>
            <w:r w:rsidR="00AF1D35">
              <w:rPr>
                <w:rFonts w:eastAsiaTheme="minorEastAsia" w:cstheme="minorBidi"/>
                <w:smallCaps w:val="0"/>
                <w:noProof/>
                <w:sz w:val="22"/>
                <w:szCs w:val="22"/>
              </w:rPr>
              <w:tab/>
            </w:r>
            <w:r w:rsidR="00AF1D35" w:rsidRPr="00CF3B4A">
              <w:rPr>
                <w:rStyle w:val="Hyperlink"/>
                <w:noProof/>
              </w:rPr>
              <w:t>Using SAP Business Network Help Center</w:t>
            </w:r>
            <w:r w:rsidR="00AF1D35">
              <w:rPr>
                <w:noProof/>
                <w:webHidden/>
              </w:rPr>
              <w:tab/>
            </w:r>
            <w:r w:rsidR="00AF1D35">
              <w:rPr>
                <w:noProof/>
                <w:webHidden/>
              </w:rPr>
              <w:fldChar w:fldCharType="begin"/>
            </w:r>
            <w:r w:rsidR="00AF1D35">
              <w:rPr>
                <w:noProof/>
                <w:webHidden/>
              </w:rPr>
              <w:instrText xml:space="preserve"> PAGEREF _Toc126654729 \h </w:instrText>
            </w:r>
            <w:r w:rsidR="00AF1D35">
              <w:rPr>
                <w:noProof/>
                <w:webHidden/>
              </w:rPr>
            </w:r>
            <w:r w:rsidR="00AF1D35">
              <w:rPr>
                <w:noProof/>
                <w:webHidden/>
              </w:rPr>
              <w:fldChar w:fldCharType="separate"/>
            </w:r>
            <w:r w:rsidR="00AF1D35">
              <w:rPr>
                <w:noProof/>
                <w:webHidden/>
              </w:rPr>
              <w:t>24</w:t>
            </w:r>
            <w:r w:rsidR="00AF1D35">
              <w:rPr>
                <w:noProof/>
                <w:webHidden/>
              </w:rPr>
              <w:fldChar w:fldCharType="end"/>
            </w:r>
          </w:hyperlink>
        </w:p>
        <w:p w14:paraId="499AD4A4" w14:textId="16F4E404" w:rsidR="00ED700E" w:rsidRDefault="00ED700E">
          <w:r>
            <w:rPr>
              <w:b/>
              <w:bCs/>
              <w:noProof/>
            </w:rPr>
            <w:fldChar w:fldCharType="end"/>
          </w:r>
        </w:p>
      </w:sdtContent>
    </w:sdt>
    <w:p w14:paraId="732FC76B" w14:textId="09DC8743" w:rsidR="00770556" w:rsidRPr="00EE54A6" w:rsidRDefault="00D965E3" w:rsidP="00FB3F31">
      <w:pPr>
        <w:pStyle w:val="Introduction"/>
        <w:rPr>
          <w:lang w:val="fr-FR"/>
        </w:rPr>
      </w:pPr>
      <w:r w:rsidRPr="00B91280">
        <w:rPr>
          <w:lang w:val="en-US"/>
        </w:rPr>
        <w:br w:type="page"/>
      </w:r>
    </w:p>
    <w:p w14:paraId="0B02459E" w14:textId="0620033F" w:rsidR="0094128A" w:rsidRDefault="00BB4C2C" w:rsidP="00DC151B">
      <w:pPr>
        <w:pStyle w:val="Heading1"/>
      </w:pPr>
      <w:bookmarkStart w:id="0" w:name="_Toc126654685"/>
      <w:r>
        <w:lastRenderedPageBreak/>
        <w:t>V</w:t>
      </w:r>
      <w:r w:rsidR="00E721DC">
        <w:t>ersion History</w:t>
      </w:r>
      <w:bookmarkEnd w:id="0"/>
    </w:p>
    <w:p w14:paraId="6EE1F640" w14:textId="4581FFC8"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08AC4E62" w:rsidR="0037091D" w:rsidRDefault="0037091D" w:rsidP="0094128A">
      <w:pPr>
        <w:pStyle w:val="BodyCopy"/>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800"/>
        <w:gridCol w:w="6570"/>
      </w:tblGrid>
      <w:tr w:rsidR="003F04C2" w:rsidRPr="00C5657D" w14:paraId="7E29D6CD" w14:textId="77777777" w:rsidTr="15AD1AA5">
        <w:trPr>
          <w:trHeight w:val="346"/>
          <w:tblHeader/>
        </w:trPr>
        <w:tc>
          <w:tcPr>
            <w:tcW w:w="1710" w:type="dxa"/>
            <w:shd w:val="clear" w:color="auto" w:fill="F0AB00" w:themeFill="accent1"/>
            <w:tcMar>
              <w:top w:w="113" w:type="dxa"/>
              <w:bottom w:w="0" w:type="dxa"/>
            </w:tcMar>
          </w:tcPr>
          <w:p w14:paraId="584F5B99" w14:textId="3AD2E86A" w:rsidR="003F04C2" w:rsidRPr="00747B5D" w:rsidRDefault="003F04C2" w:rsidP="004D5D63">
            <w:pPr>
              <w:pStyle w:val="TableHeadline"/>
            </w:pPr>
            <w:r>
              <w:t>Version</w:t>
            </w:r>
          </w:p>
        </w:tc>
        <w:tc>
          <w:tcPr>
            <w:tcW w:w="1800" w:type="dxa"/>
            <w:shd w:val="clear" w:color="auto" w:fill="F0AB00" w:themeFill="accent1"/>
            <w:tcMar>
              <w:top w:w="113" w:type="dxa"/>
              <w:bottom w:w="0" w:type="dxa"/>
            </w:tcMar>
          </w:tcPr>
          <w:p w14:paraId="189F5959" w14:textId="711B3267" w:rsidR="003F04C2" w:rsidRPr="002F4CC0" w:rsidRDefault="003F04C2" w:rsidP="00747B5D">
            <w:pPr>
              <w:pStyle w:val="TableHeadline"/>
            </w:pPr>
            <w:r>
              <w:t>Date</w:t>
            </w:r>
          </w:p>
        </w:tc>
        <w:tc>
          <w:tcPr>
            <w:tcW w:w="6570" w:type="dxa"/>
            <w:shd w:val="clear" w:color="auto" w:fill="F0AB00" w:themeFill="accent1"/>
            <w:tcMar>
              <w:top w:w="113" w:type="dxa"/>
              <w:bottom w:w="0" w:type="dxa"/>
            </w:tcMar>
          </w:tcPr>
          <w:p w14:paraId="4880542B" w14:textId="28321FCD" w:rsidR="003F04C2" w:rsidRPr="002F4CC0" w:rsidRDefault="003F04C2" w:rsidP="00747B5D">
            <w:pPr>
              <w:pStyle w:val="TableHeadline"/>
            </w:pPr>
            <w:r>
              <w:t>Description</w:t>
            </w:r>
          </w:p>
        </w:tc>
      </w:tr>
      <w:tr w:rsidR="003F04C2" w:rsidRPr="00C5657D" w14:paraId="1E6CF7F6" w14:textId="77777777" w:rsidTr="15AD1AA5">
        <w:tc>
          <w:tcPr>
            <w:tcW w:w="1710" w:type="dxa"/>
            <w:shd w:val="clear" w:color="auto" w:fill="auto"/>
            <w:tcMar>
              <w:top w:w="108" w:type="dxa"/>
              <w:bottom w:w="108" w:type="dxa"/>
            </w:tcMar>
            <w:vAlign w:val="center"/>
          </w:tcPr>
          <w:p w14:paraId="10D117CF" w14:textId="6585819C" w:rsidR="003F04C2" w:rsidRPr="00C5657D" w:rsidRDefault="000A6304" w:rsidP="15AD1AA5">
            <w:pPr>
              <w:pStyle w:val="TableText"/>
              <w:keepNext/>
              <w:jc w:val="center"/>
            </w:pPr>
            <w:r>
              <w:t>DRAFT</w:t>
            </w:r>
          </w:p>
        </w:tc>
        <w:tc>
          <w:tcPr>
            <w:tcW w:w="1800" w:type="dxa"/>
            <w:shd w:val="clear" w:color="auto" w:fill="auto"/>
            <w:tcMar>
              <w:top w:w="108" w:type="dxa"/>
              <w:bottom w:w="108" w:type="dxa"/>
            </w:tcMar>
            <w:vAlign w:val="center"/>
          </w:tcPr>
          <w:p w14:paraId="36419A32" w14:textId="19CCD4C7" w:rsidR="003F04C2" w:rsidRPr="00C5657D" w:rsidRDefault="00932B2D" w:rsidP="15AD1AA5">
            <w:pPr>
              <w:pStyle w:val="TableBullet"/>
              <w:keepNext/>
              <w:tabs>
                <w:tab w:val="clear" w:pos="284"/>
                <w:tab w:val="clear" w:pos="567"/>
                <w:tab w:val="clear" w:pos="851"/>
              </w:tabs>
              <w:jc w:val="center"/>
              <w:rPr>
                <w:lang w:val="fr-FR"/>
              </w:rPr>
            </w:pPr>
            <w:r>
              <w:rPr>
                <w:lang w:val="fr-FR"/>
              </w:rPr>
              <w:t>January 2023</w:t>
            </w:r>
          </w:p>
        </w:tc>
        <w:tc>
          <w:tcPr>
            <w:tcW w:w="6570" w:type="dxa"/>
            <w:shd w:val="clear" w:color="auto" w:fill="auto"/>
            <w:tcMar>
              <w:top w:w="108" w:type="dxa"/>
              <w:bottom w:w="108" w:type="dxa"/>
            </w:tcMar>
          </w:tcPr>
          <w:p w14:paraId="4AF7C5D2" w14:textId="73C64A73" w:rsidR="003F04C2" w:rsidRPr="00C5657D" w:rsidRDefault="000A6304" w:rsidP="15AD1AA5">
            <w:pPr>
              <w:pStyle w:val="TableBullet"/>
              <w:keepNext/>
              <w:tabs>
                <w:tab w:val="clear" w:pos="284"/>
                <w:tab w:val="clear" w:pos="567"/>
                <w:tab w:val="clear" w:pos="851"/>
              </w:tabs>
            </w:pPr>
            <w:r>
              <w:t>Initial Version of Document</w:t>
            </w:r>
          </w:p>
        </w:tc>
      </w:tr>
      <w:tr w:rsidR="0054677E" w:rsidRPr="00C5657D" w14:paraId="358D4C0E" w14:textId="77777777" w:rsidTr="15AD1AA5">
        <w:tc>
          <w:tcPr>
            <w:tcW w:w="1710" w:type="dxa"/>
            <w:shd w:val="clear" w:color="auto" w:fill="auto"/>
            <w:tcMar>
              <w:top w:w="108" w:type="dxa"/>
              <w:bottom w:w="108" w:type="dxa"/>
            </w:tcMar>
            <w:vAlign w:val="center"/>
          </w:tcPr>
          <w:p w14:paraId="36B11283" w14:textId="16808938" w:rsidR="0054677E" w:rsidRDefault="0054677E" w:rsidP="15AD1AA5">
            <w:pPr>
              <w:pStyle w:val="TableText"/>
              <w:keepNext/>
              <w:jc w:val="center"/>
            </w:pPr>
            <w:r>
              <w:t>1.0</w:t>
            </w:r>
          </w:p>
        </w:tc>
        <w:tc>
          <w:tcPr>
            <w:tcW w:w="1800" w:type="dxa"/>
            <w:shd w:val="clear" w:color="auto" w:fill="auto"/>
            <w:tcMar>
              <w:top w:w="108" w:type="dxa"/>
              <w:bottom w:w="108" w:type="dxa"/>
            </w:tcMar>
            <w:vAlign w:val="center"/>
          </w:tcPr>
          <w:p w14:paraId="422006ED" w14:textId="5DB9CB47" w:rsidR="0054677E" w:rsidRDefault="0054677E" w:rsidP="15AD1AA5">
            <w:pPr>
              <w:pStyle w:val="TableBullet"/>
              <w:keepNext/>
              <w:tabs>
                <w:tab w:val="clear" w:pos="284"/>
                <w:tab w:val="clear" w:pos="567"/>
                <w:tab w:val="clear" w:pos="851"/>
              </w:tabs>
              <w:jc w:val="center"/>
              <w:rPr>
                <w:lang w:val="fr-FR"/>
              </w:rPr>
            </w:pPr>
            <w:r>
              <w:rPr>
                <w:lang w:val="fr-FR"/>
              </w:rPr>
              <w:t>February 2023</w:t>
            </w:r>
          </w:p>
        </w:tc>
        <w:tc>
          <w:tcPr>
            <w:tcW w:w="6570" w:type="dxa"/>
            <w:shd w:val="clear" w:color="auto" w:fill="auto"/>
            <w:tcMar>
              <w:top w:w="108" w:type="dxa"/>
              <w:bottom w:w="108" w:type="dxa"/>
            </w:tcMar>
          </w:tcPr>
          <w:p w14:paraId="61B69C0B" w14:textId="70148C54" w:rsidR="0054677E" w:rsidRDefault="0076643F" w:rsidP="15AD1AA5">
            <w:pPr>
              <w:pStyle w:val="TableBullet"/>
              <w:keepNext/>
              <w:tabs>
                <w:tab w:val="clear" w:pos="284"/>
                <w:tab w:val="clear" w:pos="567"/>
                <w:tab w:val="clear" w:pos="851"/>
              </w:tabs>
            </w:pPr>
            <w:r>
              <w:t>Changes upon feedback from Kyndryl</w:t>
            </w:r>
          </w:p>
        </w:tc>
      </w:tr>
      <w:tr w:rsidR="00714DA8" w:rsidRPr="00C5657D" w14:paraId="4DE8C08B" w14:textId="77777777" w:rsidTr="15AD1AA5">
        <w:tc>
          <w:tcPr>
            <w:tcW w:w="1710" w:type="dxa"/>
            <w:shd w:val="clear" w:color="auto" w:fill="auto"/>
            <w:tcMar>
              <w:top w:w="108" w:type="dxa"/>
              <w:bottom w:w="108" w:type="dxa"/>
            </w:tcMar>
            <w:vAlign w:val="center"/>
          </w:tcPr>
          <w:p w14:paraId="1E760E37" w14:textId="26A04951" w:rsidR="00714DA8" w:rsidRDefault="00714DA8" w:rsidP="15AD1AA5">
            <w:pPr>
              <w:pStyle w:val="TableText"/>
              <w:keepNext/>
              <w:jc w:val="center"/>
            </w:pPr>
            <w:r>
              <w:t>2.0</w:t>
            </w:r>
          </w:p>
        </w:tc>
        <w:tc>
          <w:tcPr>
            <w:tcW w:w="1800" w:type="dxa"/>
            <w:shd w:val="clear" w:color="auto" w:fill="auto"/>
            <w:tcMar>
              <w:top w:w="108" w:type="dxa"/>
              <w:bottom w:w="108" w:type="dxa"/>
            </w:tcMar>
            <w:vAlign w:val="center"/>
          </w:tcPr>
          <w:p w14:paraId="320C16AB" w14:textId="594CB183" w:rsidR="00714DA8" w:rsidRDefault="00714DA8" w:rsidP="15AD1AA5">
            <w:pPr>
              <w:pStyle w:val="TableBullet"/>
              <w:keepNext/>
              <w:tabs>
                <w:tab w:val="clear" w:pos="284"/>
                <w:tab w:val="clear" w:pos="567"/>
                <w:tab w:val="clear" w:pos="851"/>
              </w:tabs>
              <w:jc w:val="center"/>
              <w:rPr>
                <w:lang w:val="fr-FR"/>
              </w:rPr>
            </w:pPr>
            <w:r>
              <w:rPr>
                <w:lang w:val="fr-FR"/>
              </w:rPr>
              <w:t>February 2024</w:t>
            </w:r>
          </w:p>
        </w:tc>
        <w:tc>
          <w:tcPr>
            <w:tcW w:w="6570" w:type="dxa"/>
            <w:shd w:val="clear" w:color="auto" w:fill="auto"/>
            <w:tcMar>
              <w:top w:w="108" w:type="dxa"/>
              <w:bottom w:w="108" w:type="dxa"/>
            </w:tcMar>
          </w:tcPr>
          <w:p w14:paraId="14CE6AED" w14:textId="77777777" w:rsidR="00714DA8" w:rsidRDefault="00714DA8" w:rsidP="15AD1AA5">
            <w:pPr>
              <w:pStyle w:val="TableBullet"/>
              <w:keepNext/>
              <w:tabs>
                <w:tab w:val="clear" w:pos="284"/>
                <w:tab w:val="clear" w:pos="567"/>
                <w:tab w:val="clear" w:pos="851"/>
              </w:tabs>
            </w:pPr>
          </w:p>
        </w:tc>
      </w:tr>
    </w:tbl>
    <w:p w14:paraId="592602C1" w14:textId="77777777" w:rsidR="006F24F7" w:rsidRDefault="006F24F7" w:rsidP="007F103A">
      <w:bookmarkStart w:id="1" w:name="_Toc55471508"/>
      <w:bookmarkStart w:id="2" w:name="_Toc59701040"/>
      <w:bookmarkStart w:id="3" w:name="_Toc59701314"/>
      <w:bookmarkStart w:id="4" w:name="_Toc59701351"/>
      <w:bookmarkStart w:id="5" w:name="_Toc59701997"/>
    </w:p>
    <w:p w14:paraId="78A4208E" w14:textId="63EF2ABD" w:rsidR="007F103A" w:rsidRPr="007F103A" w:rsidRDefault="206E0591" w:rsidP="007F103A">
      <w:pPr>
        <w:pStyle w:val="Heading1"/>
      </w:pPr>
      <w:bookmarkStart w:id="6" w:name="_Toc100844140"/>
      <w:bookmarkStart w:id="7" w:name="_Toc126654686"/>
      <w:r>
        <w:t>D</w:t>
      </w:r>
      <w:bookmarkEnd w:id="1"/>
      <w:bookmarkEnd w:id="2"/>
      <w:bookmarkEnd w:id="3"/>
      <w:bookmarkEnd w:id="4"/>
      <w:bookmarkEnd w:id="5"/>
      <w:r w:rsidR="006605CC">
        <w:t>ocument Purpose</w:t>
      </w:r>
      <w:r w:rsidR="19405512">
        <w:t xml:space="preserve"> and Us</w:t>
      </w:r>
      <w:bookmarkEnd w:id="6"/>
      <w:r w:rsidR="00660DC8">
        <w:t>es</w:t>
      </w:r>
      <w:bookmarkEnd w:id="7"/>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8" w:name="_Toc59701041"/>
      <w:bookmarkStart w:id="9" w:name="_Toc59701315"/>
      <w:bookmarkStart w:id="10" w:name="_Toc59701352"/>
      <w:bookmarkStart w:id="11"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78787C14" w14:textId="12985F67" w:rsidR="00FC1DC0" w:rsidRDefault="00FC1DC0" w:rsidP="00FC1DC0"/>
    <w:p w14:paraId="3FFB080F" w14:textId="433B846D" w:rsidR="000605CD" w:rsidRPr="00C813A8" w:rsidRDefault="1DC67864" w:rsidP="005428A0">
      <w:pPr>
        <w:pStyle w:val="Heading1"/>
      </w:pPr>
      <w:bookmarkStart w:id="12" w:name="_Toc100844141"/>
      <w:bookmarkStart w:id="13" w:name="_Toc126654687"/>
      <w:r>
        <w:t>Business overview</w:t>
      </w:r>
      <w:bookmarkEnd w:id="12"/>
      <w:bookmarkEnd w:id="13"/>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quality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payment</w:t>
      </w:r>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45A6F82D" w14:textId="6BC6672E" w:rsidR="000D3F46" w:rsidRPr="00C813A8" w:rsidRDefault="2C3D3B8E" w:rsidP="004F101F">
      <w:pPr>
        <w:pStyle w:val="Heading1"/>
      </w:pPr>
      <w:bookmarkStart w:id="14" w:name="_Toc100844142"/>
      <w:r>
        <w:lastRenderedPageBreak/>
        <w:t>Technical Landscape</w:t>
      </w:r>
      <w:bookmarkEnd w:id="14"/>
    </w:p>
    <w:p w14:paraId="60FCBB88" w14:textId="6007A7EE" w:rsidR="009105BC" w:rsidRDefault="009105BC" w:rsidP="009105BC">
      <w:pPr>
        <w:rPr>
          <w:lang w:val="fr-FR"/>
        </w:rPr>
      </w:pPr>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15" w:name="_Toc100844143"/>
            <w:bookmarkStart w:id="16" w:name="_Toc126654688"/>
            <w:r>
              <w:t>Environment Infrastructure</w:t>
            </w:r>
            <w:bookmarkEnd w:id="15"/>
            <w:bookmarkEnd w:id="16"/>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357F63" w:rsidRDefault="0064588C" w:rsidP="00445F99">
            <w:pPr>
              <w:pStyle w:val="TableText"/>
            </w:pPr>
            <w:r w:rsidRPr="00357F63">
              <w:t>ERP</w:t>
            </w:r>
          </w:p>
        </w:tc>
        <w:tc>
          <w:tcPr>
            <w:tcW w:w="6840" w:type="dxa"/>
            <w:shd w:val="clear" w:color="auto" w:fill="auto"/>
            <w:tcMar>
              <w:top w:w="108" w:type="dxa"/>
              <w:bottom w:w="108" w:type="dxa"/>
            </w:tcMar>
            <w:vAlign w:val="center"/>
          </w:tcPr>
          <w:p w14:paraId="40ECA3D4" w14:textId="79EDC251" w:rsidR="000E152B" w:rsidRPr="00357F63" w:rsidRDefault="14A4EC49" w:rsidP="006D6FC9">
            <w:pPr>
              <w:pStyle w:val="TableBullet"/>
              <w:keepNext/>
            </w:pPr>
            <w:r>
              <w:t>SAP S/4 HANA</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3D363240" w:rsidR="000E152B" w:rsidRPr="00357F63" w:rsidRDefault="006D6FC9"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3CBA3E4C" w14:textId="259FF9CE" w:rsidR="00BE574F" w:rsidRDefault="00C93241" w:rsidP="00830173">
            <w:pPr>
              <w:pStyle w:val="TableText"/>
            </w:pPr>
            <w:r w:rsidRPr="00C93241">
              <w:t>Commerce Automation – PO &amp; Invoice</w:t>
            </w:r>
          </w:p>
          <w:p w14:paraId="053F0B36" w14:textId="4981E7E0" w:rsidR="00C93241" w:rsidRPr="00357F63" w:rsidRDefault="00C93241" w:rsidP="00830173">
            <w:pPr>
              <w:pStyle w:val="TableText"/>
            </w:pPr>
            <w:r w:rsidRPr="00C93241">
              <w:t>SAP Ariba Buying and Invoicing</w:t>
            </w:r>
          </w:p>
          <w:p w14:paraId="023BA9C7" w14:textId="232DBF83" w:rsidR="00282468" w:rsidRPr="00357F63" w:rsidRDefault="00830173" w:rsidP="00C93241">
            <w:pPr>
              <w:pStyle w:val="TableText"/>
            </w:pPr>
            <w:r w:rsidRPr="00357F63">
              <w:t>Supplier Lifecycle and Performance</w:t>
            </w:r>
            <w:r w:rsidR="00F909BA">
              <w:t xml:space="preserve"> (SLP)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78EEC989" w:rsidR="000E152B" w:rsidRPr="00357F63" w:rsidRDefault="00EE381D" w:rsidP="00EE381D">
            <w:pPr>
              <w:pStyle w:val="TableText"/>
            </w:pPr>
            <w:r w:rsidRPr="00357F63">
              <w:t>UNECE UOM</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2D18CC92" w:rsidR="000E152B" w:rsidRPr="006D6FC9" w:rsidRDefault="006D6FC9" w:rsidP="006D6FC9">
            <w:pPr>
              <w:rPr>
                <w:rFonts w:ascii="Calibri" w:hAnsi="Calibri" w:cs="Calibri"/>
                <w:color w:val="000000"/>
                <w:szCs w:val="20"/>
              </w:rPr>
            </w:pPr>
            <w:r>
              <w:rPr>
                <w:rFonts w:ascii="Calibri" w:hAnsi="Calibri" w:cs="Calibri"/>
                <w:color w:val="000000"/>
                <w:szCs w:val="20"/>
              </w:rPr>
              <w:t>UNSPSC V24.0 and Custom</w:t>
            </w:r>
          </w:p>
        </w:tc>
      </w:tr>
    </w:tbl>
    <w:p w14:paraId="0E010BF8" w14:textId="0203CB18" w:rsidR="004554EE" w:rsidRDefault="004554EE">
      <w:pPr>
        <w:rPr>
          <w:lang w:val="fr-FR"/>
        </w:rPr>
      </w:pPr>
      <w:r>
        <w:rPr>
          <w:lang w:val="fr-FR"/>
        </w:rPr>
        <w:br w:type="page"/>
      </w:r>
    </w:p>
    <w:p w14:paraId="7450BC4F" w14:textId="696657E6" w:rsidR="00AB18C4" w:rsidRPr="00897240" w:rsidRDefault="00660DC8" w:rsidP="00897240">
      <w:pPr>
        <w:pStyle w:val="Heading1"/>
      </w:pPr>
      <w:bookmarkStart w:id="17" w:name="_Toc100844144"/>
      <w:bookmarkStart w:id="18" w:name="_Toc126654689"/>
      <w:r>
        <w:lastRenderedPageBreak/>
        <w:t>P</w:t>
      </w:r>
      <w:r w:rsidR="09BD4B1E" w:rsidRPr="00897240">
        <w:t xml:space="preserve">roject </w:t>
      </w:r>
      <w:r>
        <w:t>S</w:t>
      </w:r>
      <w:r w:rsidR="09BD4B1E" w:rsidRPr="00897240">
        <w:t>cope</w:t>
      </w:r>
      <w:bookmarkEnd w:id="8"/>
      <w:bookmarkEnd w:id="9"/>
      <w:bookmarkEnd w:id="10"/>
      <w:bookmarkEnd w:id="11"/>
      <w:bookmarkEnd w:id="17"/>
      <w:bookmarkEnd w:id="18"/>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19" w:name="_Toc100844145"/>
            <w:bookmarkStart w:id="20" w:name="_Toc126654690"/>
            <w:r>
              <w:t>Documents in Scope</w:t>
            </w:r>
            <w:r w:rsidR="2446C380">
              <w:t xml:space="preserve"> Summary</w:t>
            </w:r>
            <w:bookmarkEnd w:id="19"/>
            <w:bookmarkEnd w:id="20"/>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6B091DB1" w:rsidR="00243BBB" w:rsidRPr="00C5657D" w:rsidRDefault="00C93241"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AEFA20C" w:rsidR="00243BBB" w:rsidRPr="00C5657D" w:rsidRDefault="00C93241"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1AC2E3D3" w:rsidR="00243BBB" w:rsidRPr="00C5657D" w:rsidRDefault="00243BB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7ADC324C" w:rsidR="00B33DAB"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2BDE6DD5" w:rsidR="005A23E7" w:rsidRPr="00C5657D" w:rsidRDefault="00C93241" w:rsidP="15AD1AA5">
            <w:pPr>
              <w:pStyle w:val="TableBullet"/>
              <w:tabs>
                <w:tab w:val="clear" w:pos="284"/>
                <w:tab w:val="clear" w:pos="567"/>
                <w:tab w:val="clear" w:pos="851"/>
              </w:tabs>
              <w:jc w:val="center"/>
            </w:pPr>
            <w:r>
              <w:t>X</w:t>
            </w:r>
            <w:r w:rsidR="007C0263">
              <w:t>*</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3D28F511"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21A1AC1" w14:textId="52FB259A" w:rsidR="005A23E7" w:rsidRPr="00EE54A6" w:rsidRDefault="003275CE" w:rsidP="15AD1AA5">
            <w:pPr>
              <w:pStyle w:val="TableText"/>
              <w:jc w:val="center"/>
              <w:rPr>
                <w:lang w:val="es-ES"/>
              </w:rPr>
            </w:pPr>
            <w:r>
              <w:t>X</w:t>
            </w: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22AB83C2"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571EBF0F" w:rsidR="00D9299A" w:rsidRPr="00EE54A6" w:rsidRDefault="003275CE" w:rsidP="15AD1AA5">
            <w:pPr>
              <w:pStyle w:val="TableText"/>
              <w:jc w:val="center"/>
              <w:rPr>
                <w:lang w:val="es-ES"/>
              </w:rPr>
            </w:pPr>
            <w: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4EA9A702" w:rsidR="0074563C" w:rsidRPr="00EE54A6" w:rsidRDefault="00C93241"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6C38EAD1" w:rsidR="0074563C"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4890A50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t>Remittance Advice</w:t>
            </w:r>
          </w:p>
        </w:tc>
        <w:tc>
          <w:tcPr>
            <w:tcW w:w="2520" w:type="dxa"/>
            <w:vAlign w:val="center"/>
          </w:tcPr>
          <w:p w14:paraId="0E82E045" w14:textId="60A5541B" w:rsidR="0074563C" w:rsidRPr="004205F0" w:rsidRDefault="0074563C" w:rsidP="15AD1AA5">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14:paraId="4DE275B5" w14:textId="42690F8F" w:rsidR="0074563C" w:rsidRPr="00C5657D" w:rsidRDefault="004205F0" w:rsidP="15AD1AA5">
            <w:pPr>
              <w:pStyle w:val="TableBullet"/>
              <w:tabs>
                <w:tab w:val="clear" w:pos="284"/>
                <w:tab w:val="clear" w:pos="567"/>
                <w:tab w:val="clear" w:pos="851"/>
              </w:tabs>
              <w:jc w:val="center"/>
            </w:pPr>
            <w:r>
              <w:rPr>
                <w:color w:val="FF0000"/>
              </w:rPr>
              <w:t>X</w:t>
            </w:r>
          </w:p>
        </w:tc>
        <w:tc>
          <w:tcPr>
            <w:tcW w:w="2430" w:type="dxa"/>
            <w:shd w:val="clear" w:color="auto" w:fill="auto"/>
            <w:tcMar>
              <w:top w:w="108" w:type="dxa"/>
              <w:bottom w:w="108" w:type="dxa"/>
            </w:tcMar>
            <w:vAlign w:val="center"/>
          </w:tcPr>
          <w:p w14:paraId="03CA74E7" w14:textId="01D9D9CE" w:rsidR="0074563C" w:rsidRPr="00EE54A6" w:rsidRDefault="0074563C" w:rsidP="15AD1AA5">
            <w:pPr>
              <w:pStyle w:val="TableText"/>
              <w:jc w:val="center"/>
              <w:rPr>
                <w:lang w:val="es-ES"/>
              </w:rPr>
            </w:pPr>
          </w:p>
        </w:tc>
      </w:tr>
    </w:tbl>
    <w:p w14:paraId="75276A89" w14:textId="4E6A6145" w:rsidR="00E20BF8" w:rsidRPr="00BD26A0" w:rsidRDefault="007C0263" w:rsidP="007C0263">
      <w:pPr>
        <w:pStyle w:val="Bullet1"/>
        <w:rPr>
          <w:b/>
          <w:bCs/>
          <w:sz w:val="18"/>
          <w:szCs w:val="20"/>
        </w:rPr>
      </w:pPr>
      <w:r w:rsidRPr="00BD26A0">
        <w:rPr>
          <w:b/>
          <w:bCs/>
          <w:sz w:val="18"/>
          <w:szCs w:val="20"/>
        </w:rPr>
        <w:t xml:space="preserve">ASN are mandatory </w:t>
      </w:r>
      <w:r w:rsidR="00A71343" w:rsidRPr="00BD26A0">
        <w:rPr>
          <w:b/>
          <w:bCs/>
          <w:sz w:val="18"/>
          <w:szCs w:val="20"/>
        </w:rPr>
        <w:t xml:space="preserve">for </w:t>
      </w:r>
      <w:r w:rsidR="00A973FA" w:rsidRPr="00BD26A0">
        <w:rPr>
          <w:b/>
          <w:bCs/>
          <w:sz w:val="18"/>
          <w:szCs w:val="20"/>
        </w:rPr>
        <w:t xml:space="preserve">material POs </w:t>
      </w:r>
      <w:r w:rsidR="00FD662A" w:rsidRPr="00BD26A0">
        <w:rPr>
          <w:b/>
          <w:bCs/>
          <w:sz w:val="18"/>
          <w:szCs w:val="20"/>
        </w:rPr>
        <w:t>containing certain commodity codes. The list is available as part of the Integration kit</w:t>
      </w:r>
    </w:p>
    <w:p w14:paraId="7127F925" w14:textId="77777777" w:rsidR="007C0263" w:rsidRDefault="007C0263"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21" w:name="_Toc100844146"/>
            <w:bookmarkStart w:id="22" w:name="_Toc126654691"/>
            <w:r>
              <w:t>Business IDs</w:t>
            </w:r>
            <w:bookmarkEnd w:id="21"/>
            <w:bookmarkEnd w:id="22"/>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669E3C55" w:rsidR="008E4D22" w:rsidRPr="00C5657D" w:rsidRDefault="00C93241" w:rsidP="15AD1AA5">
            <w:pPr>
              <w:pStyle w:val="TableBullet"/>
              <w:tabs>
                <w:tab w:val="clear" w:pos="284"/>
                <w:tab w:val="clear" w:pos="567"/>
                <w:tab w:val="clear" w:pos="851"/>
              </w:tabs>
              <w:spacing w:before="20" w:after="20"/>
            </w:pPr>
            <w:r>
              <w:t>Kyndryl</w:t>
            </w:r>
          </w:p>
        </w:tc>
        <w:tc>
          <w:tcPr>
            <w:tcW w:w="1868" w:type="dxa"/>
            <w:vAlign w:val="center"/>
          </w:tcPr>
          <w:p w14:paraId="2C82F818" w14:textId="55B67690" w:rsidR="008E4D22" w:rsidRPr="00EE54A6" w:rsidRDefault="00C93241" w:rsidP="15AD1AA5">
            <w:pPr>
              <w:pStyle w:val="TableText"/>
              <w:spacing w:before="20" w:after="20"/>
              <w:rPr>
                <w:lang w:val="es-ES"/>
              </w:rPr>
            </w:pPr>
            <w:r w:rsidRPr="00C93241">
              <w:rPr>
                <w:lang w:val="es-ES"/>
              </w:rPr>
              <w:t>AN11074061242</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3" w:name="_Toc100844147"/>
            <w:bookmarkStart w:id="24" w:name="_Toc126654692"/>
            <w:r>
              <w:t>Business Units</w:t>
            </w:r>
            <w:bookmarkEnd w:id="23"/>
            <w:bookmarkEnd w:id="24"/>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3566243E"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653E5690"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54A1071D" w14:textId="3866B345" w:rsidR="00EF41EA" w:rsidRDefault="00EF41EA">
      <w:r>
        <w:br w:type="page"/>
      </w:r>
    </w:p>
    <w:p w14:paraId="1D9B21D0" w14:textId="296D06BA" w:rsidR="005D67B7" w:rsidRDefault="06528CC8" w:rsidP="002952F7">
      <w:pPr>
        <w:pStyle w:val="Heading2"/>
      </w:pPr>
      <w:bookmarkStart w:id="25" w:name="_Toc59701042"/>
      <w:bookmarkStart w:id="26" w:name="_Toc59701316"/>
      <w:bookmarkStart w:id="27" w:name="_Toc59701353"/>
      <w:bookmarkStart w:id="28" w:name="_Toc59701999"/>
      <w:bookmarkStart w:id="29" w:name="_Toc100844148"/>
      <w:bookmarkStart w:id="30" w:name="_Toc126654693"/>
      <w:r>
        <w:lastRenderedPageBreak/>
        <w:t>Orders</w:t>
      </w:r>
      <w:bookmarkEnd w:id="25"/>
      <w:bookmarkEnd w:id="26"/>
      <w:bookmarkEnd w:id="27"/>
      <w:bookmarkEnd w:id="28"/>
      <w:bookmarkEnd w:id="29"/>
      <w:bookmarkEnd w:id="30"/>
    </w:p>
    <w:p w14:paraId="3F211722" w14:textId="738138F5" w:rsidR="00BE08AE" w:rsidRDefault="00BE08AE" w:rsidP="001160C7"/>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31" w:name="_Hlk59643961"/>
            <w:bookmarkStart w:id="32" w:name="_Hlk59636553"/>
            <w:r>
              <w:t>Description</w:t>
            </w:r>
          </w:p>
          <w:p w14:paraId="6F7D8D11" w14:textId="2F6ABA16" w:rsidR="008A2896" w:rsidRPr="00F32238" w:rsidRDefault="39C836A3" w:rsidP="000F7DF6">
            <w:pPr>
              <w:pStyle w:val="Heading3"/>
            </w:pPr>
            <w:bookmarkStart w:id="33" w:name="_Toc100844149"/>
            <w:bookmarkStart w:id="34" w:name="_Toc126654694"/>
            <w:r>
              <w:t>Type</w:t>
            </w:r>
            <w:bookmarkEnd w:id="33"/>
            <w:bookmarkEnd w:id="34"/>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0F76556E" w:rsidR="008A2896" w:rsidRPr="00C5657D" w:rsidRDefault="004722CC" w:rsidP="15AD1AA5">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0F4996B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31"/>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10ADCC6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7438C3A9" w:rsidR="008A2896" w:rsidRPr="009A7871" w:rsidRDefault="008A2896" w:rsidP="009A7871">
            <w:pPr>
              <w:pStyle w:val="TableText"/>
            </w:pPr>
            <w:r w:rsidRPr="009A7871">
              <w:t>Blanket Order – with release</w:t>
            </w:r>
          </w:p>
        </w:tc>
        <w:tc>
          <w:tcPr>
            <w:tcW w:w="1890" w:type="dxa"/>
            <w:shd w:val="clear" w:color="auto" w:fill="auto"/>
            <w:tcMar>
              <w:top w:w="108" w:type="dxa"/>
              <w:bottom w:w="108" w:type="dxa"/>
            </w:tcMar>
            <w:vAlign w:val="center"/>
          </w:tcPr>
          <w:p w14:paraId="7F2FF243" w14:textId="784ABC99"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40B71DA2" w:rsidR="008A2896" w:rsidRPr="009A7871" w:rsidRDefault="008A2896" w:rsidP="009A7871">
            <w:pPr>
              <w:pStyle w:val="TableText"/>
            </w:pPr>
            <w:r w:rsidRPr="009A7871">
              <w:t>Blanket Order – without release</w:t>
            </w:r>
          </w:p>
        </w:tc>
        <w:tc>
          <w:tcPr>
            <w:tcW w:w="1890" w:type="dxa"/>
            <w:shd w:val="clear" w:color="auto" w:fill="auto"/>
            <w:tcMar>
              <w:top w:w="108" w:type="dxa"/>
              <w:bottom w:w="108" w:type="dxa"/>
            </w:tcMar>
            <w:vAlign w:val="center"/>
          </w:tcPr>
          <w:p w14:paraId="46B26369" w14:textId="07A3F9E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6D9235E6" w:rsidR="008A2896" w:rsidRPr="009A7871" w:rsidRDefault="008A2896" w:rsidP="009A7871">
            <w:pPr>
              <w:pStyle w:val="TableText"/>
            </w:pPr>
            <w:r w:rsidRPr="009A7871">
              <w:t>Service PO (Service structure/without parent - child lines)</w:t>
            </w:r>
          </w:p>
        </w:tc>
        <w:tc>
          <w:tcPr>
            <w:tcW w:w="1890" w:type="dxa"/>
            <w:shd w:val="clear" w:color="auto" w:fill="auto"/>
            <w:tcMar>
              <w:top w:w="108" w:type="dxa"/>
              <w:bottom w:w="108" w:type="dxa"/>
            </w:tcMar>
            <w:vAlign w:val="center"/>
          </w:tcPr>
          <w:p w14:paraId="5242EE80" w14:textId="1FCD475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0628303A" w:rsidR="008A2896" w:rsidRPr="009A7871" w:rsidRDefault="008A2896" w:rsidP="009A7871">
            <w:pPr>
              <w:pStyle w:val="TableText"/>
            </w:pPr>
            <w:r w:rsidRPr="009A7871">
              <w:t>Service PO (Service structure/with parent - child lines)</w:t>
            </w:r>
          </w:p>
        </w:tc>
        <w:tc>
          <w:tcPr>
            <w:tcW w:w="1890" w:type="dxa"/>
            <w:shd w:val="clear" w:color="auto" w:fill="auto"/>
            <w:tcMar>
              <w:top w:w="108" w:type="dxa"/>
              <w:bottom w:w="108" w:type="dxa"/>
            </w:tcMar>
            <w:vAlign w:val="center"/>
          </w:tcPr>
          <w:p w14:paraId="5B5A3C85" w14:textId="2BB1F964"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bookmarkStart w:id="35" w:name="_Hlk127529789"/>
            <w:r w:rsidRPr="009A7871">
              <w:t>Service PO (Material structure)</w:t>
            </w:r>
            <w:bookmarkEnd w:id="35"/>
          </w:p>
        </w:tc>
        <w:tc>
          <w:tcPr>
            <w:tcW w:w="1890" w:type="dxa"/>
            <w:shd w:val="clear" w:color="auto" w:fill="auto"/>
            <w:tcMar>
              <w:top w:w="108" w:type="dxa"/>
              <w:bottom w:w="108" w:type="dxa"/>
            </w:tcMar>
            <w:vAlign w:val="center"/>
          </w:tcPr>
          <w:p w14:paraId="09681E83" w14:textId="49471E7B" w:rsidR="008A2896" w:rsidRPr="00C5657D" w:rsidRDefault="009F773B" w:rsidP="15AD1AA5">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280C279D"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5EC1857F"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A50627A"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C53C3FC" w:rsidR="008A2896" w:rsidRPr="00C5657D" w:rsidRDefault="004205F0" w:rsidP="15AD1AA5">
            <w:pPr>
              <w:pStyle w:val="TableBullet"/>
              <w:tabs>
                <w:tab w:val="clear" w:pos="284"/>
                <w:tab w:val="clear" w:pos="567"/>
                <w:tab w:val="clear" w:pos="851"/>
              </w:tabs>
              <w:jc w:val="center"/>
            </w:pPr>
            <w:r w:rsidRPr="0085348E">
              <w:t>Yes</w:t>
            </w:r>
            <w:r w:rsidR="0085348E" w:rsidRPr="0085348E">
              <w:t xml:space="preserve">* - only through Order confirmation </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34F27390"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D4EB7A" w14:textId="77777777" w:rsidR="008A2896" w:rsidRPr="00EE54A6" w:rsidRDefault="008A2896" w:rsidP="15AD1AA5">
            <w:pPr>
              <w:pStyle w:val="TableText"/>
              <w:rPr>
                <w:lang w:val="es-ES"/>
              </w:rPr>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65D50A4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0F964A16"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42FD42CE"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32"/>
    </w:tbl>
    <w:p w14:paraId="6ECE16AF" w14:textId="1DD46F12" w:rsidR="004569BB" w:rsidRDefault="004569BB" w:rsidP="00E63537">
      <w:pPr>
        <w:pStyle w:val="BodyCopy"/>
      </w:pPr>
    </w:p>
    <w:p w14:paraId="04D5B9CA" w14:textId="1DB80B81" w:rsidR="001C08D3" w:rsidRDefault="004569BB" w:rsidP="003275CE">
      <w:r>
        <w:br w:type="page"/>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A70CDAA" w:rsidR="002C14F6" w:rsidRPr="00C5657D" w:rsidRDefault="002C14F6" w:rsidP="00531F00">
            <w:pPr>
              <w:pStyle w:val="TableHeadline"/>
            </w:pPr>
            <w:bookmarkStart w:id="36" w:name="_Hlk59648756"/>
            <w:r>
              <w:lastRenderedPageBreak/>
              <w:t>Description</w:t>
            </w:r>
          </w:p>
          <w:p w14:paraId="3FDA8A91" w14:textId="5C7E6FF5" w:rsidR="002C14F6" w:rsidRPr="002F4CC0" w:rsidRDefault="7508FC32" w:rsidP="000F7DF6">
            <w:pPr>
              <w:pStyle w:val="Heading3"/>
            </w:pPr>
            <w:bookmarkStart w:id="37" w:name="_Toc100844150"/>
            <w:bookmarkStart w:id="38" w:name="_Toc126654695"/>
            <w:r>
              <w:t>Attributes</w:t>
            </w:r>
            <w:bookmarkEnd w:id="37"/>
            <w:bookmarkEnd w:id="38"/>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A68183E" w14:textId="193352DB" w:rsidR="002C14F6" w:rsidRPr="00AA198F" w:rsidRDefault="003275CE" w:rsidP="0095729F">
            <w:pPr>
              <w:pStyle w:val="TableBullet"/>
              <w:numPr>
                <w:ilvl w:val="0"/>
                <w:numId w:val="3"/>
              </w:numPr>
              <w:ind w:left="144" w:hanging="144"/>
            </w:pPr>
            <w:r>
              <w:t>PRs created with multiple Ship To address will be split to individual POs. Each PO will contain only one Ship To address</w:t>
            </w:r>
            <w:r w:rsidR="0023185E">
              <w:t>. The Ship To address is to be expected at Header level</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08BCB10B" w14:textId="6D08A9B5" w:rsidR="00E57038" w:rsidRDefault="7DC5FBEB" w:rsidP="0095729F">
            <w:pPr>
              <w:pStyle w:val="TableBullet"/>
              <w:numPr>
                <w:ilvl w:val="0"/>
                <w:numId w:val="3"/>
              </w:numPr>
              <w:ind w:left="144" w:hanging="144"/>
            </w:pPr>
            <w:r>
              <w:t xml:space="preserve">Order numbers that </w:t>
            </w:r>
            <w:r w:rsidR="003275CE">
              <w:t>be different depending on the PO type:</w:t>
            </w:r>
          </w:p>
          <w:p w14:paraId="00636A96" w14:textId="1CC12374" w:rsidR="003275CE" w:rsidRDefault="003275CE" w:rsidP="003275CE">
            <w:pPr>
              <w:pStyle w:val="TableBullet"/>
              <w:numPr>
                <w:ilvl w:val="1"/>
                <w:numId w:val="3"/>
              </w:numPr>
            </w:pPr>
            <w:r>
              <w:t>For material and Service starting with EP</w:t>
            </w:r>
          </w:p>
          <w:p w14:paraId="3879D10A" w14:textId="47CFDED8" w:rsidR="003275CE" w:rsidRDefault="003275CE" w:rsidP="003275CE">
            <w:pPr>
              <w:pStyle w:val="TableBullet"/>
              <w:numPr>
                <w:ilvl w:val="1"/>
                <w:numId w:val="3"/>
              </w:numPr>
            </w:pPr>
            <w:r>
              <w:t>BPO starting with BPO</w:t>
            </w:r>
          </w:p>
          <w:p w14:paraId="0CA4DDA3" w14:textId="28E81D4F" w:rsidR="003275CE" w:rsidRPr="00AA198F" w:rsidRDefault="003275CE" w:rsidP="003275CE">
            <w:pPr>
              <w:pStyle w:val="TableBullet"/>
              <w:numPr>
                <w:ilvl w:val="1"/>
                <w:numId w:val="3"/>
              </w:numPr>
            </w:pPr>
            <w:r>
              <w:t>Contract starting with C</w:t>
            </w:r>
          </w:p>
          <w:p w14:paraId="6786A90F" w14:textId="77777777" w:rsidR="002C14F6" w:rsidRPr="00C5657D" w:rsidRDefault="002C14F6" w:rsidP="00531F00">
            <w:pPr>
              <w:pStyle w:val="TableBullet"/>
              <w:tabs>
                <w:tab w:val="clear" w:pos="284"/>
                <w:tab w:val="clear" w:pos="567"/>
                <w:tab w:val="clear" w:pos="851"/>
              </w:tabs>
            </w:pP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9A7871" w:rsidRDefault="2B78D431" w:rsidP="15AD1AA5">
            <w:pPr>
              <w:pStyle w:val="TableText"/>
            </w:pPr>
            <w:r>
              <w:t>Attachments</w:t>
            </w:r>
          </w:p>
        </w:tc>
        <w:tc>
          <w:tcPr>
            <w:tcW w:w="4500" w:type="dxa"/>
            <w:shd w:val="clear" w:color="auto" w:fill="auto"/>
            <w:tcMar>
              <w:top w:w="108" w:type="dxa"/>
              <w:bottom w:w="108" w:type="dxa"/>
            </w:tcMar>
          </w:tcPr>
          <w:p w14:paraId="773C8867" w14:textId="65394838" w:rsidR="00D72C8A" w:rsidRDefault="003275CE" w:rsidP="0095729F">
            <w:pPr>
              <w:pStyle w:val="TableBullet"/>
              <w:numPr>
                <w:ilvl w:val="0"/>
                <w:numId w:val="3"/>
              </w:numPr>
              <w:ind w:left="144" w:hanging="144"/>
            </w:pPr>
            <w:r>
              <w:t>Out of scope</w:t>
            </w:r>
          </w:p>
          <w:p w14:paraId="2AF53D94" w14:textId="77777777" w:rsidR="002C14F6" w:rsidRPr="00C5657D" w:rsidRDefault="002C14F6" w:rsidP="00531F00">
            <w:pPr>
              <w:pStyle w:val="TableBullet"/>
              <w:tabs>
                <w:tab w:val="clear" w:pos="284"/>
                <w:tab w:val="clear" w:pos="567"/>
                <w:tab w:val="clear" w:pos="851"/>
              </w:tabs>
            </w:pP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022AEC47" w:rsidR="002C14F6" w:rsidRPr="00C5657D" w:rsidRDefault="007F781D" w:rsidP="0095729F">
            <w:pPr>
              <w:pStyle w:val="TableBullet"/>
              <w:numPr>
                <w:ilvl w:val="0"/>
                <w:numId w:val="4"/>
              </w:numPr>
              <w:ind w:left="144" w:hanging="144"/>
            </w:pPr>
            <w:r>
              <w:t>All POs contain Bill To address and address ID. They must be copied back on the invoice</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002D5877" w:rsidR="002C14F6" w:rsidRPr="00C5657D" w:rsidRDefault="007F781D" w:rsidP="0095729F">
            <w:pPr>
              <w:pStyle w:val="TableBullet"/>
              <w:numPr>
                <w:ilvl w:val="0"/>
                <w:numId w:val="5"/>
              </w:numPr>
              <w:ind w:left="144" w:hanging="144"/>
            </w:pPr>
            <w:r>
              <w:t>All POs will contain Ship To and address ID on header OR line level. They must be copied back on the invoice. Ship To can contain Deliver To lines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0B3121CC" w:rsidR="002C14F6" w:rsidRPr="00C5657D" w:rsidRDefault="007F781D" w:rsidP="0095729F">
            <w:pPr>
              <w:pStyle w:val="TableBullet"/>
              <w:numPr>
                <w:ilvl w:val="0"/>
                <w:numId w:val="5"/>
              </w:numPr>
              <w:ind w:left="144" w:hanging="144"/>
            </w:pPr>
            <w:r>
              <w:t>All POs will contain Payment terms</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6B06DDC5" w:rsidR="002C14F6" w:rsidRPr="00C5657D" w:rsidRDefault="007F781D" w:rsidP="0095729F">
            <w:pPr>
              <w:pStyle w:val="TableBullet"/>
              <w:numPr>
                <w:ilvl w:val="0"/>
                <w:numId w:val="5"/>
              </w:numPr>
              <w:ind w:left="144" w:hanging="144"/>
            </w:pPr>
            <w:r>
              <w:t>Need By Date (requestedDeliveryDate) will be sent on all POs. Must be confirmed with Order confirmation.</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49CBD599" w14:textId="223F3A33" w:rsidR="007F781D" w:rsidRDefault="007F781D" w:rsidP="007F781D">
            <w:pPr>
              <w:pStyle w:val="TableBullet"/>
              <w:numPr>
                <w:ilvl w:val="0"/>
                <w:numId w:val="5"/>
              </w:numPr>
              <w:ind w:left="144" w:hanging="144"/>
            </w:pPr>
            <w:r>
              <w:t>Customer could be sending comment fields at header and line with the structure:</w:t>
            </w:r>
          </w:p>
          <w:p w14:paraId="62CC7076" w14:textId="4F881AFF" w:rsidR="007F781D" w:rsidRDefault="007F781D" w:rsidP="007F781D">
            <w:pPr>
              <w:pStyle w:val="TableBullet"/>
              <w:numPr>
                <w:ilvl w:val="1"/>
                <w:numId w:val="5"/>
              </w:numPr>
            </w:pPr>
            <w:r>
              <w:t xml:space="preserve">  Comment Type:</w:t>
            </w:r>
          </w:p>
          <w:p w14:paraId="4B4ACA90" w14:textId="77777777" w:rsidR="009D5C01" w:rsidRDefault="007F781D" w:rsidP="009D5C01">
            <w:pPr>
              <w:pStyle w:val="TableBullet"/>
              <w:numPr>
                <w:ilvl w:val="1"/>
                <w:numId w:val="5"/>
              </w:numPr>
            </w:pPr>
            <w:r>
              <w:t xml:space="preserve"> Comment Body:</w:t>
            </w:r>
          </w:p>
          <w:p w14:paraId="1B48847E" w14:textId="1ACC0B6C" w:rsidR="007F781D" w:rsidRDefault="009D5C01" w:rsidP="009D5C01">
            <w:pPr>
              <w:pStyle w:val="TableBullet"/>
              <w:numPr>
                <w:ilvl w:val="1"/>
                <w:numId w:val="5"/>
              </w:numPr>
            </w:pPr>
            <w:r>
              <w:t xml:space="preserve"> </w:t>
            </w:r>
            <w:r w:rsidR="007F781D">
              <w:t>Comment By:</w:t>
            </w:r>
          </w:p>
          <w:p w14:paraId="7F816C78" w14:textId="6DF16078" w:rsidR="002C14F6" w:rsidRPr="00C5657D" w:rsidRDefault="007F781D" w:rsidP="007F781D">
            <w:pPr>
              <w:pStyle w:val="TableBullet"/>
              <w:numPr>
                <w:ilvl w:val="1"/>
                <w:numId w:val="5"/>
              </w:numPr>
            </w:pPr>
            <w:r>
              <w:t xml:space="preserve"> Comment Date:</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0E46FBCD" w:rsidR="002C14F6" w:rsidRPr="00C5657D" w:rsidRDefault="007F781D" w:rsidP="0095729F">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08B492C" w:rsidR="002C14F6" w:rsidRDefault="007F781D" w:rsidP="0095729F">
            <w:pPr>
              <w:pStyle w:val="TableBullet"/>
              <w:numPr>
                <w:ilvl w:val="0"/>
                <w:numId w:val="5"/>
              </w:numPr>
              <w:ind w:left="144" w:hanging="144"/>
            </w:pPr>
            <w:r>
              <w:t>All POs will also contain numbering starting from 1. For example: line #1, line #2, etc.</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630A0F65" w14:textId="17341B9A" w:rsidR="007F781D" w:rsidRDefault="007F781D" w:rsidP="007F781D">
            <w:pPr>
              <w:pStyle w:val="TableBullet"/>
              <w:numPr>
                <w:ilvl w:val="0"/>
                <w:numId w:val="5"/>
              </w:numPr>
              <w:ind w:left="144" w:hanging="144"/>
            </w:pPr>
            <w:r>
              <w:t>Non-catalog orders will contain value “Not Available”</w:t>
            </w:r>
          </w:p>
          <w:p w14:paraId="041822A1" w14:textId="018EF956" w:rsidR="002C14F6" w:rsidRPr="00C5657D" w:rsidRDefault="002C14F6" w:rsidP="008B4807">
            <w:pPr>
              <w:pStyle w:val="TableBullet"/>
              <w:ind w:left="144"/>
            </w:pP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Default="00891C32" w:rsidP="0095729F">
            <w:pPr>
              <w:pStyle w:val="TableBullet"/>
              <w:numPr>
                <w:ilvl w:val="0"/>
                <w:numId w:val="5"/>
              </w:numPr>
              <w:ind w:left="144" w:hanging="144"/>
            </w:pPr>
            <w:hyperlink r:id="rId18" w:history="1">
              <w:r w:rsidR="00EF6BC3">
                <w:rPr>
                  <w:rStyle w:val="Hyperlink"/>
                  <w:rFonts w:cstheme="minorHAnsi"/>
                </w:rPr>
                <w:t>Precision Rounding on Invoices</w:t>
              </w:r>
            </w:hyperlink>
          </w:p>
          <w:p w14:paraId="394EE380" w14:textId="1C80873F" w:rsidR="0073069B" w:rsidRPr="00C5657D" w:rsidRDefault="007F781D" w:rsidP="0095729F">
            <w:pPr>
              <w:pStyle w:val="TableBullet"/>
              <w:numPr>
                <w:ilvl w:val="0"/>
                <w:numId w:val="5"/>
              </w:numPr>
              <w:ind w:left="144" w:hanging="144"/>
            </w:pPr>
            <w:r>
              <w:t xml:space="preserve">POs will sent with 2 decimals usually.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9A7871" w:rsidRDefault="2B78D431" w:rsidP="15AD1AA5">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318728F9" w:rsidR="002C14F6" w:rsidRPr="00C5657D" w:rsidRDefault="002C14F6" w:rsidP="0095729F">
            <w:pPr>
              <w:pStyle w:val="TableBullet"/>
              <w:numPr>
                <w:ilvl w:val="0"/>
                <w:numId w:val="5"/>
              </w:numPr>
              <w:ind w:left="144" w:hanging="144"/>
            </w:pPr>
            <w:r w:rsidRPr="00F436D4">
              <w:t>UNUOM</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74E20D73" w:rsidR="002C14F6" w:rsidRPr="00C5657D" w:rsidRDefault="007F781D" w:rsidP="0095729F">
            <w:pPr>
              <w:pStyle w:val="TableBullet"/>
              <w:numPr>
                <w:ilvl w:val="0"/>
                <w:numId w:val="5"/>
              </w:numPr>
              <w:ind w:left="144" w:hanging="144"/>
            </w:pPr>
            <w:r>
              <w:t>Ship To at line level can be expected for BPO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9A7871" w:rsidRDefault="2B78D431" w:rsidP="15AD1AA5">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3373C2B4" w:rsidR="002C14F6" w:rsidRPr="00C5657D" w:rsidRDefault="007F781D" w:rsidP="0095729F">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182EE19D" w14:textId="77777777" w:rsidR="002C14F6" w:rsidRPr="00EE54A6" w:rsidRDefault="002C14F6" w:rsidP="15AD1AA5">
            <w:pPr>
              <w:pStyle w:val="TableText"/>
              <w:rPr>
                <w:lang w:val="es-ES"/>
              </w:rPr>
            </w:pPr>
          </w:p>
        </w:tc>
      </w:tr>
      <w:tr w:rsidR="002C14F6" w:rsidRPr="00A32754" w14:paraId="60B2F699" w14:textId="78FA1055" w:rsidTr="15AD1AA5">
        <w:trPr>
          <w:trHeight w:val="206"/>
        </w:trPr>
        <w:tc>
          <w:tcPr>
            <w:tcW w:w="540" w:type="dxa"/>
            <w:vMerge/>
            <w:tcMar>
              <w:top w:w="108" w:type="dxa"/>
              <w:bottom w:w="108" w:type="dxa"/>
            </w:tcMar>
            <w:vAlign w:val="center"/>
          </w:tcPr>
          <w:p w14:paraId="339C7F45" w14:textId="77777777" w:rsidR="002C14F6" w:rsidRPr="009A7871" w:rsidRDefault="002C14F6" w:rsidP="008B4807">
            <w:pPr>
              <w:pStyle w:val="TableText"/>
            </w:pPr>
          </w:p>
        </w:tc>
        <w:tc>
          <w:tcPr>
            <w:tcW w:w="1260" w:type="dxa"/>
            <w:shd w:val="clear" w:color="auto" w:fill="auto"/>
            <w:vAlign w:val="center"/>
          </w:tcPr>
          <w:p w14:paraId="6F4EB7E7" w14:textId="4A04361E" w:rsidR="002C14F6" w:rsidRPr="009A7871" w:rsidRDefault="2B78D431" w:rsidP="15AD1AA5">
            <w:pPr>
              <w:pStyle w:val="TableText"/>
            </w:pPr>
            <w:r>
              <w:t>Service Date (start &amp; end)</w:t>
            </w:r>
          </w:p>
        </w:tc>
        <w:tc>
          <w:tcPr>
            <w:tcW w:w="4500" w:type="dxa"/>
            <w:shd w:val="clear" w:color="auto" w:fill="auto"/>
            <w:tcMar>
              <w:top w:w="108" w:type="dxa"/>
              <w:bottom w:w="108" w:type="dxa"/>
            </w:tcMar>
          </w:tcPr>
          <w:p w14:paraId="39F20BA2" w14:textId="3A2F30EA" w:rsidR="002C14F6" w:rsidRPr="00C5657D" w:rsidRDefault="007F781D" w:rsidP="0095729F">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14:paraId="2C518E82" w14:textId="539895A9" w:rsidR="002C14F6" w:rsidRPr="00EE54A6" w:rsidRDefault="002C14F6" w:rsidP="15AD1AA5">
            <w:pPr>
              <w:pStyle w:val="TableText"/>
              <w:rPr>
                <w:lang w:val="es-ES"/>
              </w:rPr>
            </w:pPr>
          </w:p>
        </w:tc>
      </w:tr>
      <w:bookmarkEnd w:id="36"/>
    </w:tbl>
    <w:p w14:paraId="3DC8AB54" w14:textId="0179E9F0" w:rsidR="000815BF" w:rsidRDefault="000815BF"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0501A0C2" w:rsidR="007D6DED" w:rsidRPr="00C5657D" w:rsidRDefault="000815BF" w:rsidP="00AF0B30">
            <w:pPr>
              <w:pStyle w:val="TableHeadline"/>
            </w:pPr>
            <w:r>
              <w:br w:type="page"/>
            </w:r>
            <w:r w:rsidR="007D6DED">
              <w:t>Description</w:t>
            </w:r>
          </w:p>
          <w:p w14:paraId="79839B1B" w14:textId="35555F1E" w:rsidR="007D6DED" w:rsidRPr="002F4CC0" w:rsidRDefault="3E054598" w:rsidP="000F7DF6">
            <w:pPr>
              <w:pStyle w:val="Heading3"/>
            </w:pPr>
            <w:bookmarkStart w:id="39" w:name="_Toc100844151"/>
            <w:bookmarkStart w:id="40" w:name="_Toc126654696"/>
            <w:r>
              <w:t>Order Processing Specifics</w:t>
            </w:r>
            <w:bookmarkEnd w:id="39"/>
            <w:bookmarkEnd w:id="40"/>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11561131" w:rsidR="00070FE0" w:rsidRPr="00686582" w:rsidRDefault="00BB4C2C" w:rsidP="15AD1AA5">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5690EF57" w:rsidR="00070FE0" w:rsidRPr="00686582" w:rsidRDefault="00BB4C2C" w:rsidP="15AD1AA5">
            <w:pPr>
              <w:pStyle w:val="TableText"/>
            </w:pPr>
            <w:r w:rsidRPr="00686582">
              <w:t>Order changes could result in communication with Kyndryl if the systematic process does not resolve differences on POs. Also Invoice issues may require communication</w:t>
            </w:r>
            <w:r w:rsidR="00310DEA" w:rsidRPr="00686582">
              <w:t xml:space="preserve"> between Companies</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27C74C2F" w:rsidR="00070FE0" w:rsidRPr="00686582" w:rsidRDefault="00310DEA" w:rsidP="15AD1AA5">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77777777" w:rsidR="00070FE0" w:rsidRPr="002F4630" w:rsidRDefault="00070FE0" w:rsidP="15AD1AA5">
            <w:pPr>
              <w:pStyle w:val="TableText"/>
            </w:pP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77777777" w:rsidR="00694D84" w:rsidRPr="002F4630" w:rsidRDefault="00694D84" w:rsidP="15AD1AA5">
            <w:pPr>
              <w:pStyle w:val="TableText"/>
            </w:pP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7DC2E8A8" w:rsidR="00694D84" w:rsidRPr="002F4630" w:rsidRDefault="00310DEA" w:rsidP="15AD1AA5">
            <w:pPr>
              <w:pStyle w:val="TableText"/>
            </w:pPr>
            <w:r>
              <w:t>This could be local country laws, usually related to Taxation</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25942CEB" w14:textId="408BFF0D" w:rsidR="00946231" w:rsidRPr="002F4630" w:rsidRDefault="00946231" w:rsidP="00E63537">
      <w:pPr>
        <w:pStyle w:val="BodyCopy"/>
      </w:pPr>
    </w:p>
    <w:p w14:paraId="55C45ABB" w14:textId="68D99CEF" w:rsidR="00946231" w:rsidRPr="002F4630" w:rsidRDefault="00946231" w:rsidP="00E63537">
      <w:pPr>
        <w:pStyle w:val="BodyCopy"/>
      </w:pPr>
    </w:p>
    <w:p w14:paraId="7F667754" w14:textId="18FCD10C" w:rsidR="00946231" w:rsidRPr="002F4630" w:rsidRDefault="00946231" w:rsidP="00E63537">
      <w:pPr>
        <w:pStyle w:val="BodyCopy"/>
      </w:pPr>
    </w:p>
    <w:p w14:paraId="35EC72D5" w14:textId="4AFE1511" w:rsidR="00946231" w:rsidRPr="002F4630" w:rsidRDefault="00946231" w:rsidP="00E63537">
      <w:pPr>
        <w:pStyle w:val="BodyCopy"/>
      </w:pPr>
    </w:p>
    <w:p w14:paraId="107B1627" w14:textId="77777777" w:rsidR="00946231" w:rsidRPr="002F4630" w:rsidRDefault="00946231" w:rsidP="00E63537">
      <w:pPr>
        <w:pStyle w:val="BodyCopy"/>
      </w:pPr>
    </w:p>
    <w:p w14:paraId="598C0EDF" w14:textId="20DAEE42" w:rsidR="0045132C" w:rsidRPr="002F4630" w:rsidRDefault="0045132C" w:rsidP="00E63537">
      <w:pPr>
        <w:pStyle w:val="BodyCopy"/>
      </w:pPr>
    </w:p>
    <w:p w14:paraId="018C216C" w14:textId="2D2F7862" w:rsidR="007A4918" w:rsidRDefault="007A4918">
      <w:r>
        <w:br w:type="page"/>
      </w:r>
    </w:p>
    <w:p w14:paraId="0E3488A4" w14:textId="0B1849D1" w:rsidR="0045132C" w:rsidRDefault="0CB8AC1A" w:rsidP="00794AD4">
      <w:pPr>
        <w:pStyle w:val="Heading2"/>
      </w:pPr>
      <w:bookmarkStart w:id="41" w:name="_Toc59701043"/>
      <w:bookmarkStart w:id="42" w:name="_Toc59701317"/>
      <w:bookmarkStart w:id="43" w:name="_Toc59701354"/>
      <w:bookmarkStart w:id="44" w:name="_Toc59702002"/>
      <w:bookmarkStart w:id="45" w:name="_Toc100844152"/>
      <w:bookmarkStart w:id="46" w:name="_Toc126654697"/>
      <w:r>
        <w:lastRenderedPageBreak/>
        <w:t>Order Confirmation</w:t>
      </w:r>
      <w:bookmarkEnd w:id="41"/>
      <w:bookmarkEnd w:id="42"/>
      <w:bookmarkEnd w:id="43"/>
      <w:bookmarkEnd w:id="44"/>
      <w:bookmarkEnd w:id="45"/>
      <w:bookmarkEnd w:id="46"/>
    </w:p>
    <w:p w14:paraId="0B396A42" w14:textId="77777777" w:rsidR="000E4EEA" w:rsidRDefault="000E4EEA" w:rsidP="006E4811"/>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47" w:name="_Toc100844153"/>
            <w:bookmarkStart w:id="48" w:name="_Toc126654698"/>
            <w:r>
              <w:t>Type</w:t>
            </w:r>
            <w:bookmarkEnd w:id="47"/>
            <w:bookmarkEnd w:id="48"/>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74F0C5C0" w:rsidR="00CA5E09" w:rsidRPr="00C5657D" w:rsidRDefault="00DB4565" w:rsidP="15AD1AA5">
            <w:pPr>
              <w:pStyle w:val="TableBullet"/>
              <w:keepNext/>
              <w:tabs>
                <w:tab w:val="clear" w:pos="284"/>
                <w:tab w:val="clear" w:pos="567"/>
                <w:tab w:val="clear" w:pos="851"/>
              </w:tabs>
              <w:jc w:val="center"/>
              <w:rPr>
                <w:lang w:val="fr-FR"/>
              </w:rPr>
            </w:pPr>
            <w:r>
              <w:rPr>
                <w:lang w:val="fr-FR"/>
              </w:rPr>
              <w:t>Optional</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4024D4F5" w:rsidR="00CA5E09" w:rsidRPr="00C5657D" w:rsidRDefault="00DB4565"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6438128E" w14:textId="6D8526BF" w:rsidR="000E4EEA" w:rsidRDefault="000E4EEA" w:rsidP="00E63537">
      <w:pPr>
        <w:pStyle w:val="BodyCopy"/>
        <w:rPr>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99"/>
        <w:gridCol w:w="1511"/>
        <w:gridCol w:w="3732"/>
        <w:gridCol w:w="11"/>
        <w:gridCol w:w="3055"/>
        <w:gridCol w:w="14"/>
      </w:tblGrid>
      <w:tr w:rsidR="00076F4C" w:rsidRPr="00C5657D" w14:paraId="35A131CC" w14:textId="77777777" w:rsidTr="000D3734">
        <w:trPr>
          <w:gridAfter w:val="1"/>
          <w:wAfter w:w="14" w:type="dxa"/>
          <w:trHeight w:val="587"/>
          <w:tblHeader/>
        </w:trPr>
        <w:tc>
          <w:tcPr>
            <w:tcW w:w="1737"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49"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50" w:name="_Toc100844154"/>
            <w:bookmarkStart w:id="51" w:name="_Toc126654699"/>
            <w:r w:rsidRPr="000F7DF6">
              <w:t>Attributes</w:t>
            </w:r>
            <w:bookmarkEnd w:id="50"/>
            <w:bookmarkEnd w:id="51"/>
          </w:p>
        </w:tc>
        <w:tc>
          <w:tcPr>
            <w:tcW w:w="1511"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9" w:type="dxa"/>
            <w:shd w:val="clear" w:color="auto" w:fill="auto"/>
            <w:vAlign w:val="center"/>
          </w:tcPr>
          <w:p w14:paraId="0334CC7B" w14:textId="77777777" w:rsidR="00236BB0" w:rsidRPr="009A7871" w:rsidRDefault="00236BB0" w:rsidP="001E6091">
            <w:pPr>
              <w:pStyle w:val="TableText"/>
            </w:pPr>
            <w:r>
              <w:t>Attachments</w:t>
            </w:r>
          </w:p>
        </w:tc>
        <w:tc>
          <w:tcPr>
            <w:tcW w:w="1511" w:type="dxa"/>
            <w:vAlign w:val="center"/>
          </w:tcPr>
          <w:p w14:paraId="6A34DAE0" w14:textId="7C96AC69" w:rsidR="00236BB0" w:rsidRDefault="00DB4565" w:rsidP="15AD1AA5">
            <w:pPr>
              <w:pStyle w:val="TableBullet"/>
              <w:tabs>
                <w:tab w:val="clear" w:pos="284"/>
                <w:tab w:val="clear" w:pos="567"/>
                <w:tab w:val="clear" w:pos="851"/>
              </w:tabs>
              <w:jc w:val="center"/>
            </w:pPr>
            <w:r w:rsidRPr="00D13127">
              <w:rPr>
                <w:bCs/>
              </w:rPr>
              <w:t>Out of Scope</w:t>
            </w:r>
          </w:p>
        </w:tc>
        <w:tc>
          <w:tcPr>
            <w:tcW w:w="3732" w:type="dxa"/>
            <w:shd w:val="clear" w:color="auto" w:fill="auto"/>
            <w:tcMar>
              <w:top w:w="108" w:type="dxa"/>
              <w:bottom w:w="108" w:type="dxa"/>
            </w:tcMar>
          </w:tcPr>
          <w:p w14:paraId="1B952EF4" w14:textId="60EF9433" w:rsidR="00236BB0" w:rsidRPr="00C5657D" w:rsidRDefault="00236BB0" w:rsidP="00DB4565">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000D3734">
        <w:trPr>
          <w:gridAfter w:val="1"/>
          <w:wAfter w:w="14" w:type="dxa"/>
          <w:trHeight w:val="207"/>
        </w:trPr>
        <w:tc>
          <w:tcPr>
            <w:tcW w:w="438" w:type="dxa"/>
            <w:vMerge/>
            <w:tcMar>
              <w:top w:w="108" w:type="dxa"/>
              <w:bottom w:w="108" w:type="dxa"/>
            </w:tcMar>
            <w:vAlign w:val="center"/>
          </w:tcPr>
          <w:p w14:paraId="420A5CF7" w14:textId="77777777" w:rsidR="00236BB0" w:rsidRDefault="00236BB0" w:rsidP="001E6091">
            <w:pPr>
              <w:pStyle w:val="TableText"/>
            </w:pPr>
          </w:p>
        </w:tc>
        <w:tc>
          <w:tcPr>
            <w:tcW w:w="1299" w:type="dxa"/>
            <w:shd w:val="clear" w:color="auto" w:fill="auto"/>
            <w:vAlign w:val="center"/>
          </w:tcPr>
          <w:p w14:paraId="229D552F" w14:textId="0029FFF0" w:rsidR="00236BB0" w:rsidRDefault="00236BB0" w:rsidP="001E6091">
            <w:pPr>
              <w:pStyle w:val="TableText"/>
            </w:pPr>
            <w:r>
              <w:t>Change Orders</w:t>
            </w:r>
          </w:p>
        </w:tc>
        <w:tc>
          <w:tcPr>
            <w:tcW w:w="1511" w:type="dxa"/>
            <w:vAlign w:val="center"/>
          </w:tcPr>
          <w:p w14:paraId="6B584F7B" w14:textId="3C54BFA2" w:rsidR="00236BB0" w:rsidRPr="00D62845"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8D9C3AB" w14:textId="5A3C01A7" w:rsidR="00236BB0" w:rsidRPr="00C5657D" w:rsidRDefault="0094177C" w:rsidP="0095729F">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076F4C" w:rsidRPr="00A32754" w14:paraId="7F3D5C39" w14:textId="77777777" w:rsidTr="000D3734">
        <w:trPr>
          <w:gridAfter w:val="1"/>
          <w:wAfter w:w="14" w:type="dxa"/>
          <w:trHeight w:val="207"/>
        </w:trPr>
        <w:tc>
          <w:tcPr>
            <w:tcW w:w="438" w:type="dxa"/>
            <w:vMerge/>
            <w:tcMar>
              <w:top w:w="108" w:type="dxa"/>
              <w:bottom w:w="108" w:type="dxa"/>
            </w:tcMar>
            <w:vAlign w:val="center"/>
          </w:tcPr>
          <w:p w14:paraId="4546B9E2" w14:textId="77777777" w:rsidR="00236BB0" w:rsidRDefault="00236BB0" w:rsidP="001E6091">
            <w:pPr>
              <w:pStyle w:val="TableText"/>
            </w:pPr>
          </w:p>
        </w:tc>
        <w:tc>
          <w:tcPr>
            <w:tcW w:w="1299" w:type="dxa"/>
            <w:shd w:val="clear" w:color="auto" w:fill="auto"/>
            <w:vAlign w:val="center"/>
          </w:tcPr>
          <w:p w14:paraId="4555DD0E" w14:textId="75CEBE62" w:rsidR="00236BB0" w:rsidRDefault="00236BB0" w:rsidP="001E6091">
            <w:pPr>
              <w:pStyle w:val="TableText"/>
            </w:pPr>
            <w:r>
              <w:t>Tolerance</w:t>
            </w:r>
          </w:p>
        </w:tc>
        <w:tc>
          <w:tcPr>
            <w:tcW w:w="1511" w:type="dxa"/>
            <w:vAlign w:val="center"/>
          </w:tcPr>
          <w:p w14:paraId="37E05654" w14:textId="2E541813" w:rsidR="00236BB0"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A0E46A5" w14:textId="0E5CF5F8" w:rsidR="00236BB0" w:rsidRPr="00AC6CE1" w:rsidRDefault="00236BB0" w:rsidP="00850FA7">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14:paraId="2D67B952" w14:textId="77777777" w:rsidR="00236BB0" w:rsidRPr="00EE54A6" w:rsidRDefault="00236BB0" w:rsidP="15AD1AA5">
            <w:pPr>
              <w:pStyle w:val="TableText"/>
              <w:rPr>
                <w:lang w:val="es-ES"/>
              </w:rPr>
            </w:pPr>
          </w:p>
        </w:tc>
      </w:tr>
      <w:tr w:rsidR="003D0A9A" w:rsidRPr="00A32754" w14:paraId="7A8E5535"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3477BD34" w14:textId="77777777" w:rsidR="003D0A9A" w:rsidRPr="009A7871" w:rsidRDefault="003D0A9A" w:rsidP="003D0A9A">
            <w:pPr>
              <w:pStyle w:val="TableText"/>
              <w:ind w:left="115" w:right="115"/>
              <w:jc w:val="center"/>
            </w:pPr>
            <w:r>
              <w:t>Header</w:t>
            </w:r>
          </w:p>
        </w:tc>
        <w:tc>
          <w:tcPr>
            <w:tcW w:w="1299" w:type="dxa"/>
            <w:shd w:val="clear" w:color="auto" w:fill="auto"/>
            <w:vAlign w:val="center"/>
          </w:tcPr>
          <w:p w14:paraId="70A2512C" w14:textId="71992732" w:rsidR="003D0A9A" w:rsidRPr="009A7871" w:rsidRDefault="003D0A9A" w:rsidP="003D0A9A">
            <w:pPr>
              <w:pStyle w:val="TableText"/>
            </w:pPr>
            <w:r>
              <w:t>OC updates</w:t>
            </w:r>
          </w:p>
        </w:tc>
        <w:tc>
          <w:tcPr>
            <w:tcW w:w="1511" w:type="dxa"/>
            <w:vAlign w:val="center"/>
          </w:tcPr>
          <w:p w14:paraId="26A9242D" w14:textId="41A5E34C" w:rsidR="003D0A9A" w:rsidRDefault="00093A96" w:rsidP="15AD1AA5">
            <w:pPr>
              <w:pStyle w:val="TableBullet"/>
              <w:jc w:val="center"/>
            </w:pPr>
            <w:r>
              <w:t>Optional</w:t>
            </w:r>
          </w:p>
        </w:tc>
        <w:tc>
          <w:tcPr>
            <w:tcW w:w="3732" w:type="dxa"/>
            <w:shd w:val="clear" w:color="auto" w:fill="auto"/>
            <w:tcMar>
              <w:top w:w="108" w:type="dxa"/>
              <w:bottom w:w="108" w:type="dxa"/>
            </w:tcMar>
          </w:tcPr>
          <w:p w14:paraId="42EA4194" w14:textId="6C734E9C" w:rsidR="003D0A9A" w:rsidRPr="00C5657D" w:rsidRDefault="00850FA7" w:rsidP="0095729F">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14:paraId="272D44D3" w14:textId="77777777" w:rsidR="003D0A9A" w:rsidRPr="00EE54A6" w:rsidRDefault="003D0A9A" w:rsidP="15AD1AA5">
            <w:pPr>
              <w:pStyle w:val="TableText"/>
              <w:rPr>
                <w:lang w:val="es-ES"/>
              </w:rPr>
            </w:pPr>
          </w:p>
        </w:tc>
      </w:tr>
      <w:tr w:rsidR="003D0A9A" w:rsidRPr="00A32754" w14:paraId="71B5CAA7" w14:textId="77777777" w:rsidTr="000D3734">
        <w:trPr>
          <w:gridAfter w:val="1"/>
          <w:wAfter w:w="14" w:type="dxa"/>
          <w:trHeight w:val="207"/>
        </w:trPr>
        <w:tc>
          <w:tcPr>
            <w:tcW w:w="438" w:type="dxa"/>
            <w:vMerge/>
            <w:tcMar>
              <w:top w:w="108" w:type="dxa"/>
              <w:bottom w:w="108" w:type="dxa"/>
            </w:tcMar>
            <w:vAlign w:val="center"/>
          </w:tcPr>
          <w:p w14:paraId="35C83434" w14:textId="77777777" w:rsidR="003D0A9A" w:rsidRDefault="003D0A9A" w:rsidP="003D0A9A">
            <w:pPr>
              <w:pStyle w:val="TableText"/>
              <w:spacing w:before="240"/>
            </w:pPr>
          </w:p>
        </w:tc>
        <w:tc>
          <w:tcPr>
            <w:tcW w:w="1299" w:type="dxa"/>
            <w:shd w:val="clear" w:color="auto" w:fill="auto"/>
            <w:vAlign w:val="center"/>
          </w:tcPr>
          <w:p w14:paraId="5C878522" w14:textId="71F2C307" w:rsidR="003D0A9A" w:rsidRDefault="003D0A9A" w:rsidP="003D0A9A">
            <w:pPr>
              <w:pStyle w:val="TableText"/>
            </w:pPr>
            <w:r>
              <w:t>Rejection Reason</w:t>
            </w:r>
          </w:p>
        </w:tc>
        <w:tc>
          <w:tcPr>
            <w:tcW w:w="1511" w:type="dxa"/>
            <w:vAlign w:val="center"/>
          </w:tcPr>
          <w:p w14:paraId="560B45D0" w14:textId="62E6207A" w:rsidR="003D0A9A" w:rsidRDefault="00DB4565" w:rsidP="15AD1AA5">
            <w:pPr>
              <w:pStyle w:val="TableBullet"/>
              <w:jc w:val="center"/>
            </w:pPr>
            <w:r>
              <w:t>Required</w:t>
            </w:r>
          </w:p>
        </w:tc>
        <w:tc>
          <w:tcPr>
            <w:tcW w:w="3732" w:type="dxa"/>
            <w:shd w:val="clear" w:color="auto" w:fill="auto"/>
            <w:tcMar>
              <w:top w:w="108" w:type="dxa"/>
              <w:bottom w:w="108" w:type="dxa"/>
            </w:tcMar>
          </w:tcPr>
          <w:p w14:paraId="0FCEB7B4" w14:textId="77777777" w:rsidR="003D0A9A" w:rsidRDefault="00DB4565" w:rsidP="0095729F">
            <w:pPr>
              <w:pStyle w:val="TableBullet"/>
              <w:numPr>
                <w:ilvl w:val="0"/>
                <w:numId w:val="5"/>
              </w:numPr>
              <w:ind w:left="144" w:hanging="144"/>
            </w:pPr>
            <w:r>
              <w:t>Allowed are full PO and partial PO rejection</w:t>
            </w:r>
          </w:p>
          <w:p w14:paraId="09821BF3" w14:textId="53DBE75E" w:rsidR="00DB4565" w:rsidRDefault="00DB4565" w:rsidP="0095729F">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14:paraId="5F76F585" w14:textId="77777777" w:rsidR="003D0A9A" w:rsidRPr="00EE54A6" w:rsidRDefault="003D0A9A" w:rsidP="15AD1AA5">
            <w:pPr>
              <w:pStyle w:val="TableText"/>
              <w:rPr>
                <w:lang w:val="es-ES"/>
              </w:rPr>
            </w:pPr>
          </w:p>
        </w:tc>
      </w:tr>
      <w:tr w:rsidR="00076F4C" w:rsidRPr="00A32754" w14:paraId="2FE58E93" w14:textId="77777777" w:rsidTr="000D3734">
        <w:trPr>
          <w:gridAfter w:val="1"/>
          <w:wAfter w:w="14" w:type="dxa"/>
          <w:trHeight w:val="207"/>
        </w:trPr>
        <w:tc>
          <w:tcPr>
            <w:tcW w:w="438" w:type="dxa"/>
            <w:vMerge/>
            <w:tcMar>
              <w:top w:w="108" w:type="dxa"/>
              <w:bottom w:w="108" w:type="dxa"/>
            </w:tcMar>
            <w:vAlign w:val="center"/>
          </w:tcPr>
          <w:p w14:paraId="7BF69E29" w14:textId="77777777" w:rsidR="00236BB0" w:rsidRDefault="00236BB0" w:rsidP="001E6091">
            <w:pPr>
              <w:pStyle w:val="TableText"/>
              <w:spacing w:before="240"/>
            </w:pPr>
          </w:p>
        </w:tc>
        <w:tc>
          <w:tcPr>
            <w:tcW w:w="1299" w:type="dxa"/>
            <w:shd w:val="clear" w:color="auto" w:fill="auto"/>
            <w:vAlign w:val="center"/>
          </w:tcPr>
          <w:p w14:paraId="3F1E8AF3" w14:textId="3C6D69B8" w:rsidR="00236BB0" w:rsidRDefault="00236BB0" w:rsidP="001E6091">
            <w:pPr>
              <w:pStyle w:val="TableText"/>
            </w:pPr>
            <w:r>
              <w:t>Acceptance</w:t>
            </w:r>
          </w:p>
        </w:tc>
        <w:tc>
          <w:tcPr>
            <w:tcW w:w="1511" w:type="dxa"/>
            <w:vAlign w:val="center"/>
          </w:tcPr>
          <w:p w14:paraId="32661DE0" w14:textId="37439949" w:rsidR="00236BB0" w:rsidRDefault="00334CA9" w:rsidP="15AD1AA5">
            <w:pPr>
              <w:pStyle w:val="TableBullet"/>
              <w:jc w:val="center"/>
            </w:pPr>
            <w:r>
              <w:t>Required</w:t>
            </w:r>
          </w:p>
        </w:tc>
        <w:tc>
          <w:tcPr>
            <w:tcW w:w="3732" w:type="dxa"/>
            <w:shd w:val="clear" w:color="auto" w:fill="auto"/>
            <w:tcMar>
              <w:top w:w="108" w:type="dxa"/>
              <w:bottom w:w="108" w:type="dxa"/>
            </w:tcMar>
          </w:tcPr>
          <w:p w14:paraId="11C55017" w14:textId="7C03A650" w:rsidR="00236BB0" w:rsidRDefault="00334CA9" w:rsidP="0095729F">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14:paraId="27BA4493" w14:textId="77777777" w:rsidR="00236BB0" w:rsidRPr="00EE54A6" w:rsidRDefault="00236BB0" w:rsidP="15AD1AA5">
            <w:pPr>
              <w:pStyle w:val="TableText"/>
              <w:rPr>
                <w:lang w:val="es-ES"/>
              </w:rPr>
            </w:pPr>
          </w:p>
        </w:tc>
      </w:tr>
      <w:tr w:rsidR="00076F4C" w:rsidRPr="00A32754" w14:paraId="02595878"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660F296C" w14:textId="52E68592" w:rsidR="00236BB0" w:rsidRDefault="00236BB0" w:rsidP="002656D3">
            <w:pPr>
              <w:pStyle w:val="TableText"/>
              <w:ind w:left="113" w:right="113"/>
              <w:jc w:val="center"/>
            </w:pPr>
            <w:r>
              <w:t>Line</w:t>
            </w:r>
            <w:r w:rsidRPr="009A7871">
              <w:t xml:space="preserve"> </w:t>
            </w:r>
            <w:r>
              <w:t>Level</w:t>
            </w:r>
          </w:p>
        </w:tc>
        <w:tc>
          <w:tcPr>
            <w:tcW w:w="1299" w:type="dxa"/>
            <w:shd w:val="clear" w:color="auto" w:fill="auto"/>
            <w:vAlign w:val="center"/>
          </w:tcPr>
          <w:p w14:paraId="6EB511BD" w14:textId="29CE1E7C" w:rsidR="00236BB0" w:rsidRDefault="00236BB0" w:rsidP="001E6091">
            <w:pPr>
              <w:pStyle w:val="TableText"/>
            </w:pPr>
            <w:r>
              <w:t>Changes</w:t>
            </w:r>
          </w:p>
        </w:tc>
        <w:tc>
          <w:tcPr>
            <w:tcW w:w="1511" w:type="dxa"/>
            <w:vAlign w:val="center"/>
          </w:tcPr>
          <w:p w14:paraId="2A939C67" w14:textId="708264EB" w:rsidR="00236BB0" w:rsidRDefault="00334CA9" w:rsidP="15AD1AA5">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14:paraId="33766304" w14:textId="2645F7E2" w:rsidR="00236BB0" w:rsidRDefault="00236BB0" w:rsidP="00334CA9">
            <w:pPr>
              <w:pStyle w:val="TableBullet"/>
              <w:ind w:left="144"/>
            </w:pPr>
          </w:p>
        </w:tc>
        <w:tc>
          <w:tcPr>
            <w:tcW w:w="3066" w:type="dxa"/>
            <w:gridSpan w:val="2"/>
            <w:shd w:val="clear" w:color="auto" w:fill="auto"/>
            <w:tcMar>
              <w:top w:w="108" w:type="dxa"/>
              <w:bottom w:w="108" w:type="dxa"/>
            </w:tcMar>
            <w:vAlign w:val="center"/>
          </w:tcPr>
          <w:p w14:paraId="19489A3B" w14:textId="77777777" w:rsidR="00236BB0" w:rsidRPr="00EE54A6" w:rsidRDefault="00236BB0" w:rsidP="15AD1AA5">
            <w:pPr>
              <w:pStyle w:val="TableText"/>
              <w:rPr>
                <w:lang w:val="es-ES"/>
              </w:rPr>
            </w:pPr>
          </w:p>
        </w:tc>
      </w:tr>
      <w:tr w:rsidR="00076F4C" w:rsidRPr="00A32754" w14:paraId="75B24267" w14:textId="77777777" w:rsidTr="000D3734">
        <w:trPr>
          <w:gridAfter w:val="1"/>
          <w:wAfter w:w="14" w:type="dxa"/>
          <w:trHeight w:val="207"/>
        </w:trPr>
        <w:tc>
          <w:tcPr>
            <w:tcW w:w="438" w:type="dxa"/>
            <w:vMerge/>
            <w:tcMar>
              <w:top w:w="108" w:type="dxa"/>
              <w:bottom w:w="108" w:type="dxa"/>
            </w:tcMar>
            <w:vAlign w:val="center"/>
          </w:tcPr>
          <w:p w14:paraId="38A3B05D" w14:textId="77777777" w:rsidR="00236BB0" w:rsidRPr="009A7871" w:rsidRDefault="00236BB0" w:rsidP="001E6091">
            <w:pPr>
              <w:pStyle w:val="TableText"/>
            </w:pPr>
          </w:p>
        </w:tc>
        <w:tc>
          <w:tcPr>
            <w:tcW w:w="1299" w:type="dxa"/>
            <w:shd w:val="clear" w:color="auto" w:fill="auto"/>
            <w:vAlign w:val="center"/>
          </w:tcPr>
          <w:p w14:paraId="7AB19F2C" w14:textId="018CB437" w:rsidR="00236BB0" w:rsidRPr="009A7871" w:rsidRDefault="00236BB0" w:rsidP="001E6091">
            <w:pPr>
              <w:pStyle w:val="TableText"/>
            </w:pPr>
            <w:r>
              <w:t>Line Comments</w:t>
            </w:r>
          </w:p>
        </w:tc>
        <w:tc>
          <w:tcPr>
            <w:tcW w:w="1511" w:type="dxa"/>
            <w:vAlign w:val="center"/>
          </w:tcPr>
          <w:p w14:paraId="13123EED" w14:textId="2F24010F"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7424E064" w14:textId="5066CEA4"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21D76F78" w14:textId="77777777" w:rsidR="00236BB0" w:rsidRPr="00EE54A6" w:rsidRDefault="00236BB0" w:rsidP="15AD1AA5">
            <w:pPr>
              <w:pStyle w:val="TableText"/>
              <w:rPr>
                <w:lang w:val="es-ES"/>
              </w:rPr>
            </w:pPr>
          </w:p>
        </w:tc>
      </w:tr>
      <w:tr w:rsidR="00076F4C" w:rsidRPr="00A32754" w14:paraId="5D06E0AF" w14:textId="77777777" w:rsidTr="000D3734">
        <w:trPr>
          <w:gridAfter w:val="1"/>
          <w:wAfter w:w="14" w:type="dxa"/>
          <w:trHeight w:val="207"/>
        </w:trPr>
        <w:tc>
          <w:tcPr>
            <w:tcW w:w="438" w:type="dxa"/>
            <w:vMerge/>
            <w:tcMar>
              <w:top w:w="108" w:type="dxa"/>
              <w:bottom w:w="108" w:type="dxa"/>
            </w:tcMar>
            <w:vAlign w:val="center"/>
          </w:tcPr>
          <w:p w14:paraId="52AA6580" w14:textId="77777777" w:rsidR="00236BB0" w:rsidRPr="009A7871" w:rsidRDefault="00236BB0" w:rsidP="001E6091">
            <w:pPr>
              <w:pStyle w:val="TableText"/>
            </w:pPr>
          </w:p>
        </w:tc>
        <w:tc>
          <w:tcPr>
            <w:tcW w:w="1299" w:type="dxa"/>
            <w:shd w:val="clear" w:color="auto" w:fill="auto"/>
            <w:vAlign w:val="center"/>
          </w:tcPr>
          <w:p w14:paraId="6E04B18B" w14:textId="6B7ECA0A" w:rsidR="00236BB0" w:rsidRPr="009A7871" w:rsidRDefault="00236BB0" w:rsidP="001E6091">
            <w:pPr>
              <w:pStyle w:val="TableText"/>
            </w:pPr>
            <w:r>
              <w:rPr>
                <w:rFonts w:cstheme="minorHAnsi"/>
                <w:color w:val="000000" w:themeColor="text1"/>
              </w:rPr>
              <w:t>Rejection Reason</w:t>
            </w:r>
          </w:p>
        </w:tc>
        <w:tc>
          <w:tcPr>
            <w:tcW w:w="1511" w:type="dxa"/>
            <w:vAlign w:val="center"/>
          </w:tcPr>
          <w:p w14:paraId="288AEBEA" w14:textId="7E18C9EE" w:rsidR="00236BB0" w:rsidRDefault="00334CA9" w:rsidP="15AD1AA5">
            <w:pPr>
              <w:pStyle w:val="TableBullet"/>
              <w:jc w:val="center"/>
            </w:pPr>
            <w:r>
              <w:t>Required</w:t>
            </w:r>
          </w:p>
        </w:tc>
        <w:tc>
          <w:tcPr>
            <w:tcW w:w="3732" w:type="dxa"/>
            <w:shd w:val="clear" w:color="auto" w:fill="auto"/>
            <w:tcMar>
              <w:top w:w="108" w:type="dxa"/>
              <w:bottom w:w="108" w:type="dxa"/>
            </w:tcMar>
            <w:vAlign w:val="center"/>
          </w:tcPr>
          <w:p w14:paraId="451C1DBA" w14:textId="1D0F2C73" w:rsidR="00236BB0" w:rsidRPr="00C5657D" w:rsidRDefault="00334CA9" w:rsidP="0095729F">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14:paraId="2CCAFCF4" w14:textId="77777777" w:rsidR="00236BB0" w:rsidRPr="00EE54A6" w:rsidRDefault="00236BB0" w:rsidP="15AD1AA5">
            <w:pPr>
              <w:pStyle w:val="TableText"/>
              <w:rPr>
                <w:lang w:val="es-ES"/>
              </w:rPr>
            </w:pPr>
          </w:p>
        </w:tc>
      </w:tr>
      <w:tr w:rsidR="00076F4C" w:rsidRPr="00A32754" w14:paraId="1CCF36C1" w14:textId="77777777" w:rsidTr="000D3734">
        <w:trPr>
          <w:gridAfter w:val="1"/>
          <w:wAfter w:w="14" w:type="dxa"/>
          <w:trHeight w:val="207"/>
        </w:trPr>
        <w:tc>
          <w:tcPr>
            <w:tcW w:w="438" w:type="dxa"/>
            <w:vMerge/>
            <w:tcMar>
              <w:top w:w="108" w:type="dxa"/>
              <w:bottom w:w="108" w:type="dxa"/>
            </w:tcMar>
            <w:vAlign w:val="center"/>
          </w:tcPr>
          <w:p w14:paraId="6BE6706B" w14:textId="77777777" w:rsidR="00236BB0" w:rsidRPr="009A7871" w:rsidRDefault="00236BB0" w:rsidP="001E6091">
            <w:pPr>
              <w:pStyle w:val="TableText"/>
            </w:pPr>
          </w:p>
        </w:tc>
        <w:tc>
          <w:tcPr>
            <w:tcW w:w="1299" w:type="dxa"/>
            <w:shd w:val="clear" w:color="auto" w:fill="auto"/>
            <w:vAlign w:val="center"/>
          </w:tcPr>
          <w:p w14:paraId="0273975C" w14:textId="230DF78A" w:rsidR="00236BB0" w:rsidRPr="009A7871" w:rsidRDefault="00236BB0" w:rsidP="001E6091">
            <w:pPr>
              <w:pStyle w:val="TableText"/>
            </w:pPr>
            <w:r>
              <w:rPr>
                <w:rFonts w:cstheme="minorHAnsi"/>
                <w:color w:val="000000" w:themeColor="text1"/>
              </w:rPr>
              <w:t>Backorder</w:t>
            </w:r>
          </w:p>
        </w:tc>
        <w:tc>
          <w:tcPr>
            <w:tcW w:w="1511" w:type="dxa"/>
            <w:vAlign w:val="center"/>
          </w:tcPr>
          <w:p w14:paraId="04D976B9" w14:textId="1376188D"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4EBDA0DE" w14:textId="4E1132DF"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042940AA" w14:textId="77777777" w:rsidR="00236BB0" w:rsidRPr="00EE54A6" w:rsidRDefault="00236BB0" w:rsidP="15AD1AA5">
            <w:pPr>
              <w:pStyle w:val="TableText"/>
              <w:rPr>
                <w:lang w:val="es-ES"/>
              </w:rPr>
            </w:pPr>
          </w:p>
        </w:tc>
      </w:tr>
      <w:tr w:rsidR="00076F4C" w:rsidRPr="00A32754" w14:paraId="3F0A8C09" w14:textId="77777777" w:rsidTr="000D3734">
        <w:trPr>
          <w:gridAfter w:val="1"/>
          <w:wAfter w:w="14" w:type="dxa"/>
          <w:trHeight w:val="207"/>
        </w:trPr>
        <w:tc>
          <w:tcPr>
            <w:tcW w:w="438" w:type="dxa"/>
            <w:vMerge/>
            <w:tcMar>
              <w:top w:w="108" w:type="dxa"/>
              <w:bottom w:w="108" w:type="dxa"/>
            </w:tcMar>
            <w:vAlign w:val="center"/>
          </w:tcPr>
          <w:p w14:paraId="54744801" w14:textId="77777777" w:rsidR="00236BB0" w:rsidRPr="009A7871" w:rsidRDefault="00236BB0" w:rsidP="001E6091">
            <w:pPr>
              <w:pStyle w:val="TableText"/>
            </w:pPr>
          </w:p>
        </w:tc>
        <w:tc>
          <w:tcPr>
            <w:tcW w:w="1299" w:type="dxa"/>
            <w:shd w:val="clear" w:color="auto" w:fill="auto"/>
            <w:vAlign w:val="center"/>
          </w:tcPr>
          <w:p w14:paraId="0BFB298E" w14:textId="226A8199" w:rsidR="00236BB0" w:rsidRPr="009A7871" w:rsidRDefault="00236BB0" w:rsidP="001E6091">
            <w:pPr>
              <w:pStyle w:val="TableText"/>
            </w:pPr>
            <w:r>
              <w:rPr>
                <w:rFonts w:cstheme="minorHAnsi"/>
                <w:color w:val="000000" w:themeColor="text1"/>
              </w:rPr>
              <w:t>Delivery Date</w:t>
            </w:r>
          </w:p>
        </w:tc>
        <w:tc>
          <w:tcPr>
            <w:tcW w:w="1511" w:type="dxa"/>
            <w:vAlign w:val="center"/>
          </w:tcPr>
          <w:p w14:paraId="01A9DA6C" w14:textId="652B0B4E" w:rsidR="00236BB0" w:rsidRPr="00C5657D" w:rsidRDefault="00E203FD" w:rsidP="15AD1AA5">
            <w:pPr>
              <w:pStyle w:val="TableBullet"/>
              <w:jc w:val="center"/>
            </w:pPr>
            <w:r>
              <w:t>Required</w:t>
            </w:r>
          </w:p>
        </w:tc>
        <w:tc>
          <w:tcPr>
            <w:tcW w:w="3732" w:type="dxa"/>
            <w:shd w:val="clear" w:color="auto" w:fill="auto"/>
            <w:tcMar>
              <w:top w:w="108" w:type="dxa"/>
              <w:bottom w:w="108" w:type="dxa"/>
            </w:tcMar>
            <w:vAlign w:val="center"/>
          </w:tcPr>
          <w:p w14:paraId="6E74F3BB" w14:textId="3D019B26"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6D5C31F1" w14:textId="77777777" w:rsidR="00236BB0" w:rsidRPr="00EE54A6" w:rsidRDefault="00236BB0" w:rsidP="15AD1AA5">
            <w:pPr>
              <w:pStyle w:val="TableText"/>
              <w:rPr>
                <w:lang w:val="es-ES"/>
              </w:rPr>
            </w:pPr>
          </w:p>
        </w:tc>
      </w:tr>
      <w:tr w:rsidR="00076F4C" w:rsidRPr="00A32754" w14:paraId="6EA1CE2C" w14:textId="77777777" w:rsidTr="000D3734">
        <w:trPr>
          <w:gridAfter w:val="1"/>
          <w:wAfter w:w="14" w:type="dxa"/>
          <w:trHeight w:val="207"/>
        </w:trPr>
        <w:tc>
          <w:tcPr>
            <w:tcW w:w="438" w:type="dxa"/>
            <w:vMerge/>
            <w:tcMar>
              <w:top w:w="108" w:type="dxa"/>
              <w:bottom w:w="108" w:type="dxa"/>
            </w:tcMar>
            <w:vAlign w:val="center"/>
          </w:tcPr>
          <w:p w14:paraId="12AB0E70" w14:textId="77777777" w:rsidR="00236BB0" w:rsidRPr="009A7871" w:rsidRDefault="00236BB0" w:rsidP="001E6091">
            <w:pPr>
              <w:pStyle w:val="TableText"/>
            </w:pPr>
          </w:p>
        </w:tc>
        <w:tc>
          <w:tcPr>
            <w:tcW w:w="1299" w:type="dxa"/>
            <w:shd w:val="clear" w:color="auto" w:fill="auto"/>
            <w:vAlign w:val="center"/>
          </w:tcPr>
          <w:p w14:paraId="47559802" w14:textId="0DCC90CD" w:rsidR="00236BB0" w:rsidRPr="009A7871" w:rsidRDefault="00236BB0" w:rsidP="001E6091">
            <w:pPr>
              <w:pStyle w:val="TableText"/>
            </w:pPr>
            <w:r>
              <w:rPr>
                <w:rFonts w:cstheme="minorHAnsi"/>
                <w:color w:val="000000" w:themeColor="text1"/>
              </w:rPr>
              <w:t>Shipment Date</w:t>
            </w:r>
          </w:p>
        </w:tc>
        <w:tc>
          <w:tcPr>
            <w:tcW w:w="1511" w:type="dxa"/>
            <w:vAlign w:val="center"/>
          </w:tcPr>
          <w:p w14:paraId="5FF05861" w14:textId="70C223DF" w:rsidR="00236BB0" w:rsidRPr="00C5657D" w:rsidRDefault="00E203FD" w:rsidP="15AD1AA5">
            <w:pPr>
              <w:pStyle w:val="TableBullet"/>
              <w:jc w:val="center"/>
            </w:pPr>
            <w:r>
              <w:t>Optional</w:t>
            </w:r>
          </w:p>
        </w:tc>
        <w:tc>
          <w:tcPr>
            <w:tcW w:w="3732" w:type="dxa"/>
            <w:shd w:val="clear" w:color="auto" w:fill="auto"/>
            <w:tcMar>
              <w:top w:w="108" w:type="dxa"/>
              <w:bottom w:w="108" w:type="dxa"/>
            </w:tcMar>
            <w:vAlign w:val="center"/>
          </w:tcPr>
          <w:p w14:paraId="7DB79552" w14:textId="796983C0"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1A4127EC" w14:textId="77777777" w:rsidR="00236BB0" w:rsidRPr="00EE54A6" w:rsidRDefault="00236BB0" w:rsidP="15AD1AA5">
            <w:pPr>
              <w:pStyle w:val="TableText"/>
              <w:rPr>
                <w:lang w:val="es-ES"/>
              </w:rPr>
            </w:pPr>
          </w:p>
        </w:tc>
      </w:tr>
      <w:tr w:rsidR="00076F4C" w:rsidRPr="00A32754" w14:paraId="457E9144" w14:textId="77777777" w:rsidTr="000D3734">
        <w:trPr>
          <w:gridAfter w:val="1"/>
          <w:wAfter w:w="14" w:type="dxa"/>
          <w:trHeight w:val="207"/>
        </w:trPr>
        <w:tc>
          <w:tcPr>
            <w:tcW w:w="438" w:type="dxa"/>
            <w:vMerge/>
            <w:tcMar>
              <w:top w:w="108" w:type="dxa"/>
              <w:bottom w:w="108" w:type="dxa"/>
            </w:tcMar>
            <w:vAlign w:val="center"/>
          </w:tcPr>
          <w:p w14:paraId="506F7142" w14:textId="77777777" w:rsidR="00236BB0" w:rsidRPr="009A7871" w:rsidRDefault="00236BB0" w:rsidP="001E6091">
            <w:pPr>
              <w:pStyle w:val="TableText"/>
            </w:pPr>
          </w:p>
        </w:tc>
        <w:tc>
          <w:tcPr>
            <w:tcW w:w="1299" w:type="dxa"/>
            <w:shd w:val="clear" w:color="auto" w:fill="auto"/>
            <w:vAlign w:val="center"/>
          </w:tcPr>
          <w:p w14:paraId="5E58D3CE" w14:textId="4B02D732" w:rsidR="00236BB0" w:rsidRPr="009A7871" w:rsidRDefault="00236BB0" w:rsidP="001E6091">
            <w:pPr>
              <w:pStyle w:val="TableText"/>
            </w:pPr>
            <w:r>
              <w:rPr>
                <w:rFonts w:cstheme="minorHAnsi"/>
                <w:color w:val="000000" w:themeColor="text1"/>
              </w:rPr>
              <w:t>Unit Price</w:t>
            </w:r>
          </w:p>
        </w:tc>
        <w:tc>
          <w:tcPr>
            <w:tcW w:w="1511" w:type="dxa"/>
            <w:vAlign w:val="center"/>
          </w:tcPr>
          <w:p w14:paraId="13BBACE0" w14:textId="52C471FF" w:rsidR="00236BB0" w:rsidRPr="00C5657D" w:rsidRDefault="00C4022A" w:rsidP="15AD1AA5">
            <w:pPr>
              <w:pStyle w:val="TableBullet"/>
              <w:jc w:val="center"/>
            </w:pPr>
            <w:r>
              <w:t>Required</w:t>
            </w:r>
          </w:p>
        </w:tc>
        <w:tc>
          <w:tcPr>
            <w:tcW w:w="3732" w:type="dxa"/>
            <w:shd w:val="clear" w:color="auto" w:fill="auto"/>
            <w:tcMar>
              <w:top w:w="108" w:type="dxa"/>
              <w:bottom w:w="108" w:type="dxa"/>
            </w:tcMar>
            <w:vAlign w:val="center"/>
          </w:tcPr>
          <w:p w14:paraId="10C27615" w14:textId="75D863C2" w:rsidR="00236BB0" w:rsidRPr="00C5657D" w:rsidRDefault="00E203FD" w:rsidP="00501E16">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14:paraId="0E651204" w14:textId="77777777" w:rsidR="00236BB0" w:rsidRPr="00EE54A6" w:rsidRDefault="00236BB0" w:rsidP="15AD1AA5">
            <w:pPr>
              <w:pStyle w:val="TableText"/>
              <w:rPr>
                <w:lang w:val="es-ES"/>
              </w:rPr>
            </w:pPr>
          </w:p>
        </w:tc>
      </w:tr>
      <w:tr w:rsidR="00076F4C" w:rsidRPr="00A32754" w14:paraId="7A513BFF" w14:textId="77777777" w:rsidTr="000D3734">
        <w:trPr>
          <w:gridAfter w:val="1"/>
          <w:wAfter w:w="14" w:type="dxa"/>
          <w:trHeight w:val="207"/>
        </w:trPr>
        <w:tc>
          <w:tcPr>
            <w:tcW w:w="438" w:type="dxa"/>
            <w:vMerge/>
            <w:tcMar>
              <w:top w:w="108" w:type="dxa"/>
              <w:bottom w:w="108" w:type="dxa"/>
            </w:tcMar>
            <w:vAlign w:val="center"/>
          </w:tcPr>
          <w:p w14:paraId="2397B931" w14:textId="77777777" w:rsidR="00236BB0" w:rsidRPr="009A7871" w:rsidRDefault="00236BB0" w:rsidP="001E6091">
            <w:pPr>
              <w:pStyle w:val="TableText"/>
            </w:pPr>
          </w:p>
        </w:tc>
        <w:tc>
          <w:tcPr>
            <w:tcW w:w="1299" w:type="dxa"/>
            <w:shd w:val="clear" w:color="auto" w:fill="auto"/>
            <w:vAlign w:val="center"/>
          </w:tcPr>
          <w:p w14:paraId="0EA85E53" w14:textId="65FB7C5C" w:rsidR="00236BB0" w:rsidRPr="009A7871" w:rsidRDefault="00236BB0" w:rsidP="001E6091">
            <w:pPr>
              <w:pStyle w:val="TableText"/>
            </w:pPr>
            <w:r>
              <w:rPr>
                <w:rFonts w:cstheme="minorHAnsi"/>
                <w:color w:val="000000" w:themeColor="text1"/>
              </w:rPr>
              <w:t>Unit Price Currency</w:t>
            </w:r>
          </w:p>
        </w:tc>
        <w:tc>
          <w:tcPr>
            <w:tcW w:w="1511" w:type="dxa"/>
            <w:vAlign w:val="center"/>
          </w:tcPr>
          <w:p w14:paraId="3E14896D" w14:textId="3B532AF9" w:rsidR="00236BB0" w:rsidRPr="00C5657D" w:rsidRDefault="000D3734" w:rsidP="15AD1AA5">
            <w:pPr>
              <w:pStyle w:val="TableBullet"/>
              <w:jc w:val="center"/>
            </w:pPr>
            <w:r>
              <w:t>Required</w:t>
            </w:r>
          </w:p>
        </w:tc>
        <w:tc>
          <w:tcPr>
            <w:tcW w:w="3732" w:type="dxa"/>
            <w:shd w:val="clear" w:color="auto" w:fill="auto"/>
            <w:tcMar>
              <w:top w:w="108" w:type="dxa"/>
              <w:bottom w:w="108" w:type="dxa"/>
            </w:tcMar>
            <w:vAlign w:val="center"/>
          </w:tcPr>
          <w:p w14:paraId="6C37619A" w14:textId="0EDFA7EF" w:rsidR="00236BB0" w:rsidRPr="00C5657D" w:rsidRDefault="00C4022A" w:rsidP="00501E16">
            <w:pPr>
              <w:pStyle w:val="TableBullet"/>
            </w:pPr>
            <w:r>
              <w:t>Mandatory. Must match the PO</w:t>
            </w:r>
          </w:p>
        </w:tc>
        <w:tc>
          <w:tcPr>
            <w:tcW w:w="3066" w:type="dxa"/>
            <w:gridSpan w:val="2"/>
            <w:shd w:val="clear" w:color="auto" w:fill="auto"/>
            <w:tcMar>
              <w:top w:w="108" w:type="dxa"/>
              <w:bottom w:w="108" w:type="dxa"/>
            </w:tcMar>
            <w:vAlign w:val="center"/>
          </w:tcPr>
          <w:p w14:paraId="0ABC9673" w14:textId="77777777" w:rsidR="00236BB0" w:rsidRPr="00EE54A6" w:rsidRDefault="00236BB0" w:rsidP="15AD1AA5">
            <w:pPr>
              <w:pStyle w:val="TableText"/>
              <w:rPr>
                <w:lang w:val="es-ES"/>
              </w:rPr>
            </w:pPr>
          </w:p>
        </w:tc>
      </w:tr>
      <w:tr w:rsidR="00076F4C" w:rsidRPr="00A32754" w14:paraId="59F7E97D" w14:textId="77777777" w:rsidTr="000D3734">
        <w:trPr>
          <w:trHeight w:val="207"/>
        </w:trPr>
        <w:tc>
          <w:tcPr>
            <w:tcW w:w="438" w:type="dxa"/>
            <w:vMerge/>
            <w:tcMar>
              <w:top w:w="108" w:type="dxa"/>
              <w:bottom w:w="108" w:type="dxa"/>
            </w:tcMar>
            <w:vAlign w:val="center"/>
          </w:tcPr>
          <w:p w14:paraId="31D7C52C" w14:textId="77777777" w:rsidR="00236BB0" w:rsidRPr="009A7871" w:rsidRDefault="00236BB0" w:rsidP="001E6091">
            <w:pPr>
              <w:pStyle w:val="TableText"/>
            </w:pPr>
          </w:p>
        </w:tc>
        <w:tc>
          <w:tcPr>
            <w:tcW w:w="1299" w:type="dxa"/>
            <w:shd w:val="clear" w:color="auto" w:fill="auto"/>
            <w:vAlign w:val="center"/>
          </w:tcPr>
          <w:p w14:paraId="3DB3FAA8" w14:textId="0672BE86" w:rsidR="00236BB0" w:rsidRDefault="00236BB0" w:rsidP="001E6091">
            <w:pPr>
              <w:pStyle w:val="TableText"/>
              <w:rPr>
                <w:rFonts w:cstheme="minorHAnsi"/>
                <w:color w:val="000000" w:themeColor="text1"/>
              </w:rPr>
            </w:pPr>
            <w:r>
              <w:rPr>
                <w:rFonts w:cstheme="minorHAnsi"/>
                <w:color w:val="000000" w:themeColor="text1"/>
              </w:rPr>
              <w:t>Item Description</w:t>
            </w:r>
          </w:p>
        </w:tc>
        <w:tc>
          <w:tcPr>
            <w:tcW w:w="1511" w:type="dxa"/>
            <w:vAlign w:val="center"/>
          </w:tcPr>
          <w:p w14:paraId="5CAFBE86" w14:textId="7CA93E1C" w:rsidR="00236BB0" w:rsidRDefault="00C4022A" w:rsidP="15AD1AA5">
            <w:pPr>
              <w:pStyle w:val="TableBullet"/>
              <w:jc w:val="center"/>
            </w:pPr>
            <w:r>
              <w:t>Required</w:t>
            </w:r>
          </w:p>
        </w:tc>
        <w:tc>
          <w:tcPr>
            <w:tcW w:w="3743" w:type="dxa"/>
            <w:gridSpan w:val="2"/>
            <w:shd w:val="clear" w:color="auto" w:fill="auto"/>
            <w:tcMar>
              <w:top w:w="108" w:type="dxa"/>
              <w:bottom w:w="108" w:type="dxa"/>
            </w:tcMar>
            <w:vAlign w:val="center"/>
          </w:tcPr>
          <w:p w14:paraId="3CA3D86C" w14:textId="7AC63667" w:rsidR="00236BB0" w:rsidRDefault="00DB4565" w:rsidP="00501E16">
            <w:pPr>
              <w:pStyle w:val="TableBullet"/>
            </w:pPr>
            <w:r>
              <w:t>Cannot be changed from PO</w:t>
            </w:r>
          </w:p>
        </w:tc>
        <w:tc>
          <w:tcPr>
            <w:tcW w:w="3069" w:type="dxa"/>
            <w:gridSpan w:val="2"/>
            <w:shd w:val="clear" w:color="auto" w:fill="auto"/>
            <w:tcMar>
              <w:top w:w="108" w:type="dxa"/>
              <w:bottom w:w="108" w:type="dxa"/>
            </w:tcMar>
            <w:vAlign w:val="center"/>
          </w:tcPr>
          <w:p w14:paraId="7D50FB9E" w14:textId="77777777" w:rsidR="00236BB0" w:rsidRPr="00EE54A6" w:rsidRDefault="00236BB0" w:rsidP="15AD1AA5">
            <w:pPr>
              <w:pStyle w:val="TableText"/>
              <w:rPr>
                <w:lang w:val="es-ES"/>
              </w:rPr>
            </w:pPr>
          </w:p>
        </w:tc>
      </w:tr>
    </w:tbl>
    <w:p w14:paraId="3760264E" w14:textId="165985BE" w:rsidR="007A4918" w:rsidRPr="004849B7" w:rsidRDefault="00D91992" w:rsidP="00ED58D1">
      <w:pPr>
        <w:pStyle w:val="Heading2"/>
        <w:pageBreakBefore/>
        <w:rPr>
          <w:lang w:val="fr-FR"/>
        </w:rPr>
      </w:pPr>
      <w:bookmarkStart w:id="52" w:name="_Toc59701044"/>
      <w:bookmarkStart w:id="53" w:name="_Toc59701318"/>
      <w:bookmarkStart w:id="54" w:name="_Toc59701355"/>
      <w:bookmarkStart w:id="55" w:name="_Toc59702005"/>
      <w:bookmarkStart w:id="56" w:name="_Toc100844155"/>
      <w:bookmarkStart w:id="57" w:name="_Toc126654700"/>
      <w:bookmarkEnd w:id="49"/>
      <w:r>
        <w:rPr>
          <w:lang w:val="fr-FR"/>
        </w:rPr>
        <w:lastRenderedPageBreak/>
        <w:t>A</w:t>
      </w:r>
      <w:r w:rsidR="1C05E69C" w:rsidRPr="39DD25D8">
        <w:rPr>
          <w:lang w:val="fr-FR"/>
        </w:rPr>
        <w:t>dvanced Shipping Notification (ASN)</w:t>
      </w:r>
      <w:bookmarkEnd w:id="52"/>
      <w:bookmarkEnd w:id="53"/>
      <w:bookmarkEnd w:id="54"/>
      <w:bookmarkEnd w:id="55"/>
      <w:bookmarkEnd w:id="56"/>
      <w:bookmarkEnd w:id="57"/>
      <w:r w:rsidR="27DA44FE" w:rsidRPr="39DD25D8">
        <w:rPr>
          <w:lang w:val="fr-FR"/>
        </w:rPr>
        <w:t xml:space="preserve"> </w:t>
      </w: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58" w:name="_Toc100844156"/>
            <w:bookmarkStart w:id="59" w:name="_Toc126654701"/>
            <w:r>
              <w:t>Type</w:t>
            </w:r>
            <w:bookmarkEnd w:id="58"/>
            <w:bookmarkEnd w:id="59"/>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54A68759" w:rsidR="00C72422" w:rsidRPr="00C5657D" w:rsidRDefault="00D91992" w:rsidP="15AD1AA5">
            <w:pPr>
              <w:pStyle w:val="TableBullet"/>
              <w:keepNext/>
              <w:tabs>
                <w:tab w:val="clear" w:pos="284"/>
                <w:tab w:val="clear" w:pos="567"/>
                <w:tab w:val="clear" w:pos="851"/>
              </w:tabs>
              <w:jc w:val="center"/>
              <w:rPr>
                <w:lang w:val="fr-FR"/>
              </w:rPr>
            </w:pPr>
            <w:r>
              <w:t>Optional</w:t>
            </w:r>
            <w:r w:rsidR="00BD26A0">
              <w:t>*</w:t>
            </w:r>
          </w:p>
        </w:tc>
        <w:tc>
          <w:tcPr>
            <w:tcW w:w="6475" w:type="dxa"/>
            <w:shd w:val="clear" w:color="auto" w:fill="auto"/>
            <w:tcMar>
              <w:top w:w="108" w:type="dxa"/>
              <w:bottom w:w="108" w:type="dxa"/>
            </w:tcMar>
            <w:vAlign w:val="center"/>
          </w:tcPr>
          <w:p w14:paraId="0C412A0F" w14:textId="77777777" w:rsidR="00C72422" w:rsidRPr="00C5657D" w:rsidRDefault="00C72422" w:rsidP="15AD1AA5">
            <w:pPr>
              <w:pStyle w:val="TableBullet"/>
              <w:keepNext/>
              <w:tabs>
                <w:tab w:val="clear" w:pos="284"/>
                <w:tab w:val="clear" w:pos="567"/>
                <w:tab w:val="clear" w:pos="851"/>
              </w:tabs>
            </w:pPr>
          </w:p>
        </w:tc>
      </w:tr>
    </w:tbl>
    <w:p w14:paraId="58840C02" w14:textId="030A3B24" w:rsidR="00B06EE1" w:rsidRPr="005E707B" w:rsidRDefault="003C56C8" w:rsidP="003C56C8">
      <w:pPr>
        <w:pStyle w:val="Bullet1"/>
        <w:numPr>
          <w:ilvl w:val="0"/>
          <w:numId w:val="0"/>
        </w:numPr>
        <w:ind w:left="568" w:hanging="284"/>
        <w:rPr>
          <w:b/>
          <w:bCs/>
          <w:sz w:val="18"/>
          <w:szCs w:val="20"/>
        </w:rPr>
      </w:pPr>
      <w:r w:rsidRPr="005E707B">
        <w:rPr>
          <w:b/>
          <w:bCs/>
          <w:lang w:val="fr-FR"/>
        </w:rPr>
        <w:t>*</w:t>
      </w:r>
      <w:r w:rsidRPr="005E707B">
        <w:rPr>
          <w:b/>
          <w:bCs/>
          <w:sz w:val="18"/>
          <w:szCs w:val="20"/>
        </w:rPr>
        <w:t xml:space="preserve"> ASN are mandatory for material POs containing certain commodity codes. The list is available as part of the Integration kit</w:t>
      </w:r>
    </w:p>
    <w:p w14:paraId="6B49FDF5" w14:textId="77777777" w:rsidR="00BD26A0" w:rsidRDefault="00BD26A0"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60" w:name="_Toc100844157"/>
            <w:bookmarkStart w:id="61" w:name="_Toc126654702"/>
            <w:r>
              <w:t>Attributes</w:t>
            </w:r>
            <w:bookmarkEnd w:id="60"/>
            <w:bookmarkEnd w:id="61"/>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33D0616" w:rsidR="002D5578" w:rsidRDefault="0043110F" w:rsidP="15AD1AA5">
            <w:pPr>
              <w:pStyle w:val="TableBullet"/>
              <w:tabs>
                <w:tab w:val="clear" w:pos="284"/>
                <w:tab w:val="clear" w:pos="567"/>
                <w:tab w:val="clear" w:pos="851"/>
              </w:tabs>
              <w:jc w:val="center"/>
            </w:pPr>
            <w:r w:rsidRPr="00D13127">
              <w:rPr>
                <w:bCs/>
              </w:rPr>
              <w:t>Optional</w:t>
            </w:r>
          </w:p>
        </w:tc>
        <w:tc>
          <w:tcPr>
            <w:tcW w:w="3550" w:type="dxa"/>
            <w:shd w:val="clear" w:color="auto" w:fill="auto"/>
            <w:tcMar>
              <w:top w:w="108" w:type="dxa"/>
              <w:bottom w:w="108" w:type="dxa"/>
            </w:tcMar>
          </w:tcPr>
          <w:p w14:paraId="573C662F" w14:textId="588D8242" w:rsidR="002D5578" w:rsidRPr="00C5657D" w:rsidRDefault="002D5578" w:rsidP="0043110F">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3E90AFB9"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70959AFE"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48A6E54B" w14:textId="6398DFF1" w:rsidR="002D5578" w:rsidRDefault="002D5578" w:rsidP="0043110F">
            <w:pPr>
              <w:pStyle w:val="TableBullet"/>
              <w:ind w:left="144"/>
            </w:pP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63F0357F" w:rsidR="002D5578" w:rsidRPr="0039175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60890881" w14:textId="217C5CE0" w:rsidR="002D5578" w:rsidRDefault="002D5578" w:rsidP="0043110F">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108174D9" w:rsidR="002D5578" w:rsidRDefault="0043110F" w:rsidP="15AD1AA5">
            <w:pPr>
              <w:pStyle w:val="TableBullet"/>
              <w:jc w:val="center"/>
            </w:pPr>
            <w:r>
              <w:t>Out of scope</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3CC01217"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2F0A7346" w14:textId="5000AF12" w:rsidR="002D5578" w:rsidRDefault="0043110F" w:rsidP="15AD1AA5">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13E414F2"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5DA329BE"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10133924" w:rsidR="002D5578" w:rsidRPr="00C5657D" w:rsidRDefault="0043110F"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01944837" w14:textId="2E315C98" w:rsidR="00D40DDE" w:rsidRDefault="00D40DDE" w:rsidP="001B00E8">
      <w:pPr>
        <w:rPr>
          <w:rFonts w:eastAsia="Times New Roman"/>
          <w:b/>
          <w:lang w:val="fr-FR"/>
        </w:rPr>
      </w:pPr>
      <w:bookmarkStart w:id="62" w:name="_Toc59701045"/>
      <w:bookmarkStart w:id="63" w:name="_Toc59701319"/>
      <w:bookmarkStart w:id="64" w:name="_Toc59701356"/>
      <w:bookmarkStart w:id="65" w:name="_Toc59702006"/>
    </w:p>
    <w:p w14:paraId="153817EA" w14:textId="6D01B068" w:rsidR="00D40DDE" w:rsidRDefault="00D40DDE">
      <w:pPr>
        <w:rPr>
          <w:rFonts w:eastAsia="Times New Roman"/>
          <w:b/>
          <w:lang w:val="fr-FR"/>
        </w:rPr>
      </w:pPr>
      <w:bookmarkStart w:id="66" w:name="_Toc59701047"/>
      <w:bookmarkStart w:id="67" w:name="_Toc59701321"/>
      <w:bookmarkStart w:id="68" w:name="_Toc59701358"/>
      <w:bookmarkStart w:id="69" w:name="_Toc59702008"/>
      <w:bookmarkEnd w:id="62"/>
      <w:bookmarkEnd w:id="63"/>
      <w:bookmarkEnd w:id="64"/>
      <w:bookmarkEnd w:id="65"/>
      <w:r w:rsidRPr="008E681E">
        <w:br w:type="page"/>
      </w:r>
    </w:p>
    <w:p w14:paraId="3038BCE5" w14:textId="31AFB232" w:rsidR="007437CA" w:rsidRPr="008E681E" w:rsidRDefault="00FDDC21" w:rsidP="00CA4FAD">
      <w:pPr>
        <w:pStyle w:val="Heading2"/>
      </w:pPr>
      <w:bookmarkStart w:id="70" w:name="_Toc100844163"/>
      <w:bookmarkStart w:id="71" w:name="_Toc126654703"/>
      <w:r>
        <w:lastRenderedPageBreak/>
        <w:t>I</w:t>
      </w:r>
      <w:r w:rsidR="69F59873">
        <w:t>nvoic</w:t>
      </w:r>
      <w:bookmarkEnd w:id="66"/>
      <w:bookmarkEnd w:id="67"/>
      <w:bookmarkEnd w:id="68"/>
      <w:bookmarkEnd w:id="69"/>
      <w:bookmarkEnd w:id="70"/>
      <w:r w:rsidR="0070196A">
        <w:t>e</w:t>
      </w:r>
      <w:bookmarkEnd w:id="71"/>
    </w:p>
    <w:p w14:paraId="71D9D23E" w14:textId="6C99C065" w:rsidR="00D329F1" w:rsidRPr="008E681E" w:rsidRDefault="00D329F1" w:rsidP="001C31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DC4E77" w:rsidRPr="008E681E" w14:paraId="5D50BDA9" w14:textId="77777777" w:rsidTr="15AD1AA5">
        <w:trPr>
          <w:trHeight w:val="583"/>
          <w:tblHeader/>
        </w:trPr>
        <w:tc>
          <w:tcPr>
            <w:tcW w:w="1908" w:type="dxa"/>
            <w:shd w:val="clear" w:color="auto" w:fill="F0AB00" w:themeFill="accent1"/>
            <w:tcMar>
              <w:top w:w="113" w:type="dxa"/>
              <w:bottom w:w="0" w:type="dxa"/>
            </w:tcMar>
          </w:tcPr>
          <w:p w14:paraId="446CA5F1" w14:textId="5EAEC6CF" w:rsidR="00DC4E77" w:rsidRPr="008E681E" w:rsidRDefault="00DC4E77" w:rsidP="001E6091">
            <w:pPr>
              <w:pStyle w:val="TableHeadline"/>
            </w:pPr>
            <w:r w:rsidRPr="008E681E">
              <w:t>Description</w:t>
            </w:r>
          </w:p>
          <w:p w14:paraId="4B690499" w14:textId="2F6382A8" w:rsidR="00DC4E77" w:rsidRPr="008E681E" w:rsidRDefault="19B4681B" w:rsidP="000F7DF6">
            <w:pPr>
              <w:pStyle w:val="Heading3"/>
            </w:pPr>
            <w:bookmarkStart w:id="72" w:name="_Toc100844164"/>
            <w:bookmarkStart w:id="73" w:name="_Toc126654704"/>
            <w:r>
              <w:t>Type</w:t>
            </w:r>
            <w:bookmarkEnd w:id="72"/>
            <w:bookmarkEnd w:id="73"/>
          </w:p>
        </w:tc>
        <w:tc>
          <w:tcPr>
            <w:tcW w:w="3402" w:type="dxa"/>
            <w:shd w:val="clear" w:color="auto" w:fill="F0AB00" w:themeFill="accent1"/>
            <w:tcMar>
              <w:top w:w="113" w:type="dxa"/>
              <w:bottom w:w="0" w:type="dxa"/>
            </w:tcMar>
          </w:tcPr>
          <w:p w14:paraId="561EFC77" w14:textId="77777777" w:rsidR="00DC4E77" w:rsidRPr="008E681E" w:rsidRDefault="00DC4E77" w:rsidP="003F3EDA">
            <w:pPr>
              <w:pStyle w:val="TableHeadline"/>
            </w:pPr>
            <w:r w:rsidRPr="008E681E">
              <w:t>Buyer Supported</w:t>
            </w:r>
          </w:p>
          <w:p w14:paraId="7EBB3F2A" w14:textId="7DC8469B" w:rsidR="00DC4E77" w:rsidRPr="008E681E" w:rsidRDefault="00DC4E77" w:rsidP="003F3EDA">
            <w:pPr>
              <w:pStyle w:val="TableSubheadline"/>
            </w:pPr>
            <w:r w:rsidRPr="008E681E">
              <w:t>(Required/Optional/Out of Scope)</w:t>
            </w:r>
          </w:p>
        </w:tc>
        <w:tc>
          <w:tcPr>
            <w:tcW w:w="4590" w:type="dxa"/>
            <w:shd w:val="clear" w:color="auto" w:fill="F0AB00" w:themeFill="accent1"/>
            <w:tcMar>
              <w:top w:w="113" w:type="dxa"/>
              <w:bottom w:w="0" w:type="dxa"/>
            </w:tcMar>
          </w:tcPr>
          <w:p w14:paraId="676F112F" w14:textId="77777777" w:rsidR="00DC4E77" w:rsidRPr="008E681E" w:rsidRDefault="00DC4E77" w:rsidP="00DC4E77">
            <w:pPr>
              <w:pStyle w:val="TableHeadline"/>
            </w:pPr>
            <w:r w:rsidRPr="008E681E">
              <w:t>Supplier Supported/Format</w:t>
            </w:r>
          </w:p>
          <w:p w14:paraId="0EFEBACB" w14:textId="2AF31A75" w:rsidR="00DC4E77" w:rsidRPr="008E681E" w:rsidRDefault="00DC4E77" w:rsidP="00DC4E77">
            <w:pPr>
              <w:pStyle w:val="TableSubheadline"/>
            </w:pPr>
            <w:r w:rsidRPr="008E681E">
              <w:t>(No or online, email, cXML, D96A, X12, CSV, PIDX, etc.)</w:t>
            </w:r>
          </w:p>
        </w:tc>
      </w:tr>
      <w:tr w:rsidR="00DC4E77" w:rsidRPr="008E681E" w14:paraId="5189AF22" w14:textId="77777777" w:rsidTr="15AD1AA5">
        <w:tc>
          <w:tcPr>
            <w:tcW w:w="1908" w:type="dxa"/>
            <w:shd w:val="clear" w:color="auto" w:fill="auto"/>
            <w:tcMar>
              <w:top w:w="108" w:type="dxa"/>
              <w:bottom w:w="108" w:type="dxa"/>
            </w:tcMar>
          </w:tcPr>
          <w:p w14:paraId="7D88D3E8" w14:textId="77777777" w:rsidR="00DC4E77" w:rsidRPr="008E681E" w:rsidRDefault="00DC4E77" w:rsidP="001E6091">
            <w:pPr>
              <w:pStyle w:val="TableText"/>
            </w:pPr>
            <w:r w:rsidRPr="008E681E">
              <w:t>Catalog</w:t>
            </w:r>
          </w:p>
        </w:tc>
        <w:tc>
          <w:tcPr>
            <w:tcW w:w="3402" w:type="dxa"/>
            <w:shd w:val="clear" w:color="auto" w:fill="auto"/>
            <w:tcMar>
              <w:top w:w="108" w:type="dxa"/>
              <w:bottom w:w="108" w:type="dxa"/>
            </w:tcMar>
            <w:vAlign w:val="center"/>
          </w:tcPr>
          <w:p w14:paraId="0536717B" w14:textId="1996C640" w:rsidR="00DC4E77" w:rsidRPr="008E681E" w:rsidRDefault="00AE52E7" w:rsidP="15AD1AA5">
            <w:pPr>
              <w:pStyle w:val="TableBullet"/>
              <w:keepNex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2E71745C" w14:textId="77777777" w:rsidR="00DC4E77" w:rsidRPr="008E681E" w:rsidRDefault="00DC4E77" w:rsidP="15AD1AA5">
            <w:pPr>
              <w:pStyle w:val="TableBullet"/>
              <w:keepNext/>
              <w:tabs>
                <w:tab w:val="clear" w:pos="284"/>
                <w:tab w:val="clear" w:pos="567"/>
                <w:tab w:val="clear" w:pos="851"/>
              </w:tabs>
            </w:pPr>
          </w:p>
        </w:tc>
      </w:tr>
      <w:tr w:rsidR="00DC4E77" w:rsidRPr="008E681E" w14:paraId="6A287A28" w14:textId="77777777" w:rsidTr="15AD1AA5">
        <w:trPr>
          <w:trHeight w:val="206"/>
        </w:trPr>
        <w:tc>
          <w:tcPr>
            <w:tcW w:w="1908" w:type="dxa"/>
            <w:shd w:val="clear" w:color="auto" w:fill="auto"/>
            <w:tcMar>
              <w:top w:w="108" w:type="dxa"/>
              <w:bottom w:w="108" w:type="dxa"/>
            </w:tcMar>
          </w:tcPr>
          <w:p w14:paraId="2A1090A8" w14:textId="2D46C4FD" w:rsidR="00DC4E77" w:rsidRPr="008E681E" w:rsidRDefault="00DC4E77" w:rsidP="001E6091">
            <w:pPr>
              <w:pStyle w:val="TableText"/>
            </w:pPr>
            <w:r w:rsidRPr="008E681E">
              <w:t>Non-Catalog</w:t>
            </w:r>
          </w:p>
        </w:tc>
        <w:tc>
          <w:tcPr>
            <w:tcW w:w="3402" w:type="dxa"/>
            <w:shd w:val="clear" w:color="auto" w:fill="auto"/>
            <w:tcMar>
              <w:top w:w="108" w:type="dxa"/>
              <w:bottom w:w="108" w:type="dxa"/>
            </w:tcMar>
            <w:vAlign w:val="center"/>
          </w:tcPr>
          <w:p w14:paraId="588A46AF" w14:textId="3E8EFA5B"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1C8D0C95" w14:textId="77777777" w:rsidR="00DC4E77" w:rsidRPr="008E681E" w:rsidRDefault="00DC4E77" w:rsidP="15AD1AA5">
            <w:pPr>
              <w:pStyle w:val="TableText"/>
            </w:pPr>
          </w:p>
        </w:tc>
      </w:tr>
      <w:tr w:rsidR="00DC4E77" w:rsidRPr="008E681E" w14:paraId="7C7CB5D6" w14:textId="77777777" w:rsidTr="15AD1AA5">
        <w:trPr>
          <w:trHeight w:val="206"/>
        </w:trPr>
        <w:tc>
          <w:tcPr>
            <w:tcW w:w="1908" w:type="dxa"/>
            <w:shd w:val="clear" w:color="auto" w:fill="auto"/>
            <w:tcMar>
              <w:top w:w="108" w:type="dxa"/>
              <w:bottom w:w="108" w:type="dxa"/>
            </w:tcMar>
            <w:vAlign w:val="center"/>
          </w:tcPr>
          <w:p w14:paraId="2DE33C0E" w14:textId="4EEE3C5F" w:rsidR="00DC4E77" w:rsidRPr="008E681E" w:rsidRDefault="00DC4E77" w:rsidP="001E6091">
            <w:pPr>
              <w:pStyle w:val="TableText"/>
            </w:pPr>
            <w:r w:rsidRPr="008E681E">
              <w:t>Contract</w:t>
            </w:r>
          </w:p>
        </w:tc>
        <w:tc>
          <w:tcPr>
            <w:tcW w:w="3402" w:type="dxa"/>
            <w:shd w:val="clear" w:color="auto" w:fill="auto"/>
            <w:tcMar>
              <w:top w:w="108" w:type="dxa"/>
              <w:bottom w:w="108" w:type="dxa"/>
            </w:tcMar>
            <w:vAlign w:val="center"/>
          </w:tcPr>
          <w:p w14:paraId="0183B1AB" w14:textId="6B7D840A"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1F5E3750" w14:textId="77777777" w:rsidR="00DC4E77" w:rsidRPr="008E681E" w:rsidRDefault="00DC4E77" w:rsidP="15AD1AA5">
            <w:pPr>
              <w:pStyle w:val="TableText"/>
            </w:pPr>
          </w:p>
        </w:tc>
      </w:tr>
      <w:tr w:rsidR="00DC4E77" w:rsidRPr="008E681E" w14:paraId="711F337F" w14:textId="77777777" w:rsidTr="15AD1AA5">
        <w:trPr>
          <w:trHeight w:val="206"/>
        </w:trPr>
        <w:tc>
          <w:tcPr>
            <w:tcW w:w="1908" w:type="dxa"/>
            <w:shd w:val="clear" w:color="auto" w:fill="auto"/>
            <w:tcMar>
              <w:top w:w="108" w:type="dxa"/>
              <w:bottom w:w="108" w:type="dxa"/>
            </w:tcMar>
            <w:vAlign w:val="center"/>
          </w:tcPr>
          <w:p w14:paraId="5758DD05" w14:textId="248EE640" w:rsidR="00DC4E77" w:rsidRPr="008E681E" w:rsidRDefault="00DC4E77" w:rsidP="001E6091">
            <w:pPr>
              <w:pStyle w:val="TableText"/>
            </w:pPr>
            <w:r w:rsidRPr="008E681E">
              <w:t xml:space="preserve">Blanket </w:t>
            </w:r>
          </w:p>
        </w:tc>
        <w:tc>
          <w:tcPr>
            <w:tcW w:w="3402" w:type="dxa"/>
            <w:shd w:val="clear" w:color="auto" w:fill="auto"/>
            <w:tcMar>
              <w:top w:w="108" w:type="dxa"/>
              <w:bottom w:w="108" w:type="dxa"/>
            </w:tcMar>
            <w:vAlign w:val="center"/>
          </w:tcPr>
          <w:p w14:paraId="0723FE3C" w14:textId="5EFC0E0E"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57E7C28B" w14:textId="77777777" w:rsidR="00DC4E77" w:rsidRPr="008E681E" w:rsidRDefault="00DC4E77" w:rsidP="15AD1AA5">
            <w:pPr>
              <w:pStyle w:val="TableText"/>
            </w:pPr>
          </w:p>
        </w:tc>
      </w:tr>
      <w:tr w:rsidR="00DC4E77" w:rsidRPr="008E681E" w14:paraId="6018B5E2" w14:textId="77777777" w:rsidTr="15AD1AA5">
        <w:trPr>
          <w:trHeight w:val="206"/>
        </w:trPr>
        <w:tc>
          <w:tcPr>
            <w:tcW w:w="1908" w:type="dxa"/>
            <w:shd w:val="clear" w:color="auto" w:fill="auto"/>
            <w:tcMar>
              <w:top w:w="108" w:type="dxa"/>
              <w:bottom w:w="108" w:type="dxa"/>
            </w:tcMar>
            <w:vAlign w:val="center"/>
          </w:tcPr>
          <w:p w14:paraId="550789A5" w14:textId="47B1A4CA" w:rsidR="00DC4E77" w:rsidRPr="008E681E" w:rsidRDefault="00DC4E77" w:rsidP="001E6091">
            <w:pPr>
              <w:pStyle w:val="TableText"/>
            </w:pPr>
            <w:r w:rsidRPr="008E681E">
              <w:t>Non-PO</w:t>
            </w:r>
          </w:p>
        </w:tc>
        <w:tc>
          <w:tcPr>
            <w:tcW w:w="3402" w:type="dxa"/>
            <w:shd w:val="clear" w:color="auto" w:fill="auto"/>
            <w:tcMar>
              <w:top w:w="108" w:type="dxa"/>
              <w:bottom w:w="108" w:type="dxa"/>
            </w:tcMar>
            <w:vAlign w:val="center"/>
          </w:tcPr>
          <w:p w14:paraId="1D38582F" w14:textId="358C8C24" w:rsidR="00DC4E77" w:rsidRPr="008E681E" w:rsidRDefault="007A1383"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3A29AC8" w14:textId="77777777" w:rsidR="00DC4E77" w:rsidRPr="008E681E" w:rsidRDefault="00DC4E77" w:rsidP="15AD1AA5">
            <w:pPr>
              <w:pStyle w:val="TableText"/>
            </w:pPr>
          </w:p>
        </w:tc>
      </w:tr>
      <w:tr w:rsidR="00DC4E77" w:rsidRPr="008E681E" w14:paraId="2C042BD3" w14:textId="77777777" w:rsidTr="15AD1AA5">
        <w:trPr>
          <w:trHeight w:val="206"/>
        </w:trPr>
        <w:tc>
          <w:tcPr>
            <w:tcW w:w="1908" w:type="dxa"/>
            <w:shd w:val="clear" w:color="auto" w:fill="auto"/>
            <w:tcMar>
              <w:top w:w="108" w:type="dxa"/>
              <w:bottom w:w="108" w:type="dxa"/>
            </w:tcMar>
            <w:vAlign w:val="center"/>
          </w:tcPr>
          <w:p w14:paraId="2F068707" w14:textId="5FBC46D9" w:rsidR="00DC4E77" w:rsidRPr="008E681E" w:rsidRDefault="004C4680" w:rsidP="001E6091">
            <w:pPr>
              <w:pStyle w:val="TableText"/>
            </w:pPr>
            <w:r w:rsidRPr="008E681E">
              <w:t>Service</w:t>
            </w:r>
          </w:p>
        </w:tc>
        <w:tc>
          <w:tcPr>
            <w:tcW w:w="3402" w:type="dxa"/>
            <w:shd w:val="clear" w:color="auto" w:fill="auto"/>
            <w:tcMar>
              <w:top w:w="108" w:type="dxa"/>
              <w:bottom w:w="108" w:type="dxa"/>
            </w:tcMar>
            <w:vAlign w:val="center"/>
          </w:tcPr>
          <w:p w14:paraId="2876EEE9" w14:textId="1F4B25AA" w:rsidR="00DC4E77" w:rsidRPr="008E681E" w:rsidRDefault="00AE52E7" w:rsidP="15AD1AA5">
            <w:pPr>
              <w:pStyle w:val="TableBullet"/>
              <w:tabs>
                <w:tab w:val="clear" w:pos="284"/>
                <w:tab w:val="clear" w:pos="567"/>
                <w:tab w:val="clear" w:pos="851"/>
              </w:tabs>
              <w:jc w:val="center"/>
            </w:pPr>
            <w:r w:rsidRPr="008E681E">
              <w:t>Required</w:t>
            </w:r>
          </w:p>
        </w:tc>
        <w:tc>
          <w:tcPr>
            <w:tcW w:w="4590" w:type="dxa"/>
            <w:shd w:val="clear" w:color="auto" w:fill="auto"/>
            <w:tcMar>
              <w:top w:w="108" w:type="dxa"/>
              <w:bottom w:w="108" w:type="dxa"/>
            </w:tcMar>
            <w:vAlign w:val="center"/>
          </w:tcPr>
          <w:p w14:paraId="3677C66E" w14:textId="77777777" w:rsidR="00DC4E77" w:rsidRPr="008E681E" w:rsidRDefault="00DC4E77" w:rsidP="15AD1AA5">
            <w:pPr>
              <w:pStyle w:val="TableText"/>
            </w:pPr>
          </w:p>
        </w:tc>
      </w:tr>
      <w:tr w:rsidR="004C4680" w:rsidRPr="008E681E" w14:paraId="376B131E" w14:textId="77777777" w:rsidTr="15AD1AA5">
        <w:trPr>
          <w:trHeight w:val="206"/>
        </w:trPr>
        <w:tc>
          <w:tcPr>
            <w:tcW w:w="1908" w:type="dxa"/>
            <w:shd w:val="clear" w:color="auto" w:fill="auto"/>
            <w:tcMar>
              <w:top w:w="108" w:type="dxa"/>
              <w:bottom w:w="108" w:type="dxa"/>
            </w:tcMar>
            <w:vAlign w:val="center"/>
          </w:tcPr>
          <w:p w14:paraId="1D9ECD3F" w14:textId="63CC1686" w:rsidR="004C4680" w:rsidRPr="008E681E" w:rsidRDefault="004C4680" w:rsidP="001E6091">
            <w:pPr>
              <w:pStyle w:val="TableText"/>
            </w:pPr>
            <w:r>
              <w:t>Service as Material</w:t>
            </w:r>
          </w:p>
        </w:tc>
        <w:tc>
          <w:tcPr>
            <w:tcW w:w="3402" w:type="dxa"/>
            <w:shd w:val="clear" w:color="auto" w:fill="auto"/>
            <w:tcMar>
              <w:top w:w="108" w:type="dxa"/>
              <w:bottom w:w="108" w:type="dxa"/>
            </w:tcMar>
            <w:vAlign w:val="center"/>
          </w:tcPr>
          <w:p w14:paraId="7034AE72" w14:textId="46B8F0C0" w:rsidR="004C4680" w:rsidRPr="008E681E" w:rsidRDefault="000A27A8" w:rsidP="15AD1AA5">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30152CF9" w14:textId="77777777" w:rsidR="004C4680" w:rsidRPr="008E681E" w:rsidRDefault="004C4680" w:rsidP="15AD1AA5">
            <w:pPr>
              <w:pStyle w:val="TableText"/>
            </w:pPr>
          </w:p>
        </w:tc>
      </w:tr>
      <w:tr w:rsidR="00DC4E77" w:rsidRPr="008E681E" w14:paraId="619BA3BA" w14:textId="77777777" w:rsidTr="15AD1AA5">
        <w:trPr>
          <w:trHeight w:val="206"/>
        </w:trPr>
        <w:tc>
          <w:tcPr>
            <w:tcW w:w="1908" w:type="dxa"/>
            <w:shd w:val="clear" w:color="auto" w:fill="auto"/>
            <w:tcMar>
              <w:top w:w="108" w:type="dxa"/>
              <w:bottom w:w="108" w:type="dxa"/>
            </w:tcMar>
            <w:vAlign w:val="center"/>
          </w:tcPr>
          <w:p w14:paraId="37120A88" w14:textId="66C5CD16" w:rsidR="00DC4E77" w:rsidRPr="008E681E" w:rsidRDefault="00DC4E77" w:rsidP="001E6091">
            <w:pPr>
              <w:pStyle w:val="TableText"/>
            </w:pPr>
            <w:r w:rsidRPr="008E681E">
              <w:t>Credit – Header Level</w:t>
            </w:r>
          </w:p>
        </w:tc>
        <w:tc>
          <w:tcPr>
            <w:tcW w:w="3402" w:type="dxa"/>
            <w:shd w:val="clear" w:color="auto" w:fill="auto"/>
            <w:tcMar>
              <w:top w:w="108" w:type="dxa"/>
              <w:bottom w:w="108" w:type="dxa"/>
            </w:tcMar>
            <w:vAlign w:val="center"/>
          </w:tcPr>
          <w:p w14:paraId="4A2AC4D1" w14:textId="0FD83C36"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9EDFC" w14:textId="77777777" w:rsidR="00DC4E77" w:rsidRPr="008E681E" w:rsidRDefault="00DC4E77" w:rsidP="15AD1AA5">
            <w:pPr>
              <w:pStyle w:val="TableText"/>
            </w:pPr>
          </w:p>
        </w:tc>
      </w:tr>
      <w:tr w:rsidR="00DC4E77" w:rsidRPr="008E681E" w14:paraId="43476EF4" w14:textId="77777777" w:rsidTr="15AD1AA5">
        <w:trPr>
          <w:trHeight w:val="206"/>
        </w:trPr>
        <w:tc>
          <w:tcPr>
            <w:tcW w:w="1908" w:type="dxa"/>
            <w:shd w:val="clear" w:color="auto" w:fill="auto"/>
            <w:tcMar>
              <w:top w:w="108" w:type="dxa"/>
              <w:bottom w:w="108" w:type="dxa"/>
            </w:tcMar>
            <w:vAlign w:val="center"/>
          </w:tcPr>
          <w:p w14:paraId="2AE505D7" w14:textId="75714857" w:rsidR="00DC4E77" w:rsidRPr="008E681E" w:rsidRDefault="00DC4E77" w:rsidP="001E6091">
            <w:pPr>
              <w:pStyle w:val="TableText"/>
            </w:pPr>
            <w:r w:rsidRPr="008E681E">
              <w:t>Credit – Line Level</w:t>
            </w:r>
          </w:p>
        </w:tc>
        <w:tc>
          <w:tcPr>
            <w:tcW w:w="3402" w:type="dxa"/>
            <w:shd w:val="clear" w:color="auto" w:fill="auto"/>
            <w:tcMar>
              <w:top w:w="108" w:type="dxa"/>
              <w:bottom w:w="108" w:type="dxa"/>
            </w:tcMar>
          </w:tcPr>
          <w:p w14:paraId="2F1DD8D5" w14:textId="5A1C85C5" w:rsidR="00DC4E77" w:rsidRPr="008E681E" w:rsidRDefault="000A27A8" w:rsidP="0095729F">
            <w:pPr>
              <w:pStyle w:val="TableBullet"/>
              <w:numPr>
                <w:ilvl w:val="0"/>
                <w:numId w:val="23"/>
              </w:numPr>
              <w:tabs>
                <w:tab w:val="clear" w:pos="284"/>
                <w:tab w:val="clear" w:pos="567"/>
                <w:tab w:val="clear" w:pos="851"/>
              </w:tabs>
              <w:ind w:left="226" w:hanging="180"/>
            </w:pPr>
            <w:r>
              <w:t>Optional – must contain a</w:t>
            </w:r>
            <w:r w:rsidR="00B10A72">
              <w:t xml:space="preserve"> reference to original invoice credited </w:t>
            </w:r>
          </w:p>
        </w:tc>
        <w:tc>
          <w:tcPr>
            <w:tcW w:w="4590" w:type="dxa"/>
            <w:shd w:val="clear" w:color="auto" w:fill="auto"/>
            <w:tcMar>
              <w:top w:w="108" w:type="dxa"/>
              <w:bottom w:w="108" w:type="dxa"/>
            </w:tcMar>
            <w:vAlign w:val="center"/>
          </w:tcPr>
          <w:p w14:paraId="4A448FA4" w14:textId="77777777" w:rsidR="00DC4E77" w:rsidRPr="008E681E" w:rsidRDefault="00DC4E77" w:rsidP="15AD1AA5">
            <w:pPr>
              <w:pStyle w:val="TableText"/>
            </w:pPr>
          </w:p>
        </w:tc>
      </w:tr>
      <w:tr w:rsidR="00DC4E77" w:rsidRPr="008E681E" w14:paraId="227D3FA8" w14:textId="77777777" w:rsidTr="15AD1AA5">
        <w:trPr>
          <w:trHeight w:val="206"/>
        </w:trPr>
        <w:tc>
          <w:tcPr>
            <w:tcW w:w="1908" w:type="dxa"/>
            <w:shd w:val="clear" w:color="auto" w:fill="auto"/>
            <w:tcMar>
              <w:top w:w="108" w:type="dxa"/>
              <w:bottom w:w="108" w:type="dxa"/>
            </w:tcMar>
            <w:vAlign w:val="center"/>
          </w:tcPr>
          <w:p w14:paraId="26786175" w14:textId="441ED929" w:rsidR="00DC4E77" w:rsidRPr="008E681E" w:rsidRDefault="00DC4E77" w:rsidP="001E6091">
            <w:pPr>
              <w:pStyle w:val="TableText"/>
            </w:pPr>
            <w:r w:rsidRPr="008E681E">
              <w:t>Debit – Header Level</w:t>
            </w:r>
          </w:p>
        </w:tc>
        <w:tc>
          <w:tcPr>
            <w:tcW w:w="3402" w:type="dxa"/>
            <w:shd w:val="clear" w:color="auto" w:fill="auto"/>
            <w:tcMar>
              <w:top w:w="108" w:type="dxa"/>
              <w:bottom w:w="108" w:type="dxa"/>
            </w:tcMar>
            <w:vAlign w:val="center"/>
          </w:tcPr>
          <w:p w14:paraId="733F7EAC" w14:textId="3753AD4C"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848CB" w14:textId="77777777" w:rsidR="00DC4E77" w:rsidRPr="008E681E" w:rsidRDefault="00DC4E77" w:rsidP="15AD1AA5">
            <w:pPr>
              <w:pStyle w:val="TableText"/>
            </w:pPr>
          </w:p>
        </w:tc>
      </w:tr>
      <w:tr w:rsidR="00DC4E77" w:rsidRPr="008E681E" w14:paraId="1D0A5B60" w14:textId="77777777" w:rsidTr="15AD1AA5">
        <w:trPr>
          <w:trHeight w:val="206"/>
        </w:trPr>
        <w:tc>
          <w:tcPr>
            <w:tcW w:w="1908" w:type="dxa"/>
            <w:shd w:val="clear" w:color="auto" w:fill="auto"/>
            <w:tcMar>
              <w:top w:w="108" w:type="dxa"/>
              <w:bottom w:w="108" w:type="dxa"/>
            </w:tcMar>
            <w:vAlign w:val="center"/>
          </w:tcPr>
          <w:p w14:paraId="39FFD471" w14:textId="795AD1B1" w:rsidR="00DC4E77" w:rsidRPr="008E681E" w:rsidRDefault="00DC4E77" w:rsidP="001E6091">
            <w:pPr>
              <w:pStyle w:val="TableText"/>
            </w:pPr>
            <w:r w:rsidRPr="008E681E">
              <w:t>Debit – Line Level</w:t>
            </w:r>
          </w:p>
        </w:tc>
        <w:tc>
          <w:tcPr>
            <w:tcW w:w="3402" w:type="dxa"/>
            <w:shd w:val="clear" w:color="auto" w:fill="auto"/>
            <w:tcMar>
              <w:top w:w="108" w:type="dxa"/>
              <w:bottom w:w="108" w:type="dxa"/>
            </w:tcMar>
            <w:vAlign w:val="center"/>
          </w:tcPr>
          <w:p w14:paraId="2685C6AC" w14:textId="16A251CA"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6E6E6AF6" w14:textId="77777777" w:rsidR="00DC4E77" w:rsidRPr="008E681E" w:rsidRDefault="00DC4E77" w:rsidP="15AD1AA5">
            <w:pPr>
              <w:pStyle w:val="TableText"/>
            </w:pPr>
          </w:p>
        </w:tc>
      </w:tr>
      <w:tr w:rsidR="00DC4E77" w:rsidRPr="008E681E" w14:paraId="07595334" w14:textId="77777777" w:rsidTr="15AD1AA5">
        <w:trPr>
          <w:trHeight w:val="206"/>
        </w:trPr>
        <w:tc>
          <w:tcPr>
            <w:tcW w:w="1908" w:type="dxa"/>
            <w:shd w:val="clear" w:color="auto" w:fill="auto"/>
            <w:tcMar>
              <w:top w:w="108" w:type="dxa"/>
              <w:bottom w:w="108" w:type="dxa"/>
            </w:tcMar>
            <w:vAlign w:val="center"/>
          </w:tcPr>
          <w:p w14:paraId="6D0CC905" w14:textId="6F6AF611" w:rsidR="00DC4E77" w:rsidRPr="008E681E" w:rsidRDefault="00DC4E77" w:rsidP="001E6091">
            <w:pPr>
              <w:pStyle w:val="TableText"/>
            </w:pPr>
            <w:r w:rsidRPr="008E681E">
              <w:t>Invoice Rejection</w:t>
            </w:r>
          </w:p>
        </w:tc>
        <w:tc>
          <w:tcPr>
            <w:tcW w:w="3402" w:type="dxa"/>
            <w:shd w:val="clear" w:color="auto" w:fill="auto"/>
            <w:tcMar>
              <w:top w:w="108" w:type="dxa"/>
              <w:bottom w:w="108" w:type="dxa"/>
            </w:tcMar>
            <w:vAlign w:val="center"/>
          </w:tcPr>
          <w:p w14:paraId="1E88A627" w14:textId="5CF1E6FA"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671763B7" w14:textId="77777777" w:rsidR="00DC4E77" w:rsidRPr="008E681E" w:rsidRDefault="00DC4E77" w:rsidP="15AD1AA5">
            <w:pPr>
              <w:pStyle w:val="TableText"/>
            </w:pPr>
          </w:p>
        </w:tc>
      </w:tr>
      <w:tr w:rsidR="00DC4E77" w:rsidRPr="008E681E" w14:paraId="15A3DBC8" w14:textId="77777777" w:rsidTr="006A2222">
        <w:trPr>
          <w:trHeight w:val="319"/>
        </w:trPr>
        <w:tc>
          <w:tcPr>
            <w:tcW w:w="1908" w:type="dxa"/>
            <w:shd w:val="clear" w:color="auto" w:fill="auto"/>
            <w:tcMar>
              <w:top w:w="108" w:type="dxa"/>
              <w:bottom w:w="108" w:type="dxa"/>
            </w:tcMar>
            <w:vAlign w:val="center"/>
          </w:tcPr>
          <w:p w14:paraId="31603D07" w14:textId="7FA9A24F" w:rsidR="00DC4E77" w:rsidRPr="008E681E" w:rsidRDefault="00DC4E77" w:rsidP="001E6091">
            <w:pPr>
              <w:pStyle w:val="TableText"/>
            </w:pPr>
            <w:r w:rsidRPr="008E681E">
              <w:t>Invoice Status Update</w:t>
            </w:r>
          </w:p>
        </w:tc>
        <w:tc>
          <w:tcPr>
            <w:tcW w:w="3402" w:type="dxa"/>
            <w:shd w:val="clear" w:color="auto" w:fill="auto"/>
            <w:tcMar>
              <w:top w:w="108" w:type="dxa"/>
              <w:bottom w:w="108" w:type="dxa"/>
            </w:tcMar>
            <w:vAlign w:val="center"/>
          </w:tcPr>
          <w:p w14:paraId="54121680" w14:textId="31C1BC88" w:rsidR="00DC4E77" w:rsidRPr="008E681E" w:rsidRDefault="000A27A8"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7D9D466E" w14:textId="77777777" w:rsidR="00DC4E77" w:rsidRPr="008E681E" w:rsidRDefault="00DC4E77" w:rsidP="15AD1AA5">
            <w:pPr>
              <w:pStyle w:val="TableText"/>
            </w:pPr>
          </w:p>
        </w:tc>
      </w:tr>
    </w:tbl>
    <w:p w14:paraId="130AD68A" w14:textId="41868DBC" w:rsidR="009D2AD6" w:rsidRPr="008E681E" w:rsidRDefault="009D2AD6" w:rsidP="001C316F"/>
    <w:p w14:paraId="4CEA1C1F" w14:textId="77777777" w:rsidR="006A2222" w:rsidRDefault="006A222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6A7021" w:rsidRPr="008E681E" w14:paraId="7AD5B7BF" w14:textId="77777777" w:rsidTr="15AD1AA5">
        <w:trPr>
          <w:trHeight w:val="583"/>
          <w:tblHeader/>
        </w:trPr>
        <w:tc>
          <w:tcPr>
            <w:tcW w:w="2610" w:type="dxa"/>
            <w:gridSpan w:val="3"/>
            <w:shd w:val="clear" w:color="auto" w:fill="F0AB00" w:themeFill="accent1"/>
            <w:tcMar>
              <w:top w:w="113" w:type="dxa"/>
              <w:bottom w:w="0" w:type="dxa"/>
            </w:tcMar>
          </w:tcPr>
          <w:p w14:paraId="4C260859" w14:textId="5C443638" w:rsidR="006A7021" w:rsidRPr="008E681E" w:rsidRDefault="006A7021" w:rsidP="001E6091">
            <w:pPr>
              <w:pStyle w:val="TableHeadline"/>
            </w:pPr>
            <w:r w:rsidRPr="008E681E">
              <w:t>Description</w:t>
            </w:r>
          </w:p>
          <w:p w14:paraId="6A1B2428" w14:textId="77777777" w:rsidR="006A7021" w:rsidRPr="008E681E" w:rsidRDefault="132C1899" w:rsidP="000F7DF6">
            <w:pPr>
              <w:pStyle w:val="Heading3"/>
            </w:pPr>
            <w:bookmarkStart w:id="74" w:name="_Toc100844165"/>
            <w:bookmarkStart w:id="75" w:name="_Toc126654705"/>
            <w:r>
              <w:t>Attributes</w:t>
            </w:r>
            <w:bookmarkEnd w:id="74"/>
            <w:bookmarkEnd w:id="75"/>
          </w:p>
        </w:tc>
        <w:tc>
          <w:tcPr>
            <w:tcW w:w="1710" w:type="dxa"/>
            <w:shd w:val="clear" w:color="auto" w:fill="F0AB00" w:themeFill="accent1"/>
          </w:tcPr>
          <w:p w14:paraId="1F6EEF9D" w14:textId="77777777" w:rsidR="006A7021" w:rsidRPr="008E681E" w:rsidRDefault="006A7021" w:rsidP="00005B7C">
            <w:pPr>
              <w:pStyle w:val="TableHeadline"/>
            </w:pPr>
            <w:r w:rsidRPr="008E681E">
              <w:t>Buyer Supported</w:t>
            </w:r>
          </w:p>
          <w:p w14:paraId="6EDC5BFE" w14:textId="77777777" w:rsidR="00EF7673" w:rsidRDefault="006A7021" w:rsidP="00005B7C">
            <w:pPr>
              <w:pStyle w:val="TableHeadline"/>
            </w:pPr>
            <w:r w:rsidRPr="008E681E">
              <w:t>(Required/</w:t>
            </w:r>
          </w:p>
          <w:p w14:paraId="6B9CE1D6" w14:textId="77777777" w:rsidR="002250C4" w:rsidRDefault="006A7021" w:rsidP="00005B7C">
            <w:pPr>
              <w:pStyle w:val="TableHeadline"/>
            </w:pPr>
            <w:r w:rsidRPr="008E681E">
              <w:t>Optional/</w:t>
            </w:r>
          </w:p>
          <w:p w14:paraId="1164DB1F" w14:textId="3DFE9B69" w:rsidR="006A7021" w:rsidRPr="008E681E" w:rsidRDefault="006A7021" w:rsidP="00005B7C">
            <w:pPr>
              <w:pStyle w:val="TableHeadline"/>
            </w:pPr>
            <w:r w:rsidRPr="008E681E">
              <w:t>Out of Scope)</w:t>
            </w:r>
          </w:p>
        </w:tc>
        <w:tc>
          <w:tcPr>
            <w:tcW w:w="3060" w:type="dxa"/>
            <w:shd w:val="clear" w:color="auto" w:fill="F0AB00" w:themeFill="accent1"/>
            <w:tcMar>
              <w:top w:w="113" w:type="dxa"/>
              <w:bottom w:w="0" w:type="dxa"/>
            </w:tcMar>
          </w:tcPr>
          <w:p w14:paraId="2E470CF7" w14:textId="5E9A6AE6" w:rsidR="006A7021" w:rsidRPr="008E681E" w:rsidRDefault="006A7021" w:rsidP="001E6091">
            <w:pPr>
              <w:pStyle w:val="TableHeadline"/>
            </w:pPr>
            <w:r w:rsidRPr="008E681E">
              <w:t>Buyer Comments</w:t>
            </w:r>
          </w:p>
        </w:tc>
        <w:tc>
          <w:tcPr>
            <w:tcW w:w="2610" w:type="dxa"/>
            <w:shd w:val="clear" w:color="auto" w:fill="F0AB00" w:themeFill="accent1"/>
          </w:tcPr>
          <w:p w14:paraId="766AD0B5" w14:textId="5A41A24E" w:rsidR="006A7021" w:rsidRPr="008E681E" w:rsidRDefault="006A7021" w:rsidP="006A7021">
            <w:pPr>
              <w:pStyle w:val="TableHeadline"/>
            </w:pPr>
            <w:r w:rsidRPr="008E681E">
              <w:t>Supplier Comments</w:t>
            </w:r>
          </w:p>
        </w:tc>
      </w:tr>
      <w:tr w:rsidR="006A7021" w:rsidRPr="008E681E" w14:paraId="3B393AC3" w14:textId="77777777" w:rsidTr="15AD1AA5">
        <w:tc>
          <w:tcPr>
            <w:tcW w:w="450" w:type="dxa"/>
            <w:vMerge w:val="restart"/>
            <w:shd w:val="clear" w:color="auto" w:fill="auto"/>
            <w:tcMar>
              <w:top w:w="108" w:type="dxa"/>
              <w:bottom w:w="108" w:type="dxa"/>
            </w:tcMar>
            <w:textDirection w:val="btLr"/>
            <w:vAlign w:val="center"/>
          </w:tcPr>
          <w:p w14:paraId="73F70E4C" w14:textId="77777777" w:rsidR="006A7021" w:rsidRPr="008E681E" w:rsidRDefault="006A7021" w:rsidP="00E87DD8">
            <w:pPr>
              <w:pStyle w:val="TableText"/>
              <w:ind w:left="113" w:right="113"/>
              <w:jc w:val="center"/>
            </w:pPr>
            <w:r w:rsidRPr="008E681E">
              <w:t>General</w:t>
            </w:r>
          </w:p>
        </w:tc>
        <w:tc>
          <w:tcPr>
            <w:tcW w:w="2160" w:type="dxa"/>
            <w:gridSpan w:val="2"/>
            <w:shd w:val="clear" w:color="auto" w:fill="auto"/>
          </w:tcPr>
          <w:p w14:paraId="67EC79CF" w14:textId="58120C7C" w:rsidR="006A7021" w:rsidRPr="008E681E" w:rsidRDefault="006A7021" w:rsidP="001E6091">
            <w:pPr>
              <w:pStyle w:val="TableText"/>
            </w:pPr>
            <w:r w:rsidRPr="008E681E">
              <w:t>Attachments</w:t>
            </w:r>
          </w:p>
        </w:tc>
        <w:tc>
          <w:tcPr>
            <w:tcW w:w="1710" w:type="dxa"/>
            <w:vAlign w:val="center"/>
          </w:tcPr>
          <w:p w14:paraId="6AF3A71A" w14:textId="13BAF27C" w:rsidR="006A7021" w:rsidRPr="008E681E" w:rsidRDefault="004B6730" w:rsidP="15AD1AA5">
            <w:pPr>
              <w:pStyle w:val="TableBullet"/>
              <w:jc w:val="center"/>
            </w:pPr>
            <w:r>
              <w:t>Optional</w:t>
            </w:r>
          </w:p>
        </w:tc>
        <w:tc>
          <w:tcPr>
            <w:tcW w:w="3060" w:type="dxa"/>
            <w:shd w:val="clear" w:color="auto" w:fill="auto"/>
            <w:tcMar>
              <w:top w:w="108" w:type="dxa"/>
              <w:bottom w:w="108" w:type="dxa"/>
            </w:tcMar>
            <w:vAlign w:val="center"/>
          </w:tcPr>
          <w:p w14:paraId="76A1A10E" w14:textId="2E926D33" w:rsidR="006A7021" w:rsidRPr="008E681E" w:rsidRDefault="00314F88" w:rsidP="004B6730">
            <w:pPr>
              <w:pStyle w:val="TableBullet"/>
              <w:ind w:left="144"/>
            </w:pPr>
            <w:r w:rsidRPr="00314F88">
              <w:t>The max attachment file size is 10 MB</w:t>
            </w:r>
          </w:p>
        </w:tc>
        <w:tc>
          <w:tcPr>
            <w:tcW w:w="2610" w:type="dxa"/>
            <w:vAlign w:val="center"/>
          </w:tcPr>
          <w:p w14:paraId="3B4E0597" w14:textId="77777777" w:rsidR="006A7021" w:rsidRPr="008E681E" w:rsidRDefault="006A7021" w:rsidP="15AD1AA5">
            <w:pPr>
              <w:pStyle w:val="TableBullet"/>
              <w:keepNext/>
              <w:tabs>
                <w:tab w:val="clear" w:pos="284"/>
                <w:tab w:val="clear" w:pos="567"/>
                <w:tab w:val="clear" w:pos="851"/>
              </w:tabs>
            </w:pPr>
          </w:p>
        </w:tc>
      </w:tr>
      <w:tr w:rsidR="006A7021" w:rsidRPr="008E681E" w14:paraId="0B230033" w14:textId="77777777" w:rsidTr="15AD1AA5">
        <w:trPr>
          <w:trHeight w:val="206"/>
        </w:trPr>
        <w:tc>
          <w:tcPr>
            <w:tcW w:w="450" w:type="dxa"/>
            <w:vMerge/>
            <w:tcMar>
              <w:top w:w="108" w:type="dxa"/>
              <w:bottom w:w="108" w:type="dxa"/>
            </w:tcMar>
            <w:vAlign w:val="center"/>
          </w:tcPr>
          <w:p w14:paraId="61D390EE" w14:textId="77777777" w:rsidR="006A7021" w:rsidRPr="008E681E" w:rsidRDefault="006A7021" w:rsidP="001E6091">
            <w:pPr>
              <w:pStyle w:val="TableText"/>
            </w:pPr>
          </w:p>
        </w:tc>
        <w:tc>
          <w:tcPr>
            <w:tcW w:w="2160" w:type="dxa"/>
            <w:gridSpan w:val="2"/>
            <w:shd w:val="clear" w:color="auto" w:fill="auto"/>
            <w:vAlign w:val="center"/>
          </w:tcPr>
          <w:p w14:paraId="0C6BE131" w14:textId="4F55EB9A" w:rsidR="006A7021" w:rsidRPr="008E681E" w:rsidRDefault="006A7021" w:rsidP="001E6091">
            <w:pPr>
              <w:pStyle w:val="TableText"/>
            </w:pPr>
            <w:r w:rsidRPr="008E681E">
              <w:t>Precision Rounding</w:t>
            </w:r>
          </w:p>
        </w:tc>
        <w:tc>
          <w:tcPr>
            <w:tcW w:w="1710" w:type="dxa"/>
            <w:vAlign w:val="center"/>
          </w:tcPr>
          <w:p w14:paraId="08FCCAEB" w14:textId="0B4192ED" w:rsidR="006A7021" w:rsidRPr="008E681E" w:rsidRDefault="004B6730" w:rsidP="15AD1AA5">
            <w:pPr>
              <w:pStyle w:val="TableBullet"/>
              <w:tabs>
                <w:tab w:val="clear" w:pos="284"/>
                <w:tab w:val="clear" w:pos="567"/>
                <w:tab w:val="clear" w:pos="851"/>
              </w:tabs>
              <w:jc w:val="center"/>
            </w:pPr>
            <w:r>
              <w:t>Out of scope</w:t>
            </w:r>
          </w:p>
        </w:tc>
        <w:tc>
          <w:tcPr>
            <w:tcW w:w="3060" w:type="dxa"/>
            <w:shd w:val="clear" w:color="auto" w:fill="auto"/>
            <w:tcMar>
              <w:top w:w="108" w:type="dxa"/>
              <w:bottom w:w="108" w:type="dxa"/>
            </w:tcMar>
            <w:vAlign w:val="center"/>
          </w:tcPr>
          <w:p w14:paraId="21AAC967" w14:textId="6C941BD6" w:rsidR="006A7021" w:rsidRPr="008E681E" w:rsidRDefault="006A7021" w:rsidP="15AD1AA5">
            <w:pPr>
              <w:pStyle w:val="TableBullet"/>
              <w:tabs>
                <w:tab w:val="clear" w:pos="284"/>
                <w:tab w:val="clear" w:pos="567"/>
                <w:tab w:val="clear" w:pos="851"/>
              </w:tabs>
            </w:pPr>
          </w:p>
        </w:tc>
        <w:tc>
          <w:tcPr>
            <w:tcW w:w="2610" w:type="dxa"/>
            <w:vAlign w:val="center"/>
          </w:tcPr>
          <w:p w14:paraId="02F85008" w14:textId="77777777" w:rsidR="006A7021" w:rsidRPr="008E681E" w:rsidRDefault="006A7021" w:rsidP="15AD1AA5">
            <w:pPr>
              <w:pStyle w:val="TableText"/>
            </w:pPr>
          </w:p>
        </w:tc>
      </w:tr>
      <w:tr w:rsidR="006A7021" w:rsidRPr="008E681E" w14:paraId="60F54185" w14:textId="77777777" w:rsidTr="15AD1AA5">
        <w:trPr>
          <w:trHeight w:val="206"/>
        </w:trPr>
        <w:tc>
          <w:tcPr>
            <w:tcW w:w="450" w:type="dxa"/>
            <w:vMerge/>
            <w:tcMar>
              <w:top w:w="108" w:type="dxa"/>
              <w:bottom w:w="108" w:type="dxa"/>
            </w:tcMar>
            <w:vAlign w:val="center"/>
          </w:tcPr>
          <w:p w14:paraId="58CB6E55" w14:textId="77777777" w:rsidR="006A7021" w:rsidRPr="008E681E" w:rsidRDefault="006A7021" w:rsidP="001E6091">
            <w:pPr>
              <w:pStyle w:val="TableText"/>
            </w:pPr>
          </w:p>
        </w:tc>
        <w:tc>
          <w:tcPr>
            <w:tcW w:w="2160" w:type="dxa"/>
            <w:gridSpan w:val="2"/>
            <w:shd w:val="clear" w:color="auto" w:fill="auto"/>
            <w:vAlign w:val="center"/>
          </w:tcPr>
          <w:p w14:paraId="0F54A07E" w14:textId="77777777" w:rsidR="006A7021" w:rsidRPr="008E681E" w:rsidRDefault="006A7021" w:rsidP="001E6091">
            <w:pPr>
              <w:pStyle w:val="TableText"/>
            </w:pPr>
            <w:r w:rsidRPr="008E681E">
              <w:t>Advanced Pricing Detail</w:t>
            </w:r>
          </w:p>
        </w:tc>
        <w:tc>
          <w:tcPr>
            <w:tcW w:w="1710" w:type="dxa"/>
            <w:vAlign w:val="center"/>
          </w:tcPr>
          <w:p w14:paraId="631E4BFC" w14:textId="2EC34F2C" w:rsidR="006A7021" w:rsidRPr="000022EB" w:rsidRDefault="004B6730" w:rsidP="15AD1AA5">
            <w:pPr>
              <w:pStyle w:val="TableBullet"/>
              <w:tabs>
                <w:tab w:val="clear" w:pos="284"/>
                <w:tab w:val="clear" w:pos="567"/>
                <w:tab w:val="clear" w:pos="851"/>
              </w:tabs>
              <w:jc w:val="center"/>
              <w:rPr>
                <w:lang w:val="bg-BG"/>
              </w:rPr>
            </w:pPr>
            <w:r>
              <w:t>Out of scope</w:t>
            </w:r>
          </w:p>
        </w:tc>
        <w:tc>
          <w:tcPr>
            <w:tcW w:w="3060" w:type="dxa"/>
            <w:shd w:val="clear" w:color="auto" w:fill="auto"/>
            <w:tcMar>
              <w:top w:w="108" w:type="dxa"/>
              <w:bottom w:w="108" w:type="dxa"/>
            </w:tcMar>
            <w:vAlign w:val="center"/>
          </w:tcPr>
          <w:p w14:paraId="3C9DC25D" w14:textId="76F2FE9A" w:rsidR="006A7021" w:rsidRPr="008E681E" w:rsidRDefault="006A7021" w:rsidP="15AD1AA5">
            <w:pPr>
              <w:pStyle w:val="TableBullet"/>
              <w:tabs>
                <w:tab w:val="clear" w:pos="284"/>
                <w:tab w:val="clear" w:pos="567"/>
                <w:tab w:val="clear" w:pos="851"/>
              </w:tabs>
            </w:pPr>
          </w:p>
        </w:tc>
        <w:tc>
          <w:tcPr>
            <w:tcW w:w="2610" w:type="dxa"/>
            <w:vAlign w:val="center"/>
          </w:tcPr>
          <w:p w14:paraId="5FC69955" w14:textId="77777777" w:rsidR="006A7021" w:rsidRPr="008E681E" w:rsidRDefault="006A7021" w:rsidP="15AD1AA5">
            <w:pPr>
              <w:pStyle w:val="TableText"/>
            </w:pPr>
          </w:p>
        </w:tc>
      </w:tr>
      <w:tr w:rsidR="00F04F66" w:rsidRPr="008E681E" w14:paraId="47851295" w14:textId="77777777" w:rsidTr="15AD1AA5">
        <w:trPr>
          <w:trHeight w:val="206"/>
        </w:trPr>
        <w:tc>
          <w:tcPr>
            <w:tcW w:w="450" w:type="dxa"/>
            <w:vMerge/>
            <w:tcMar>
              <w:top w:w="108" w:type="dxa"/>
              <w:bottom w:w="108" w:type="dxa"/>
            </w:tcMar>
            <w:vAlign w:val="center"/>
          </w:tcPr>
          <w:p w14:paraId="38F2659B" w14:textId="77777777" w:rsidR="00F04F66" w:rsidRPr="008E681E" w:rsidRDefault="00F04F66" w:rsidP="001E6091">
            <w:pPr>
              <w:pStyle w:val="TableText"/>
            </w:pPr>
          </w:p>
        </w:tc>
        <w:tc>
          <w:tcPr>
            <w:tcW w:w="2160" w:type="dxa"/>
            <w:gridSpan w:val="2"/>
            <w:shd w:val="clear" w:color="auto" w:fill="auto"/>
            <w:vAlign w:val="center"/>
          </w:tcPr>
          <w:p w14:paraId="4630C0A7" w14:textId="57EBAB72" w:rsidR="00F04F66" w:rsidRPr="008E681E" w:rsidRDefault="00F04F66" w:rsidP="001E6091">
            <w:pPr>
              <w:pStyle w:val="TableText"/>
            </w:pPr>
            <w:r>
              <w:t xml:space="preserve">Amounts </w:t>
            </w:r>
          </w:p>
        </w:tc>
        <w:tc>
          <w:tcPr>
            <w:tcW w:w="4770" w:type="dxa"/>
            <w:gridSpan w:val="2"/>
          </w:tcPr>
          <w:p w14:paraId="5C15DDD2" w14:textId="5EA569BE" w:rsidR="00F04F66" w:rsidRDefault="00C47611" w:rsidP="0095729F">
            <w:pPr>
              <w:pStyle w:val="TableBullet"/>
              <w:numPr>
                <w:ilvl w:val="0"/>
                <w:numId w:val="23"/>
              </w:numPr>
              <w:ind w:left="151" w:hanging="151"/>
            </w:pPr>
            <w:r>
              <w:rPr>
                <w:b/>
                <w:bCs/>
              </w:rPr>
              <w:t>S</w:t>
            </w:r>
            <w:r w:rsidR="00F04F66" w:rsidRPr="00F04F66">
              <w:rPr>
                <w:b/>
                <w:bCs/>
              </w:rPr>
              <w:t>ubtotal amount</w:t>
            </w:r>
            <w:r w:rsidR="00F04F66">
              <w:t xml:space="preserve"> = Unit Price x Quantity (No tax)</w:t>
            </w:r>
          </w:p>
          <w:p w14:paraId="0BFCE3DC" w14:textId="79D42ED7" w:rsidR="00F04F66" w:rsidRDefault="00F04F66" w:rsidP="0095729F">
            <w:pPr>
              <w:pStyle w:val="TableBullet"/>
              <w:numPr>
                <w:ilvl w:val="0"/>
                <w:numId w:val="23"/>
              </w:numPr>
              <w:ind w:left="151" w:hanging="151"/>
            </w:pPr>
            <w:r w:rsidRPr="00F04F66">
              <w:rPr>
                <w:b/>
                <w:bCs/>
              </w:rPr>
              <w:t>Taxable amount</w:t>
            </w:r>
            <w:r>
              <w:t xml:space="preserve"> = Subtotal amount</w:t>
            </w:r>
          </w:p>
          <w:p w14:paraId="7FBE3786" w14:textId="083F7BD2" w:rsidR="00F04F66" w:rsidRDefault="00F04F66" w:rsidP="0095729F">
            <w:pPr>
              <w:pStyle w:val="TableBullet"/>
              <w:numPr>
                <w:ilvl w:val="0"/>
                <w:numId w:val="23"/>
              </w:numPr>
              <w:ind w:left="151" w:hanging="151"/>
            </w:pPr>
            <w:r w:rsidRPr="00F04F66">
              <w:rPr>
                <w:b/>
                <w:bCs/>
              </w:rPr>
              <w:t>Gross amount</w:t>
            </w:r>
            <w:r>
              <w:t xml:space="preserve"> = Subtotal + Tax</w:t>
            </w:r>
          </w:p>
          <w:p w14:paraId="23E5F0C6" w14:textId="2FD09118" w:rsidR="00F04F66" w:rsidRDefault="00F04F66" w:rsidP="0095729F">
            <w:pPr>
              <w:pStyle w:val="TableBullet"/>
              <w:numPr>
                <w:ilvl w:val="0"/>
                <w:numId w:val="23"/>
              </w:numPr>
              <w:ind w:left="151" w:hanging="151"/>
            </w:pPr>
            <w:r w:rsidRPr="00F04F66">
              <w:rPr>
                <w:b/>
                <w:bCs/>
              </w:rPr>
              <w:t>Net amount</w:t>
            </w:r>
            <w:r>
              <w:t xml:space="preserve"> = Gross amount </w:t>
            </w:r>
            <w:r w:rsidR="00D31DE4">
              <w:t>–</w:t>
            </w:r>
            <w:r>
              <w:t xml:space="preserve"> </w:t>
            </w:r>
            <w:r w:rsidR="00D31DE4">
              <w:t xml:space="preserve">adjustments and </w:t>
            </w:r>
            <w:r>
              <w:t>discount</w:t>
            </w:r>
            <w:r w:rsidR="00EE29CF">
              <w:t>/rebait</w:t>
            </w:r>
            <w:r w:rsidR="00D31DE4">
              <w:t xml:space="preserve"> (if any)</w:t>
            </w:r>
          </w:p>
          <w:p w14:paraId="4752AC07" w14:textId="77777777" w:rsidR="00F04F66" w:rsidRDefault="00F04F66" w:rsidP="0095729F">
            <w:pPr>
              <w:pStyle w:val="TableBullet"/>
              <w:numPr>
                <w:ilvl w:val="0"/>
                <w:numId w:val="23"/>
              </w:numPr>
              <w:ind w:left="151" w:hanging="151"/>
            </w:pPr>
            <w:r w:rsidRPr="00F04F66">
              <w:rPr>
                <w:b/>
                <w:bCs/>
              </w:rPr>
              <w:t xml:space="preserve">Due amount </w:t>
            </w:r>
            <w:r>
              <w:t>= Gross amount - adjustments (if any)</w:t>
            </w:r>
          </w:p>
          <w:p w14:paraId="70859444" w14:textId="0F761C91" w:rsidR="00F04F66" w:rsidRPr="008E681E" w:rsidRDefault="00F04F66" w:rsidP="0095729F">
            <w:pPr>
              <w:pStyle w:val="TableBullet"/>
              <w:numPr>
                <w:ilvl w:val="0"/>
                <w:numId w:val="23"/>
              </w:numPr>
              <w:ind w:left="151" w:hanging="151"/>
            </w:pPr>
            <w:r w:rsidRPr="00F04F66">
              <w:rPr>
                <w:color w:val="FF0000"/>
              </w:rPr>
              <w:t>*No discount</w:t>
            </w:r>
            <w:r w:rsidR="004F18A7">
              <w:rPr>
                <w:color w:val="FF0000"/>
              </w:rPr>
              <w:t>/rebait</w:t>
            </w:r>
            <w:r w:rsidRPr="00F04F66">
              <w:rPr>
                <w:color w:val="FF0000"/>
              </w:rPr>
              <w:t xml:space="preserve"> </w:t>
            </w:r>
            <w:r>
              <w:t>=&gt; Net amount = Gross amount</w:t>
            </w:r>
          </w:p>
        </w:tc>
        <w:tc>
          <w:tcPr>
            <w:tcW w:w="2610" w:type="dxa"/>
            <w:vAlign w:val="center"/>
          </w:tcPr>
          <w:p w14:paraId="4F95F92D" w14:textId="77777777" w:rsidR="00F04F66" w:rsidRPr="008E681E" w:rsidRDefault="00F04F66" w:rsidP="15AD1AA5">
            <w:pPr>
              <w:pStyle w:val="TableText"/>
            </w:pPr>
          </w:p>
        </w:tc>
      </w:tr>
      <w:tr w:rsidR="00D025E1" w:rsidRPr="008E681E" w14:paraId="5078F375" w14:textId="77777777" w:rsidTr="15AD1AA5">
        <w:trPr>
          <w:trHeight w:val="206"/>
        </w:trPr>
        <w:tc>
          <w:tcPr>
            <w:tcW w:w="450" w:type="dxa"/>
            <w:vMerge/>
            <w:tcMar>
              <w:top w:w="108" w:type="dxa"/>
              <w:bottom w:w="108" w:type="dxa"/>
            </w:tcMar>
            <w:vAlign w:val="center"/>
          </w:tcPr>
          <w:p w14:paraId="3AAFA80C" w14:textId="77777777" w:rsidR="00D025E1" w:rsidRPr="008E681E" w:rsidRDefault="00D025E1" w:rsidP="001E6091">
            <w:pPr>
              <w:pStyle w:val="TableText"/>
            </w:pPr>
          </w:p>
        </w:tc>
        <w:tc>
          <w:tcPr>
            <w:tcW w:w="2160" w:type="dxa"/>
            <w:gridSpan w:val="2"/>
            <w:shd w:val="clear" w:color="auto" w:fill="auto"/>
            <w:vAlign w:val="center"/>
          </w:tcPr>
          <w:p w14:paraId="7FCEABCC" w14:textId="13BCF2DB" w:rsidR="00D025E1" w:rsidRPr="008E681E" w:rsidRDefault="00D025E1" w:rsidP="001E6091">
            <w:pPr>
              <w:pStyle w:val="TableText"/>
            </w:pPr>
            <w:r>
              <w:t>Address IDs</w:t>
            </w:r>
          </w:p>
        </w:tc>
        <w:tc>
          <w:tcPr>
            <w:tcW w:w="4770" w:type="dxa"/>
            <w:gridSpan w:val="2"/>
          </w:tcPr>
          <w:p w14:paraId="73F6BD90" w14:textId="787A16F2" w:rsidR="00642EF4" w:rsidRPr="008E681E" w:rsidRDefault="00E06C4A" w:rsidP="0095729F">
            <w:pPr>
              <w:pStyle w:val="TableBullet"/>
              <w:numPr>
                <w:ilvl w:val="0"/>
                <w:numId w:val="24"/>
              </w:numPr>
              <w:ind w:left="151" w:hanging="151"/>
            </w:pPr>
            <w:r>
              <w:t>Bill to and Ship To address IDs are mandatory</w:t>
            </w:r>
          </w:p>
        </w:tc>
        <w:tc>
          <w:tcPr>
            <w:tcW w:w="2610" w:type="dxa"/>
            <w:vAlign w:val="center"/>
          </w:tcPr>
          <w:p w14:paraId="5BD333D9" w14:textId="77777777" w:rsidR="00D025E1" w:rsidRPr="008E681E" w:rsidRDefault="00D025E1" w:rsidP="15AD1AA5">
            <w:pPr>
              <w:pStyle w:val="TableText"/>
            </w:pPr>
          </w:p>
        </w:tc>
      </w:tr>
      <w:tr w:rsidR="006A7021" w:rsidRPr="008E681E" w14:paraId="2044425B" w14:textId="77777777" w:rsidTr="15AD1AA5">
        <w:trPr>
          <w:trHeight w:val="206"/>
        </w:trPr>
        <w:tc>
          <w:tcPr>
            <w:tcW w:w="450" w:type="dxa"/>
            <w:vMerge/>
            <w:tcMar>
              <w:top w:w="108" w:type="dxa"/>
              <w:bottom w:w="108" w:type="dxa"/>
            </w:tcMar>
            <w:vAlign w:val="center"/>
          </w:tcPr>
          <w:p w14:paraId="209893FE" w14:textId="77777777" w:rsidR="006A7021" w:rsidRPr="008E681E" w:rsidRDefault="006A7021" w:rsidP="001E6091">
            <w:pPr>
              <w:pStyle w:val="TableText"/>
            </w:pPr>
          </w:p>
        </w:tc>
        <w:tc>
          <w:tcPr>
            <w:tcW w:w="450" w:type="dxa"/>
            <w:vMerge w:val="restart"/>
            <w:shd w:val="clear" w:color="auto" w:fill="auto"/>
            <w:textDirection w:val="btLr"/>
            <w:vAlign w:val="center"/>
          </w:tcPr>
          <w:p w14:paraId="2C237BFC" w14:textId="77777777" w:rsidR="006A7021" w:rsidRPr="008E681E" w:rsidRDefault="006A7021" w:rsidP="007E01EE">
            <w:pPr>
              <w:pStyle w:val="TableText"/>
              <w:ind w:left="113" w:right="113"/>
              <w:jc w:val="center"/>
            </w:pPr>
            <w:r w:rsidRPr="008E681E">
              <w:t>Supplier Invoice Processing</w:t>
            </w:r>
          </w:p>
        </w:tc>
        <w:tc>
          <w:tcPr>
            <w:tcW w:w="1710" w:type="dxa"/>
            <w:shd w:val="clear" w:color="auto" w:fill="auto"/>
            <w:vAlign w:val="center"/>
          </w:tcPr>
          <w:p w14:paraId="18722F06" w14:textId="4976DAB9" w:rsidR="006A7021" w:rsidRPr="008E681E" w:rsidRDefault="006A7021" w:rsidP="001E6091">
            <w:pPr>
              <w:pStyle w:val="TableText"/>
            </w:pPr>
            <w:r w:rsidRPr="008E681E">
              <w:t>Real Time</w:t>
            </w:r>
          </w:p>
        </w:tc>
        <w:tc>
          <w:tcPr>
            <w:tcW w:w="1710" w:type="dxa"/>
            <w:vAlign w:val="center"/>
          </w:tcPr>
          <w:p w14:paraId="20938FC5"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F82B20C" w14:textId="673CBFB6" w:rsidR="006A7021" w:rsidRPr="008E681E" w:rsidRDefault="006A7021" w:rsidP="15AD1AA5">
            <w:pPr>
              <w:pStyle w:val="TableBullet"/>
            </w:pPr>
          </w:p>
        </w:tc>
        <w:tc>
          <w:tcPr>
            <w:tcW w:w="2610" w:type="dxa"/>
            <w:vAlign w:val="center"/>
          </w:tcPr>
          <w:p w14:paraId="36922939" w14:textId="77777777" w:rsidR="006A7021" w:rsidRPr="008E681E" w:rsidRDefault="006A7021" w:rsidP="15AD1AA5">
            <w:pPr>
              <w:pStyle w:val="TableText"/>
            </w:pPr>
          </w:p>
        </w:tc>
      </w:tr>
      <w:tr w:rsidR="006A7021" w:rsidRPr="008E681E" w14:paraId="0135F509" w14:textId="77777777" w:rsidTr="15AD1AA5">
        <w:trPr>
          <w:trHeight w:val="206"/>
        </w:trPr>
        <w:tc>
          <w:tcPr>
            <w:tcW w:w="450" w:type="dxa"/>
            <w:vMerge/>
            <w:tcMar>
              <w:top w:w="108" w:type="dxa"/>
              <w:bottom w:w="108" w:type="dxa"/>
            </w:tcMar>
            <w:vAlign w:val="center"/>
          </w:tcPr>
          <w:p w14:paraId="27189896" w14:textId="77777777" w:rsidR="006A7021" w:rsidRPr="008E681E" w:rsidRDefault="006A7021" w:rsidP="001E6091">
            <w:pPr>
              <w:pStyle w:val="TableText"/>
            </w:pPr>
          </w:p>
        </w:tc>
        <w:tc>
          <w:tcPr>
            <w:tcW w:w="450" w:type="dxa"/>
            <w:vMerge/>
            <w:vAlign w:val="center"/>
          </w:tcPr>
          <w:p w14:paraId="75A283C9" w14:textId="77777777" w:rsidR="006A7021" w:rsidRPr="008E681E" w:rsidRDefault="006A7021" w:rsidP="001E6091">
            <w:pPr>
              <w:pStyle w:val="TableText"/>
            </w:pPr>
          </w:p>
        </w:tc>
        <w:tc>
          <w:tcPr>
            <w:tcW w:w="1710" w:type="dxa"/>
            <w:shd w:val="clear" w:color="auto" w:fill="auto"/>
            <w:vAlign w:val="center"/>
          </w:tcPr>
          <w:p w14:paraId="76A6B94A" w14:textId="428C0B4A" w:rsidR="006A7021" w:rsidRPr="008E681E" w:rsidRDefault="006A7021" w:rsidP="001E6091">
            <w:pPr>
              <w:pStyle w:val="TableText"/>
            </w:pPr>
            <w:r w:rsidRPr="008E681E">
              <w:t>Batched</w:t>
            </w:r>
          </w:p>
        </w:tc>
        <w:tc>
          <w:tcPr>
            <w:tcW w:w="1710" w:type="dxa"/>
            <w:vAlign w:val="center"/>
          </w:tcPr>
          <w:p w14:paraId="5102A7E4"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51F5513" w14:textId="5746C50F" w:rsidR="006A7021" w:rsidRPr="008E681E" w:rsidRDefault="006A7021" w:rsidP="15AD1AA5">
            <w:pPr>
              <w:pStyle w:val="TableBullet"/>
            </w:pPr>
          </w:p>
        </w:tc>
        <w:tc>
          <w:tcPr>
            <w:tcW w:w="2610" w:type="dxa"/>
            <w:vAlign w:val="center"/>
          </w:tcPr>
          <w:p w14:paraId="4B6BCA1F" w14:textId="77777777" w:rsidR="006A7021" w:rsidRPr="008E681E" w:rsidRDefault="006A7021" w:rsidP="15AD1AA5">
            <w:pPr>
              <w:pStyle w:val="TableText"/>
            </w:pPr>
          </w:p>
        </w:tc>
      </w:tr>
      <w:tr w:rsidR="006A7021" w:rsidRPr="008E681E" w14:paraId="5D27EE1C" w14:textId="77777777" w:rsidTr="15AD1AA5">
        <w:trPr>
          <w:trHeight w:val="206"/>
        </w:trPr>
        <w:tc>
          <w:tcPr>
            <w:tcW w:w="450" w:type="dxa"/>
            <w:vMerge/>
            <w:tcMar>
              <w:top w:w="108" w:type="dxa"/>
              <w:bottom w:w="108" w:type="dxa"/>
            </w:tcMar>
            <w:vAlign w:val="center"/>
          </w:tcPr>
          <w:p w14:paraId="0DE19735" w14:textId="77777777" w:rsidR="006A7021" w:rsidRPr="008E681E" w:rsidRDefault="006A7021" w:rsidP="001E6091">
            <w:pPr>
              <w:pStyle w:val="TableText"/>
            </w:pPr>
          </w:p>
        </w:tc>
        <w:tc>
          <w:tcPr>
            <w:tcW w:w="450" w:type="dxa"/>
            <w:vMerge/>
            <w:vAlign w:val="center"/>
          </w:tcPr>
          <w:p w14:paraId="22727E15" w14:textId="77777777" w:rsidR="006A7021" w:rsidRPr="008E681E" w:rsidRDefault="006A7021" w:rsidP="001E6091">
            <w:pPr>
              <w:pStyle w:val="TableText"/>
            </w:pPr>
          </w:p>
        </w:tc>
        <w:tc>
          <w:tcPr>
            <w:tcW w:w="1710" w:type="dxa"/>
            <w:shd w:val="clear" w:color="auto" w:fill="auto"/>
            <w:vAlign w:val="center"/>
          </w:tcPr>
          <w:p w14:paraId="1D5BBD74" w14:textId="47F92822" w:rsidR="006A7021" w:rsidRPr="008E681E" w:rsidRDefault="006A7021" w:rsidP="001E6091">
            <w:pPr>
              <w:pStyle w:val="TableText"/>
            </w:pPr>
            <w:r w:rsidRPr="008E681E">
              <w:t>Scheduled Run Nightly</w:t>
            </w:r>
          </w:p>
        </w:tc>
        <w:tc>
          <w:tcPr>
            <w:tcW w:w="1710" w:type="dxa"/>
            <w:vAlign w:val="center"/>
          </w:tcPr>
          <w:p w14:paraId="602D0F2C"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37FCC1A" w14:textId="69B858A1" w:rsidR="006A7021" w:rsidRPr="008E681E" w:rsidRDefault="006A7021" w:rsidP="15AD1AA5">
            <w:pPr>
              <w:pStyle w:val="TableBullet"/>
            </w:pPr>
          </w:p>
        </w:tc>
        <w:tc>
          <w:tcPr>
            <w:tcW w:w="2610" w:type="dxa"/>
            <w:vAlign w:val="center"/>
          </w:tcPr>
          <w:p w14:paraId="6A79C92F" w14:textId="77777777" w:rsidR="006A7021" w:rsidRPr="008E681E" w:rsidRDefault="006A7021" w:rsidP="15AD1AA5">
            <w:pPr>
              <w:pStyle w:val="TableText"/>
            </w:pPr>
          </w:p>
        </w:tc>
      </w:tr>
      <w:tr w:rsidR="006A7021" w:rsidRPr="008E681E" w14:paraId="7B9955CC" w14:textId="77777777" w:rsidTr="15AD1AA5">
        <w:trPr>
          <w:trHeight w:val="206"/>
        </w:trPr>
        <w:tc>
          <w:tcPr>
            <w:tcW w:w="450" w:type="dxa"/>
            <w:vMerge/>
            <w:tcMar>
              <w:top w:w="108" w:type="dxa"/>
              <w:bottom w:w="108" w:type="dxa"/>
            </w:tcMar>
            <w:vAlign w:val="center"/>
          </w:tcPr>
          <w:p w14:paraId="43017D17" w14:textId="77777777" w:rsidR="006A7021" w:rsidRPr="008E681E" w:rsidRDefault="006A7021" w:rsidP="001E6091">
            <w:pPr>
              <w:pStyle w:val="TableText"/>
            </w:pPr>
          </w:p>
        </w:tc>
        <w:tc>
          <w:tcPr>
            <w:tcW w:w="450" w:type="dxa"/>
            <w:vMerge/>
            <w:vAlign w:val="center"/>
          </w:tcPr>
          <w:p w14:paraId="2B28C2AF" w14:textId="77777777" w:rsidR="006A7021" w:rsidRPr="008E681E" w:rsidRDefault="006A7021" w:rsidP="001E6091">
            <w:pPr>
              <w:pStyle w:val="TableText"/>
            </w:pPr>
          </w:p>
        </w:tc>
        <w:tc>
          <w:tcPr>
            <w:tcW w:w="1710" w:type="dxa"/>
            <w:shd w:val="clear" w:color="auto" w:fill="auto"/>
            <w:vAlign w:val="center"/>
          </w:tcPr>
          <w:p w14:paraId="55C1798E" w14:textId="58909929" w:rsidR="006A7021" w:rsidRPr="008E681E" w:rsidRDefault="006A7021" w:rsidP="001E6091">
            <w:pPr>
              <w:pStyle w:val="TableText"/>
            </w:pPr>
            <w:r w:rsidRPr="008E681E">
              <w:t>Monthly</w:t>
            </w:r>
          </w:p>
        </w:tc>
        <w:tc>
          <w:tcPr>
            <w:tcW w:w="1710" w:type="dxa"/>
            <w:vAlign w:val="center"/>
          </w:tcPr>
          <w:p w14:paraId="06E9D658"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A612F73" w14:textId="7560354E" w:rsidR="006A7021" w:rsidRPr="008E681E" w:rsidRDefault="006A7021" w:rsidP="15AD1AA5">
            <w:pPr>
              <w:pStyle w:val="TableBullet"/>
            </w:pPr>
          </w:p>
        </w:tc>
        <w:tc>
          <w:tcPr>
            <w:tcW w:w="2610" w:type="dxa"/>
            <w:vAlign w:val="center"/>
          </w:tcPr>
          <w:p w14:paraId="78FF7786" w14:textId="77777777" w:rsidR="006A7021" w:rsidRPr="008E681E" w:rsidRDefault="006A7021" w:rsidP="15AD1AA5">
            <w:pPr>
              <w:pStyle w:val="TableText"/>
            </w:pPr>
          </w:p>
        </w:tc>
      </w:tr>
      <w:tr w:rsidR="006A7021" w:rsidRPr="008E681E" w14:paraId="1E4A44AB" w14:textId="77777777" w:rsidTr="15AD1AA5">
        <w:trPr>
          <w:trHeight w:val="206"/>
        </w:trPr>
        <w:tc>
          <w:tcPr>
            <w:tcW w:w="450" w:type="dxa"/>
            <w:vMerge/>
            <w:tcMar>
              <w:top w:w="108" w:type="dxa"/>
              <w:bottom w:w="108" w:type="dxa"/>
            </w:tcMar>
            <w:vAlign w:val="center"/>
          </w:tcPr>
          <w:p w14:paraId="579B945E" w14:textId="77777777" w:rsidR="006A7021" w:rsidRPr="008E681E" w:rsidRDefault="006A7021" w:rsidP="001E6091">
            <w:pPr>
              <w:pStyle w:val="TableText"/>
            </w:pPr>
          </w:p>
        </w:tc>
        <w:tc>
          <w:tcPr>
            <w:tcW w:w="450" w:type="dxa"/>
            <w:vMerge/>
            <w:vAlign w:val="center"/>
          </w:tcPr>
          <w:p w14:paraId="0697BFFB" w14:textId="77777777" w:rsidR="006A7021" w:rsidRPr="008E681E" w:rsidRDefault="006A7021" w:rsidP="001E6091">
            <w:pPr>
              <w:pStyle w:val="TableText"/>
            </w:pPr>
          </w:p>
        </w:tc>
        <w:tc>
          <w:tcPr>
            <w:tcW w:w="1710" w:type="dxa"/>
            <w:shd w:val="clear" w:color="auto" w:fill="auto"/>
            <w:vAlign w:val="center"/>
          </w:tcPr>
          <w:p w14:paraId="06ACADE5" w14:textId="623EDEBA" w:rsidR="006A7021" w:rsidRPr="008E681E" w:rsidRDefault="006A7021" w:rsidP="001E6091">
            <w:pPr>
              <w:pStyle w:val="TableText"/>
            </w:pPr>
            <w:r w:rsidRPr="008E681E">
              <w:t>Next Day</w:t>
            </w:r>
          </w:p>
        </w:tc>
        <w:tc>
          <w:tcPr>
            <w:tcW w:w="1710" w:type="dxa"/>
            <w:vAlign w:val="center"/>
          </w:tcPr>
          <w:p w14:paraId="65AFA36A"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2997D607" w14:textId="1CFB09B2" w:rsidR="006A7021" w:rsidRPr="008E681E" w:rsidRDefault="006A7021" w:rsidP="15AD1AA5">
            <w:pPr>
              <w:pStyle w:val="TableBullet"/>
            </w:pPr>
          </w:p>
        </w:tc>
        <w:tc>
          <w:tcPr>
            <w:tcW w:w="2610" w:type="dxa"/>
            <w:vAlign w:val="center"/>
          </w:tcPr>
          <w:p w14:paraId="32DB3342" w14:textId="77777777" w:rsidR="006A7021" w:rsidRPr="008E681E" w:rsidRDefault="006A7021" w:rsidP="15AD1AA5">
            <w:pPr>
              <w:pStyle w:val="TableText"/>
            </w:pPr>
          </w:p>
        </w:tc>
      </w:tr>
      <w:tr w:rsidR="006A7021" w:rsidRPr="008E681E" w14:paraId="5F0F23E3" w14:textId="77777777" w:rsidTr="15AD1AA5">
        <w:trPr>
          <w:trHeight w:val="206"/>
        </w:trPr>
        <w:tc>
          <w:tcPr>
            <w:tcW w:w="450" w:type="dxa"/>
            <w:vMerge/>
            <w:tcMar>
              <w:top w:w="108" w:type="dxa"/>
              <w:bottom w:w="108" w:type="dxa"/>
            </w:tcMar>
            <w:vAlign w:val="center"/>
          </w:tcPr>
          <w:p w14:paraId="5150E9DE" w14:textId="77777777" w:rsidR="006A7021" w:rsidRPr="008E681E" w:rsidRDefault="006A7021" w:rsidP="001E6091">
            <w:pPr>
              <w:pStyle w:val="TableText"/>
            </w:pPr>
          </w:p>
        </w:tc>
        <w:tc>
          <w:tcPr>
            <w:tcW w:w="450" w:type="dxa"/>
            <w:vMerge/>
            <w:vAlign w:val="center"/>
          </w:tcPr>
          <w:p w14:paraId="2828DCE4" w14:textId="77777777" w:rsidR="006A7021" w:rsidRPr="008E681E" w:rsidRDefault="006A7021" w:rsidP="001E6091">
            <w:pPr>
              <w:pStyle w:val="TableText"/>
            </w:pPr>
          </w:p>
        </w:tc>
        <w:tc>
          <w:tcPr>
            <w:tcW w:w="1710" w:type="dxa"/>
            <w:shd w:val="clear" w:color="auto" w:fill="auto"/>
            <w:vAlign w:val="center"/>
          </w:tcPr>
          <w:p w14:paraId="42AED83E" w14:textId="48220899" w:rsidR="006A7021" w:rsidRPr="008E681E" w:rsidRDefault="006A7021" w:rsidP="001E6091">
            <w:pPr>
              <w:pStyle w:val="TableText"/>
            </w:pPr>
            <w:r w:rsidRPr="008E681E">
              <w:t>Validation prior to sending to AN</w:t>
            </w:r>
          </w:p>
        </w:tc>
        <w:tc>
          <w:tcPr>
            <w:tcW w:w="1710" w:type="dxa"/>
            <w:vAlign w:val="center"/>
          </w:tcPr>
          <w:p w14:paraId="4E38439A" w14:textId="24485673"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48AA8BF4" w14:textId="006534E7" w:rsidR="006A7021" w:rsidRPr="008E681E" w:rsidRDefault="006A7021" w:rsidP="15AD1AA5">
            <w:pPr>
              <w:pStyle w:val="TableBullet"/>
            </w:pPr>
          </w:p>
        </w:tc>
        <w:tc>
          <w:tcPr>
            <w:tcW w:w="2610" w:type="dxa"/>
            <w:vAlign w:val="center"/>
          </w:tcPr>
          <w:p w14:paraId="76095502" w14:textId="77777777" w:rsidR="006A7021" w:rsidRPr="008E681E" w:rsidRDefault="006A7021" w:rsidP="15AD1AA5">
            <w:pPr>
              <w:pStyle w:val="TableText"/>
            </w:pPr>
          </w:p>
        </w:tc>
      </w:tr>
      <w:tr w:rsidR="006A7021" w:rsidRPr="008E681E" w14:paraId="199C7936" w14:textId="77777777" w:rsidTr="15AD1AA5">
        <w:trPr>
          <w:trHeight w:val="206"/>
        </w:trPr>
        <w:tc>
          <w:tcPr>
            <w:tcW w:w="450" w:type="dxa"/>
            <w:vMerge w:val="restart"/>
            <w:shd w:val="clear" w:color="auto" w:fill="auto"/>
            <w:tcMar>
              <w:top w:w="108" w:type="dxa"/>
              <w:bottom w:w="108" w:type="dxa"/>
            </w:tcMar>
            <w:textDirection w:val="btLr"/>
            <w:vAlign w:val="center"/>
          </w:tcPr>
          <w:p w14:paraId="691899EC" w14:textId="081AB53D" w:rsidR="006A7021" w:rsidRPr="008E681E" w:rsidRDefault="006A7021" w:rsidP="002F6B86">
            <w:pPr>
              <w:pStyle w:val="TableText"/>
              <w:ind w:left="115" w:right="115"/>
              <w:jc w:val="center"/>
            </w:pPr>
            <w:r w:rsidRPr="008E681E">
              <w:t>Header</w:t>
            </w:r>
          </w:p>
        </w:tc>
        <w:tc>
          <w:tcPr>
            <w:tcW w:w="2160" w:type="dxa"/>
            <w:gridSpan w:val="2"/>
            <w:shd w:val="clear" w:color="auto" w:fill="auto"/>
            <w:vAlign w:val="center"/>
          </w:tcPr>
          <w:p w14:paraId="6FD5DC4E" w14:textId="0ADB968B" w:rsidR="006A7021" w:rsidRPr="008E681E" w:rsidRDefault="006A7021" w:rsidP="001E6091">
            <w:pPr>
              <w:pStyle w:val="TableText"/>
            </w:pPr>
            <w:r w:rsidRPr="008E681E">
              <w:t>Invoice Number</w:t>
            </w:r>
          </w:p>
        </w:tc>
        <w:tc>
          <w:tcPr>
            <w:tcW w:w="1710" w:type="dxa"/>
            <w:vAlign w:val="center"/>
          </w:tcPr>
          <w:p w14:paraId="2A035AB7" w14:textId="37726F54" w:rsidR="006A7021" w:rsidRPr="008E681E" w:rsidRDefault="00314F88" w:rsidP="15AD1AA5">
            <w:pPr>
              <w:pStyle w:val="TableBullet"/>
              <w:jc w:val="center"/>
            </w:pPr>
            <w:r>
              <w:t>Required</w:t>
            </w:r>
          </w:p>
        </w:tc>
        <w:tc>
          <w:tcPr>
            <w:tcW w:w="3060" w:type="dxa"/>
            <w:shd w:val="clear" w:color="auto" w:fill="auto"/>
            <w:tcMar>
              <w:top w:w="108" w:type="dxa"/>
              <w:bottom w:w="108" w:type="dxa"/>
            </w:tcMar>
          </w:tcPr>
          <w:p w14:paraId="7972B4F3" w14:textId="321894A5" w:rsidR="00314F88" w:rsidRDefault="00314F88" w:rsidP="00314F88">
            <w:pPr>
              <w:pStyle w:val="TableBullet"/>
              <w:numPr>
                <w:ilvl w:val="0"/>
                <w:numId w:val="5"/>
              </w:numPr>
            </w:pPr>
            <w:r>
              <w:t>Max length of</w:t>
            </w:r>
            <w:r w:rsidRPr="001C639D">
              <w:t xml:space="preserve"> 1</w:t>
            </w:r>
            <w:r w:rsidR="001B2010" w:rsidRPr="001C639D">
              <w:t>6</w:t>
            </w:r>
            <w:r w:rsidRPr="001C639D">
              <w:t xml:space="preserve"> </w:t>
            </w:r>
            <w:r>
              <w:t>digits</w:t>
            </w:r>
          </w:p>
          <w:p w14:paraId="4094C0D8" w14:textId="38FB78CD" w:rsidR="00314F88" w:rsidRDefault="00314F88" w:rsidP="00314F88">
            <w:pPr>
              <w:pStyle w:val="TableBullet"/>
              <w:numPr>
                <w:ilvl w:val="0"/>
                <w:numId w:val="5"/>
              </w:numPr>
            </w:pPr>
            <w:r>
              <w:t>Not case sensitive</w:t>
            </w:r>
          </w:p>
          <w:p w14:paraId="7A7199EA" w14:textId="16DA3985" w:rsidR="006A7021" w:rsidRPr="008E681E" w:rsidRDefault="00314F88" w:rsidP="00314F88">
            <w:pPr>
              <w:pStyle w:val="TableBullet"/>
              <w:numPr>
                <w:ilvl w:val="0"/>
                <w:numId w:val="5"/>
              </w:numPr>
            </w:pPr>
            <w:r>
              <w:t>Alphanumeric characters are also allowed</w:t>
            </w:r>
          </w:p>
        </w:tc>
        <w:tc>
          <w:tcPr>
            <w:tcW w:w="2610" w:type="dxa"/>
            <w:vAlign w:val="center"/>
          </w:tcPr>
          <w:p w14:paraId="07030326" w14:textId="77777777" w:rsidR="006A7021" w:rsidRPr="008E681E" w:rsidRDefault="006A7021" w:rsidP="15AD1AA5">
            <w:pPr>
              <w:pStyle w:val="TableText"/>
            </w:pPr>
          </w:p>
        </w:tc>
      </w:tr>
      <w:tr w:rsidR="006A7021" w:rsidRPr="008E681E" w14:paraId="0382273E" w14:textId="77777777" w:rsidTr="15AD1AA5">
        <w:trPr>
          <w:trHeight w:val="206"/>
        </w:trPr>
        <w:tc>
          <w:tcPr>
            <w:tcW w:w="450" w:type="dxa"/>
            <w:vMerge/>
            <w:tcMar>
              <w:top w:w="108" w:type="dxa"/>
              <w:bottom w:w="108" w:type="dxa"/>
            </w:tcMar>
            <w:vAlign w:val="center"/>
          </w:tcPr>
          <w:p w14:paraId="67EA35AA" w14:textId="07A408AF" w:rsidR="006A7021" w:rsidRPr="008E681E" w:rsidRDefault="006A7021" w:rsidP="00A40FF8">
            <w:pPr>
              <w:pStyle w:val="TableText"/>
              <w:spacing w:before="240"/>
            </w:pPr>
          </w:p>
        </w:tc>
        <w:tc>
          <w:tcPr>
            <w:tcW w:w="2160" w:type="dxa"/>
            <w:gridSpan w:val="2"/>
            <w:shd w:val="clear" w:color="auto" w:fill="auto"/>
            <w:vAlign w:val="center"/>
          </w:tcPr>
          <w:p w14:paraId="1F19B75E" w14:textId="2E1275DF" w:rsidR="006A7021" w:rsidRPr="008E681E" w:rsidRDefault="006A7021" w:rsidP="00A40FF8">
            <w:pPr>
              <w:pStyle w:val="TableText"/>
            </w:pPr>
            <w:r w:rsidRPr="008E681E">
              <w:t>Invoice Date</w:t>
            </w:r>
          </w:p>
        </w:tc>
        <w:tc>
          <w:tcPr>
            <w:tcW w:w="1710" w:type="dxa"/>
            <w:vAlign w:val="center"/>
          </w:tcPr>
          <w:p w14:paraId="086F2535" w14:textId="4FE09E23" w:rsidR="006A7021" w:rsidRPr="008E681E" w:rsidRDefault="00314F88" w:rsidP="15AD1AA5">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14:paraId="389C473F" w14:textId="4D10065B" w:rsidR="006A7021" w:rsidRPr="008E681E" w:rsidRDefault="00314F88" w:rsidP="00314F88">
            <w:pPr>
              <w:pStyle w:val="TableBullet"/>
              <w:ind w:left="144"/>
            </w:pPr>
            <w:r>
              <w:rPr>
                <w:rFonts w:cstheme="minorHAnsi"/>
                <w:color w:val="000000" w:themeColor="text1"/>
              </w:rPr>
              <w:t>Back- and future-dating are not allowed</w:t>
            </w:r>
          </w:p>
        </w:tc>
        <w:tc>
          <w:tcPr>
            <w:tcW w:w="2610" w:type="dxa"/>
            <w:vAlign w:val="center"/>
          </w:tcPr>
          <w:p w14:paraId="0A2689D3" w14:textId="77777777" w:rsidR="006A7021" w:rsidRPr="008E681E" w:rsidRDefault="006A7021" w:rsidP="15AD1AA5">
            <w:pPr>
              <w:pStyle w:val="TableText"/>
            </w:pPr>
          </w:p>
        </w:tc>
      </w:tr>
      <w:tr w:rsidR="006A7021" w:rsidRPr="008E681E" w14:paraId="5D128BCB" w14:textId="77777777" w:rsidTr="15AD1AA5">
        <w:trPr>
          <w:trHeight w:val="206"/>
        </w:trPr>
        <w:tc>
          <w:tcPr>
            <w:tcW w:w="450" w:type="dxa"/>
            <w:vMerge/>
            <w:tcMar>
              <w:top w:w="108" w:type="dxa"/>
              <w:bottom w:w="108" w:type="dxa"/>
            </w:tcMar>
            <w:vAlign w:val="center"/>
          </w:tcPr>
          <w:p w14:paraId="71AFBA4F" w14:textId="77DE1D9A" w:rsidR="006A7021" w:rsidRPr="008E681E" w:rsidRDefault="006A7021" w:rsidP="00A40FF8">
            <w:pPr>
              <w:pStyle w:val="TableText"/>
              <w:spacing w:before="240"/>
            </w:pPr>
          </w:p>
        </w:tc>
        <w:tc>
          <w:tcPr>
            <w:tcW w:w="2160" w:type="dxa"/>
            <w:gridSpan w:val="2"/>
            <w:shd w:val="clear" w:color="auto" w:fill="auto"/>
            <w:vAlign w:val="center"/>
          </w:tcPr>
          <w:p w14:paraId="7D8B5BDC" w14:textId="77777777" w:rsidR="006A7021" w:rsidRPr="008E681E" w:rsidRDefault="006A7021" w:rsidP="00A40FF8">
            <w:pPr>
              <w:pStyle w:val="TableText"/>
            </w:pPr>
            <w:r w:rsidRPr="008E681E">
              <w:t>Bill To</w:t>
            </w:r>
          </w:p>
        </w:tc>
        <w:tc>
          <w:tcPr>
            <w:tcW w:w="1710" w:type="dxa"/>
            <w:vAlign w:val="center"/>
          </w:tcPr>
          <w:p w14:paraId="56FCDA22" w14:textId="6C8F693B" w:rsidR="006A7021" w:rsidRPr="008E681E" w:rsidRDefault="00966FD1" w:rsidP="15AD1AA5">
            <w:pPr>
              <w:pStyle w:val="TableBullet"/>
              <w:jc w:val="center"/>
            </w:pPr>
            <w:r>
              <w:t>Required</w:t>
            </w:r>
          </w:p>
        </w:tc>
        <w:tc>
          <w:tcPr>
            <w:tcW w:w="3060" w:type="dxa"/>
            <w:shd w:val="clear" w:color="auto" w:fill="auto"/>
            <w:tcMar>
              <w:top w:w="108" w:type="dxa"/>
              <w:bottom w:w="108" w:type="dxa"/>
            </w:tcMar>
          </w:tcPr>
          <w:p w14:paraId="2EAA8698" w14:textId="404DDDCA" w:rsidR="006A7021" w:rsidRPr="008E681E" w:rsidRDefault="001A705D" w:rsidP="0095729F">
            <w:pPr>
              <w:pStyle w:val="TableBullet"/>
              <w:numPr>
                <w:ilvl w:val="0"/>
                <w:numId w:val="4"/>
              </w:numPr>
              <w:ind w:left="144" w:hanging="144"/>
            </w:pPr>
            <w:r>
              <w:t>Required. Must be copied from the PO. Must contain address ID</w:t>
            </w:r>
          </w:p>
        </w:tc>
        <w:tc>
          <w:tcPr>
            <w:tcW w:w="2610" w:type="dxa"/>
            <w:vAlign w:val="center"/>
          </w:tcPr>
          <w:p w14:paraId="6E9B7634" w14:textId="77777777" w:rsidR="006A7021" w:rsidRPr="008E681E" w:rsidRDefault="006A7021" w:rsidP="15AD1AA5">
            <w:pPr>
              <w:pStyle w:val="TableText"/>
            </w:pPr>
          </w:p>
        </w:tc>
      </w:tr>
      <w:tr w:rsidR="006A7021" w:rsidRPr="008E681E" w14:paraId="1ECDC9B5" w14:textId="77777777" w:rsidTr="15AD1AA5">
        <w:trPr>
          <w:trHeight w:val="206"/>
        </w:trPr>
        <w:tc>
          <w:tcPr>
            <w:tcW w:w="450" w:type="dxa"/>
            <w:vMerge/>
            <w:tcMar>
              <w:top w:w="108" w:type="dxa"/>
              <w:bottom w:w="108" w:type="dxa"/>
            </w:tcMar>
            <w:vAlign w:val="center"/>
          </w:tcPr>
          <w:p w14:paraId="35D33093" w14:textId="77777777" w:rsidR="006A7021" w:rsidRPr="008E681E" w:rsidRDefault="006A7021" w:rsidP="00A40FF8">
            <w:pPr>
              <w:pStyle w:val="TableText"/>
              <w:spacing w:before="240"/>
            </w:pPr>
          </w:p>
        </w:tc>
        <w:tc>
          <w:tcPr>
            <w:tcW w:w="2160" w:type="dxa"/>
            <w:gridSpan w:val="2"/>
            <w:shd w:val="clear" w:color="auto" w:fill="auto"/>
            <w:vAlign w:val="center"/>
          </w:tcPr>
          <w:p w14:paraId="01FB5A29" w14:textId="5CB5D30C" w:rsidR="006A7021" w:rsidRPr="008E681E" w:rsidRDefault="006A7021" w:rsidP="00A40FF8">
            <w:pPr>
              <w:pStyle w:val="TableText"/>
            </w:pPr>
            <w:r w:rsidRPr="008E681E">
              <w:t>Remit To</w:t>
            </w:r>
          </w:p>
        </w:tc>
        <w:tc>
          <w:tcPr>
            <w:tcW w:w="1710" w:type="dxa"/>
            <w:vAlign w:val="center"/>
          </w:tcPr>
          <w:p w14:paraId="1492AD35" w14:textId="31DB9A38" w:rsidR="006A7021" w:rsidRPr="008E681E" w:rsidRDefault="00966FD1" w:rsidP="15AD1AA5">
            <w:pPr>
              <w:pStyle w:val="TableBullet"/>
              <w:jc w:val="center"/>
            </w:pPr>
            <w:r>
              <w:t>Required</w:t>
            </w:r>
          </w:p>
        </w:tc>
        <w:tc>
          <w:tcPr>
            <w:tcW w:w="3060" w:type="dxa"/>
            <w:shd w:val="clear" w:color="auto" w:fill="auto"/>
            <w:tcMar>
              <w:top w:w="108" w:type="dxa"/>
              <w:bottom w:w="108" w:type="dxa"/>
            </w:tcMar>
          </w:tcPr>
          <w:p w14:paraId="66B5414E" w14:textId="77777777" w:rsidR="001A705D" w:rsidRDefault="001A705D" w:rsidP="001A705D">
            <w:pPr>
              <w:pStyle w:val="TableBullet"/>
              <w:numPr>
                <w:ilvl w:val="0"/>
                <w:numId w:val="4"/>
              </w:numPr>
            </w:pPr>
            <w:r>
              <w:t>Required. Address ID is optional.</w:t>
            </w:r>
          </w:p>
          <w:p w14:paraId="22BE99CF" w14:textId="52973CAE" w:rsidR="006A7021" w:rsidRPr="008E681E" w:rsidRDefault="001A705D" w:rsidP="001A705D">
            <w:pPr>
              <w:pStyle w:val="TableBullet"/>
              <w:numPr>
                <w:ilvl w:val="0"/>
                <w:numId w:val="4"/>
              </w:numPr>
            </w:pPr>
            <w:r>
              <w:t>Must contain supplier TAX ID</w:t>
            </w:r>
          </w:p>
        </w:tc>
        <w:tc>
          <w:tcPr>
            <w:tcW w:w="2610" w:type="dxa"/>
            <w:vAlign w:val="center"/>
          </w:tcPr>
          <w:p w14:paraId="0B282987" w14:textId="77777777" w:rsidR="006A7021" w:rsidRPr="008E681E" w:rsidRDefault="006A7021" w:rsidP="15AD1AA5">
            <w:pPr>
              <w:pStyle w:val="TableText"/>
            </w:pPr>
          </w:p>
        </w:tc>
      </w:tr>
      <w:tr w:rsidR="0068643D" w:rsidRPr="008E681E" w14:paraId="4D0C14C5" w14:textId="77777777" w:rsidTr="15AD1AA5">
        <w:trPr>
          <w:trHeight w:val="206"/>
        </w:trPr>
        <w:tc>
          <w:tcPr>
            <w:tcW w:w="450" w:type="dxa"/>
            <w:vMerge/>
            <w:tcMar>
              <w:top w:w="108" w:type="dxa"/>
              <w:bottom w:w="108" w:type="dxa"/>
            </w:tcMar>
            <w:vAlign w:val="center"/>
          </w:tcPr>
          <w:p w14:paraId="03AC0F20" w14:textId="77777777" w:rsidR="0068643D" w:rsidRPr="008E681E" w:rsidRDefault="0068643D" w:rsidP="0068643D">
            <w:pPr>
              <w:pStyle w:val="TableText"/>
              <w:spacing w:before="240"/>
            </w:pPr>
          </w:p>
        </w:tc>
        <w:tc>
          <w:tcPr>
            <w:tcW w:w="2160" w:type="dxa"/>
            <w:gridSpan w:val="2"/>
            <w:shd w:val="clear" w:color="auto" w:fill="auto"/>
            <w:vAlign w:val="center"/>
          </w:tcPr>
          <w:p w14:paraId="7ACD0115" w14:textId="0BF26B05" w:rsidR="0068643D" w:rsidRPr="008E681E" w:rsidRDefault="0068643D" w:rsidP="0068643D">
            <w:pPr>
              <w:pStyle w:val="TableText"/>
            </w:pPr>
            <w:r w:rsidRPr="008E681E">
              <w:t>Sold To</w:t>
            </w:r>
          </w:p>
        </w:tc>
        <w:tc>
          <w:tcPr>
            <w:tcW w:w="1710" w:type="dxa"/>
            <w:vAlign w:val="center"/>
          </w:tcPr>
          <w:p w14:paraId="792D70BA" w14:textId="150BD832" w:rsidR="0068643D" w:rsidRPr="008E681E" w:rsidRDefault="0068643D" w:rsidP="0068643D">
            <w:pPr>
              <w:pStyle w:val="TableBullet"/>
              <w:jc w:val="center"/>
            </w:pPr>
            <w:r>
              <w:t>Required</w:t>
            </w:r>
          </w:p>
        </w:tc>
        <w:tc>
          <w:tcPr>
            <w:tcW w:w="3060" w:type="dxa"/>
            <w:shd w:val="clear" w:color="auto" w:fill="auto"/>
            <w:tcMar>
              <w:top w:w="108" w:type="dxa"/>
              <w:bottom w:w="108" w:type="dxa"/>
            </w:tcMar>
          </w:tcPr>
          <w:p w14:paraId="0D3460A6" w14:textId="77777777" w:rsidR="0068643D" w:rsidRDefault="0068643D" w:rsidP="0068643D">
            <w:pPr>
              <w:pStyle w:val="TableBullet"/>
              <w:numPr>
                <w:ilvl w:val="0"/>
                <w:numId w:val="24"/>
              </w:numPr>
              <w:ind w:left="357" w:hanging="357"/>
            </w:pPr>
            <w:r>
              <w:t>Required. Address ID is required</w:t>
            </w:r>
          </w:p>
          <w:p w14:paraId="25AF8741" w14:textId="3726745C" w:rsidR="0068643D" w:rsidRPr="008E681E" w:rsidRDefault="0068643D" w:rsidP="0068643D">
            <w:pPr>
              <w:pStyle w:val="TableBullet"/>
              <w:numPr>
                <w:ilvl w:val="0"/>
                <w:numId w:val="4"/>
              </w:numPr>
              <w:ind w:left="144" w:hanging="144"/>
            </w:pPr>
            <w:r>
              <w:t>Sold To is not required to match the Bill TO</w:t>
            </w:r>
          </w:p>
        </w:tc>
        <w:tc>
          <w:tcPr>
            <w:tcW w:w="2610" w:type="dxa"/>
            <w:vAlign w:val="center"/>
          </w:tcPr>
          <w:p w14:paraId="21838182" w14:textId="77777777" w:rsidR="0068643D" w:rsidRPr="008E681E" w:rsidRDefault="0068643D" w:rsidP="0068643D">
            <w:pPr>
              <w:pStyle w:val="TableText"/>
            </w:pPr>
          </w:p>
        </w:tc>
      </w:tr>
      <w:tr w:rsidR="0068643D" w:rsidRPr="008E681E" w14:paraId="08405C06" w14:textId="77777777" w:rsidTr="15AD1AA5">
        <w:trPr>
          <w:trHeight w:val="206"/>
        </w:trPr>
        <w:tc>
          <w:tcPr>
            <w:tcW w:w="450" w:type="dxa"/>
            <w:vMerge/>
            <w:tcMar>
              <w:top w:w="108" w:type="dxa"/>
              <w:bottom w:w="108" w:type="dxa"/>
            </w:tcMar>
            <w:vAlign w:val="center"/>
          </w:tcPr>
          <w:p w14:paraId="69AA1379" w14:textId="77777777" w:rsidR="0068643D" w:rsidRPr="008E681E" w:rsidRDefault="0068643D" w:rsidP="0068643D">
            <w:pPr>
              <w:pStyle w:val="TableText"/>
            </w:pPr>
          </w:p>
        </w:tc>
        <w:tc>
          <w:tcPr>
            <w:tcW w:w="2160" w:type="dxa"/>
            <w:gridSpan w:val="2"/>
            <w:shd w:val="clear" w:color="auto" w:fill="auto"/>
            <w:vAlign w:val="center"/>
          </w:tcPr>
          <w:p w14:paraId="3CB9FD52" w14:textId="6D7EDD00" w:rsidR="0068643D" w:rsidRPr="008E681E" w:rsidRDefault="0068643D" w:rsidP="0068643D">
            <w:pPr>
              <w:pStyle w:val="TableText"/>
            </w:pPr>
            <w:r w:rsidRPr="008E681E">
              <w:t>From</w:t>
            </w:r>
          </w:p>
        </w:tc>
        <w:tc>
          <w:tcPr>
            <w:tcW w:w="1710" w:type="dxa"/>
            <w:vAlign w:val="center"/>
          </w:tcPr>
          <w:p w14:paraId="46381000" w14:textId="2DAA7A98"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6FCAA856" w14:textId="13231234" w:rsidR="0068643D" w:rsidRPr="008E681E" w:rsidRDefault="0068643D" w:rsidP="0068643D">
            <w:pPr>
              <w:pStyle w:val="TableBullet"/>
              <w:numPr>
                <w:ilvl w:val="0"/>
                <w:numId w:val="5"/>
              </w:numPr>
              <w:ind w:left="144" w:hanging="144"/>
            </w:pPr>
            <w:r>
              <w:t xml:space="preserve">Required. </w:t>
            </w:r>
          </w:p>
        </w:tc>
        <w:tc>
          <w:tcPr>
            <w:tcW w:w="2610" w:type="dxa"/>
            <w:vAlign w:val="center"/>
          </w:tcPr>
          <w:p w14:paraId="4CA8F15D" w14:textId="77777777" w:rsidR="0068643D" w:rsidRPr="008E681E" w:rsidRDefault="0068643D" w:rsidP="0068643D">
            <w:pPr>
              <w:pStyle w:val="TableText"/>
            </w:pPr>
          </w:p>
        </w:tc>
      </w:tr>
      <w:tr w:rsidR="0068643D" w:rsidRPr="008E681E" w14:paraId="5598FAA0" w14:textId="77777777" w:rsidTr="15AD1AA5">
        <w:trPr>
          <w:trHeight w:val="206"/>
        </w:trPr>
        <w:tc>
          <w:tcPr>
            <w:tcW w:w="450" w:type="dxa"/>
            <w:vMerge/>
            <w:tcMar>
              <w:top w:w="108" w:type="dxa"/>
              <w:bottom w:w="108" w:type="dxa"/>
            </w:tcMar>
            <w:vAlign w:val="center"/>
          </w:tcPr>
          <w:p w14:paraId="192F8781" w14:textId="77777777" w:rsidR="0068643D" w:rsidRPr="008E681E" w:rsidRDefault="0068643D" w:rsidP="0068643D">
            <w:pPr>
              <w:pStyle w:val="TableText"/>
            </w:pPr>
          </w:p>
        </w:tc>
        <w:tc>
          <w:tcPr>
            <w:tcW w:w="2160" w:type="dxa"/>
            <w:gridSpan w:val="2"/>
            <w:shd w:val="clear" w:color="auto" w:fill="auto"/>
            <w:vAlign w:val="center"/>
          </w:tcPr>
          <w:p w14:paraId="4F6E2CE4" w14:textId="6FF3AB2C" w:rsidR="0068643D" w:rsidRPr="008E681E" w:rsidRDefault="0068643D" w:rsidP="0068643D">
            <w:pPr>
              <w:pStyle w:val="TableText"/>
            </w:pPr>
            <w:r w:rsidRPr="008E681E">
              <w:t>Ship From</w:t>
            </w:r>
          </w:p>
        </w:tc>
        <w:tc>
          <w:tcPr>
            <w:tcW w:w="1710" w:type="dxa"/>
            <w:vAlign w:val="center"/>
          </w:tcPr>
          <w:p w14:paraId="50BCF62D" w14:textId="6DE0C6A7"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0838AF67" w14:textId="77777777" w:rsidR="0068643D" w:rsidRDefault="0068643D" w:rsidP="0068643D">
            <w:pPr>
              <w:pStyle w:val="TableBullet"/>
              <w:numPr>
                <w:ilvl w:val="0"/>
                <w:numId w:val="5"/>
              </w:numPr>
              <w:ind w:left="144" w:hanging="144"/>
            </w:pPr>
            <w:r>
              <w:t>Required</w:t>
            </w:r>
          </w:p>
          <w:p w14:paraId="7C3D03E5" w14:textId="01ADA7D0" w:rsidR="0068643D" w:rsidRPr="008E681E" w:rsidRDefault="0068643D" w:rsidP="0068643D">
            <w:pPr>
              <w:pStyle w:val="TableBullet"/>
              <w:numPr>
                <w:ilvl w:val="0"/>
                <w:numId w:val="5"/>
              </w:numPr>
              <w:ind w:left="144" w:hanging="144"/>
            </w:pPr>
            <w:r>
              <w:t>Must match the PO</w:t>
            </w:r>
          </w:p>
        </w:tc>
        <w:tc>
          <w:tcPr>
            <w:tcW w:w="2610" w:type="dxa"/>
            <w:vAlign w:val="center"/>
          </w:tcPr>
          <w:p w14:paraId="4BCB6971" w14:textId="77777777" w:rsidR="0068643D" w:rsidRPr="008E681E" w:rsidRDefault="0068643D" w:rsidP="0068643D">
            <w:pPr>
              <w:pStyle w:val="TableText"/>
            </w:pPr>
          </w:p>
        </w:tc>
      </w:tr>
      <w:tr w:rsidR="0068643D" w:rsidRPr="008E681E" w14:paraId="614027C9" w14:textId="77777777" w:rsidTr="15AD1AA5">
        <w:trPr>
          <w:trHeight w:val="206"/>
        </w:trPr>
        <w:tc>
          <w:tcPr>
            <w:tcW w:w="450" w:type="dxa"/>
            <w:vMerge/>
            <w:tcMar>
              <w:top w:w="108" w:type="dxa"/>
              <w:bottom w:w="108" w:type="dxa"/>
            </w:tcMar>
            <w:vAlign w:val="center"/>
          </w:tcPr>
          <w:p w14:paraId="2B89E1F5" w14:textId="77777777" w:rsidR="0068643D" w:rsidRPr="008E681E" w:rsidRDefault="0068643D" w:rsidP="0068643D">
            <w:pPr>
              <w:pStyle w:val="TableText"/>
            </w:pPr>
          </w:p>
        </w:tc>
        <w:tc>
          <w:tcPr>
            <w:tcW w:w="2160" w:type="dxa"/>
            <w:gridSpan w:val="2"/>
            <w:shd w:val="clear" w:color="auto" w:fill="auto"/>
            <w:vAlign w:val="center"/>
          </w:tcPr>
          <w:p w14:paraId="63AE4D77" w14:textId="77777777" w:rsidR="0068643D" w:rsidRPr="008E681E" w:rsidRDefault="0068643D" w:rsidP="0068643D">
            <w:pPr>
              <w:pStyle w:val="TableText"/>
            </w:pPr>
            <w:r w:rsidRPr="008E681E">
              <w:t>Ship To</w:t>
            </w:r>
          </w:p>
        </w:tc>
        <w:tc>
          <w:tcPr>
            <w:tcW w:w="1710" w:type="dxa"/>
            <w:vAlign w:val="center"/>
          </w:tcPr>
          <w:p w14:paraId="5484D419" w14:textId="0AC5C989" w:rsidR="0068643D" w:rsidRPr="008E681E" w:rsidRDefault="0068643D" w:rsidP="0068643D">
            <w:pPr>
              <w:pStyle w:val="TableBullet"/>
              <w:jc w:val="center"/>
            </w:pPr>
            <w:r>
              <w:t>Required</w:t>
            </w:r>
          </w:p>
        </w:tc>
        <w:tc>
          <w:tcPr>
            <w:tcW w:w="3060" w:type="dxa"/>
            <w:shd w:val="clear" w:color="auto" w:fill="auto"/>
            <w:tcMar>
              <w:top w:w="108" w:type="dxa"/>
              <w:bottom w:w="108" w:type="dxa"/>
            </w:tcMar>
          </w:tcPr>
          <w:p w14:paraId="6F730813" w14:textId="77777777" w:rsidR="0068643D" w:rsidRDefault="0068643D" w:rsidP="0068643D">
            <w:pPr>
              <w:pStyle w:val="TableBullet"/>
              <w:numPr>
                <w:ilvl w:val="0"/>
                <w:numId w:val="5"/>
              </w:numPr>
              <w:ind w:left="144" w:hanging="144"/>
            </w:pPr>
            <w:r>
              <w:t>Required. Address ID is required</w:t>
            </w:r>
          </w:p>
          <w:p w14:paraId="2DEFEFCE" w14:textId="2B09BBF0" w:rsidR="0068643D" w:rsidRPr="008E681E" w:rsidRDefault="0068643D" w:rsidP="0068643D">
            <w:pPr>
              <w:pStyle w:val="TableBullet"/>
              <w:numPr>
                <w:ilvl w:val="0"/>
                <w:numId w:val="5"/>
              </w:numPr>
              <w:ind w:left="144" w:hanging="144"/>
            </w:pPr>
            <w:r>
              <w:t>Must match the PO</w:t>
            </w:r>
          </w:p>
        </w:tc>
        <w:tc>
          <w:tcPr>
            <w:tcW w:w="2610" w:type="dxa"/>
            <w:vAlign w:val="center"/>
          </w:tcPr>
          <w:p w14:paraId="1F2ECB76" w14:textId="77777777" w:rsidR="0068643D" w:rsidRPr="008E681E" w:rsidRDefault="0068643D" w:rsidP="0068643D">
            <w:pPr>
              <w:pStyle w:val="TableText"/>
            </w:pPr>
          </w:p>
        </w:tc>
      </w:tr>
      <w:tr w:rsidR="0068643D" w:rsidRPr="008E681E" w14:paraId="1FA30CB8" w14:textId="77777777" w:rsidTr="15AD1AA5">
        <w:trPr>
          <w:trHeight w:val="206"/>
        </w:trPr>
        <w:tc>
          <w:tcPr>
            <w:tcW w:w="450" w:type="dxa"/>
            <w:vMerge/>
            <w:tcMar>
              <w:top w:w="108" w:type="dxa"/>
              <w:bottom w:w="108" w:type="dxa"/>
            </w:tcMar>
            <w:vAlign w:val="center"/>
          </w:tcPr>
          <w:p w14:paraId="0FD9AF9E" w14:textId="77777777" w:rsidR="0068643D" w:rsidRPr="008E681E" w:rsidRDefault="0068643D" w:rsidP="0068643D">
            <w:pPr>
              <w:pStyle w:val="TableText"/>
            </w:pPr>
          </w:p>
        </w:tc>
        <w:tc>
          <w:tcPr>
            <w:tcW w:w="450" w:type="dxa"/>
            <w:vMerge w:val="restart"/>
            <w:shd w:val="clear" w:color="auto" w:fill="auto"/>
            <w:textDirection w:val="btLr"/>
            <w:vAlign w:val="center"/>
          </w:tcPr>
          <w:p w14:paraId="15477D91" w14:textId="5360B17B" w:rsidR="0068643D" w:rsidRPr="008E681E" w:rsidRDefault="0068643D" w:rsidP="0068643D">
            <w:pPr>
              <w:pStyle w:val="TableText"/>
              <w:ind w:left="113" w:right="113"/>
              <w:jc w:val="center"/>
            </w:pPr>
            <w:r w:rsidRPr="008E681E">
              <w:t>Strict Validation</w:t>
            </w:r>
          </w:p>
        </w:tc>
        <w:tc>
          <w:tcPr>
            <w:tcW w:w="1710" w:type="dxa"/>
            <w:shd w:val="clear" w:color="auto" w:fill="auto"/>
            <w:vAlign w:val="center"/>
          </w:tcPr>
          <w:p w14:paraId="2D32F945" w14:textId="1E344068" w:rsidR="0068643D" w:rsidRPr="008E681E" w:rsidRDefault="0068643D" w:rsidP="0068643D">
            <w:pPr>
              <w:pStyle w:val="TableText"/>
            </w:pPr>
            <w:r w:rsidRPr="008E681E">
              <w:t>Name</w:t>
            </w:r>
          </w:p>
        </w:tc>
        <w:tc>
          <w:tcPr>
            <w:tcW w:w="1710" w:type="dxa"/>
            <w:vAlign w:val="center"/>
          </w:tcPr>
          <w:p w14:paraId="13EB5230" w14:textId="64D6666A"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791A0BD" w14:textId="730F442B" w:rsidR="0068643D" w:rsidRPr="008E681E" w:rsidRDefault="0068643D" w:rsidP="0068643D">
            <w:pPr>
              <w:pStyle w:val="TableBullet"/>
            </w:pPr>
            <w:r>
              <w:t xml:space="preserve">Must match the PO exactly </w:t>
            </w:r>
          </w:p>
        </w:tc>
        <w:tc>
          <w:tcPr>
            <w:tcW w:w="2610" w:type="dxa"/>
            <w:vAlign w:val="center"/>
          </w:tcPr>
          <w:p w14:paraId="50491B24" w14:textId="77777777" w:rsidR="0068643D" w:rsidRPr="008E681E" w:rsidRDefault="0068643D" w:rsidP="0068643D">
            <w:pPr>
              <w:pStyle w:val="TableText"/>
            </w:pPr>
          </w:p>
        </w:tc>
      </w:tr>
      <w:tr w:rsidR="0068643D" w:rsidRPr="008E681E" w14:paraId="28BFDC4C" w14:textId="77777777" w:rsidTr="15AD1AA5">
        <w:trPr>
          <w:trHeight w:val="206"/>
        </w:trPr>
        <w:tc>
          <w:tcPr>
            <w:tcW w:w="450" w:type="dxa"/>
            <w:vMerge/>
            <w:tcMar>
              <w:top w:w="108" w:type="dxa"/>
              <w:bottom w:w="108" w:type="dxa"/>
            </w:tcMar>
            <w:vAlign w:val="center"/>
          </w:tcPr>
          <w:p w14:paraId="6554BBA5" w14:textId="77777777" w:rsidR="0068643D" w:rsidRPr="008E681E" w:rsidRDefault="0068643D" w:rsidP="0068643D">
            <w:pPr>
              <w:pStyle w:val="TableText"/>
            </w:pPr>
          </w:p>
        </w:tc>
        <w:tc>
          <w:tcPr>
            <w:tcW w:w="450" w:type="dxa"/>
            <w:vMerge/>
            <w:vAlign w:val="center"/>
          </w:tcPr>
          <w:p w14:paraId="7EAF89D2" w14:textId="77777777" w:rsidR="0068643D" w:rsidRPr="008E681E" w:rsidRDefault="0068643D" w:rsidP="0068643D">
            <w:pPr>
              <w:pStyle w:val="TableText"/>
            </w:pPr>
          </w:p>
        </w:tc>
        <w:tc>
          <w:tcPr>
            <w:tcW w:w="1710" w:type="dxa"/>
            <w:shd w:val="clear" w:color="auto" w:fill="auto"/>
            <w:vAlign w:val="center"/>
          </w:tcPr>
          <w:p w14:paraId="2F47382C" w14:textId="6949D266" w:rsidR="0068643D" w:rsidRPr="008E681E" w:rsidRDefault="0068643D" w:rsidP="0068643D">
            <w:pPr>
              <w:pStyle w:val="TableText"/>
            </w:pPr>
            <w:r w:rsidRPr="008E681E">
              <w:t>Street</w:t>
            </w:r>
          </w:p>
        </w:tc>
        <w:tc>
          <w:tcPr>
            <w:tcW w:w="1710" w:type="dxa"/>
            <w:vAlign w:val="center"/>
          </w:tcPr>
          <w:p w14:paraId="2C783CAE" w14:textId="3DF70427"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5A42C5A0" w14:textId="35EAD6FC" w:rsidR="0068643D" w:rsidRPr="008E681E" w:rsidRDefault="0068643D" w:rsidP="0068643D">
            <w:pPr>
              <w:pStyle w:val="TableBullet"/>
            </w:pPr>
            <w:r>
              <w:t>Must match the PO exactly</w:t>
            </w:r>
          </w:p>
        </w:tc>
        <w:tc>
          <w:tcPr>
            <w:tcW w:w="2610" w:type="dxa"/>
            <w:vAlign w:val="center"/>
          </w:tcPr>
          <w:p w14:paraId="4B5F795E" w14:textId="77777777" w:rsidR="0068643D" w:rsidRPr="008E681E" w:rsidRDefault="0068643D" w:rsidP="0068643D">
            <w:pPr>
              <w:pStyle w:val="TableText"/>
            </w:pPr>
          </w:p>
        </w:tc>
      </w:tr>
      <w:tr w:rsidR="0068643D" w:rsidRPr="008E681E" w14:paraId="74644060" w14:textId="77777777" w:rsidTr="15AD1AA5">
        <w:trPr>
          <w:trHeight w:val="206"/>
        </w:trPr>
        <w:tc>
          <w:tcPr>
            <w:tcW w:w="450" w:type="dxa"/>
            <w:vMerge/>
            <w:tcMar>
              <w:top w:w="108" w:type="dxa"/>
              <w:bottom w:w="108" w:type="dxa"/>
            </w:tcMar>
            <w:vAlign w:val="center"/>
          </w:tcPr>
          <w:p w14:paraId="0154B977" w14:textId="77777777" w:rsidR="0068643D" w:rsidRPr="008E681E" w:rsidRDefault="0068643D" w:rsidP="0068643D">
            <w:pPr>
              <w:pStyle w:val="TableText"/>
            </w:pPr>
          </w:p>
        </w:tc>
        <w:tc>
          <w:tcPr>
            <w:tcW w:w="450" w:type="dxa"/>
            <w:vMerge/>
            <w:vAlign w:val="center"/>
          </w:tcPr>
          <w:p w14:paraId="5FE0B368" w14:textId="77777777" w:rsidR="0068643D" w:rsidRPr="008E681E" w:rsidRDefault="0068643D" w:rsidP="0068643D">
            <w:pPr>
              <w:pStyle w:val="TableText"/>
            </w:pPr>
          </w:p>
        </w:tc>
        <w:tc>
          <w:tcPr>
            <w:tcW w:w="1710" w:type="dxa"/>
            <w:shd w:val="clear" w:color="auto" w:fill="auto"/>
            <w:vAlign w:val="center"/>
          </w:tcPr>
          <w:p w14:paraId="2A5BB04C" w14:textId="6EF46DA4" w:rsidR="0068643D" w:rsidRPr="008E681E" w:rsidRDefault="0068643D" w:rsidP="0068643D">
            <w:pPr>
              <w:pStyle w:val="TableText"/>
            </w:pPr>
            <w:r w:rsidRPr="008E681E">
              <w:t>City</w:t>
            </w:r>
          </w:p>
        </w:tc>
        <w:tc>
          <w:tcPr>
            <w:tcW w:w="1710" w:type="dxa"/>
            <w:vAlign w:val="center"/>
          </w:tcPr>
          <w:p w14:paraId="4730B711" w14:textId="121B70B4"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A871194" w14:textId="326019AC" w:rsidR="0068643D" w:rsidRPr="008E681E" w:rsidRDefault="0068643D" w:rsidP="0068643D">
            <w:pPr>
              <w:pStyle w:val="TableBullet"/>
            </w:pPr>
            <w:r>
              <w:t>Must match the PO exactly</w:t>
            </w:r>
          </w:p>
        </w:tc>
        <w:tc>
          <w:tcPr>
            <w:tcW w:w="2610" w:type="dxa"/>
            <w:vAlign w:val="center"/>
          </w:tcPr>
          <w:p w14:paraId="246FE9AC" w14:textId="77777777" w:rsidR="0068643D" w:rsidRPr="008E681E" w:rsidRDefault="0068643D" w:rsidP="0068643D">
            <w:pPr>
              <w:pStyle w:val="TableText"/>
            </w:pPr>
          </w:p>
        </w:tc>
      </w:tr>
      <w:tr w:rsidR="0068643D" w:rsidRPr="008E681E" w14:paraId="6487D27F" w14:textId="77777777" w:rsidTr="15AD1AA5">
        <w:trPr>
          <w:trHeight w:val="206"/>
        </w:trPr>
        <w:tc>
          <w:tcPr>
            <w:tcW w:w="450" w:type="dxa"/>
            <w:vMerge/>
            <w:tcMar>
              <w:top w:w="108" w:type="dxa"/>
              <w:bottom w:w="108" w:type="dxa"/>
            </w:tcMar>
            <w:vAlign w:val="center"/>
          </w:tcPr>
          <w:p w14:paraId="19A8AD4A" w14:textId="77777777" w:rsidR="0068643D" w:rsidRPr="008E681E" w:rsidRDefault="0068643D" w:rsidP="0068643D">
            <w:pPr>
              <w:pStyle w:val="TableText"/>
            </w:pPr>
          </w:p>
        </w:tc>
        <w:tc>
          <w:tcPr>
            <w:tcW w:w="450" w:type="dxa"/>
            <w:vMerge/>
            <w:vAlign w:val="center"/>
          </w:tcPr>
          <w:p w14:paraId="15E4B07A" w14:textId="77777777" w:rsidR="0068643D" w:rsidRPr="008E681E" w:rsidRDefault="0068643D" w:rsidP="0068643D">
            <w:pPr>
              <w:pStyle w:val="TableText"/>
            </w:pPr>
          </w:p>
        </w:tc>
        <w:tc>
          <w:tcPr>
            <w:tcW w:w="1710" w:type="dxa"/>
            <w:shd w:val="clear" w:color="auto" w:fill="auto"/>
            <w:vAlign w:val="center"/>
          </w:tcPr>
          <w:p w14:paraId="770CA71A" w14:textId="67F93B3E" w:rsidR="0068643D" w:rsidRPr="008E681E" w:rsidRDefault="0068643D" w:rsidP="0068643D">
            <w:pPr>
              <w:pStyle w:val="TableText"/>
            </w:pPr>
            <w:r w:rsidRPr="008E681E">
              <w:t>State</w:t>
            </w:r>
          </w:p>
        </w:tc>
        <w:tc>
          <w:tcPr>
            <w:tcW w:w="1710" w:type="dxa"/>
            <w:vAlign w:val="center"/>
          </w:tcPr>
          <w:p w14:paraId="6BDF2B97" w14:textId="79EADAFC"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3B738BA1" w14:textId="6506CE46" w:rsidR="0068643D" w:rsidRPr="008E681E" w:rsidRDefault="0068643D" w:rsidP="0068643D">
            <w:pPr>
              <w:pStyle w:val="TableBullet"/>
            </w:pPr>
            <w:r>
              <w:t>Must match the PO exactly</w:t>
            </w:r>
          </w:p>
        </w:tc>
        <w:tc>
          <w:tcPr>
            <w:tcW w:w="2610" w:type="dxa"/>
            <w:vAlign w:val="center"/>
          </w:tcPr>
          <w:p w14:paraId="6C49C141" w14:textId="77777777" w:rsidR="0068643D" w:rsidRPr="008E681E" w:rsidRDefault="0068643D" w:rsidP="0068643D">
            <w:pPr>
              <w:pStyle w:val="TableText"/>
            </w:pPr>
          </w:p>
        </w:tc>
      </w:tr>
      <w:tr w:rsidR="0068643D" w:rsidRPr="008E681E" w14:paraId="5AE4C6D1" w14:textId="77777777" w:rsidTr="15AD1AA5">
        <w:trPr>
          <w:trHeight w:val="206"/>
        </w:trPr>
        <w:tc>
          <w:tcPr>
            <w:tcW w:w="450" w:type="dxa"/>
            <w:vMerge/>
            <w:tcMar>
              <w:top w:w="108" w:type="dxa"/>
              <w:bottom w:w="108" w:type="dxa"/>
            </w:tcMar>
            <w:vAlign w:val="center"/>
          </w:tcPr>
          <w:p w14:paraId="2A76F8A1" w14:textId="77777777" w:rsidR="0068643D" w:rsidRPr="008E681E" w:rsidRDefault="0068643D" w:rsidP="0068643D">
            <w:pPr>
              <w:pStyle w:val="TableText"/>
            </w:pPr>
          </w:p>
        </w:tc>
        <w:tc>
          <w:tcPr>
            <w:tcW w:w="450" w:type="dxa"/>
            <w:vMerge/>
            <w:vAlign w:val="center"/>
          </w:tcPr>
          <w:p w14:paraId="5C6E5D86" w14:textId="77777777" w:rsidR="0068643D" w:rsidRPr="008E681E" w:rsidRDefault="0068643D" w:rsidP="0068643D">
            <w:pPr>
              <w:pStyle w:val="TableText"/>
            </w:pPr>
          </w:p>
        </w:tc>
        <w:tc>
          <w:tcPr>
            <w:tcW w:w="1710" w:type="dxa"/>
            <w:shd w:val="clear" w:color="auto" w:fill="auto"/>
            <w:vAlign w:val="center"/>
          </w:tcPr>
          <w:p w14:paraId="312CEF1D" w14:textId="401E9FB6" w:rsidR="0068643D" w:rsidRPr="008E681E" w:rsidRDefault="0068643D" w:rsidP="0068643D">
            <w:pPr>
              <w:pStyle w:val="TableText"/>
            </w:pPr>
            <w:r w:rsidRPr="008E681E">
              <w:t>Postal Code</w:t>
            </w:r>
          </w:p>
        </w:tc>
        <w:tc>
          <w:tcPr>
            <w:tcW w:w="1710" w:type="dxa"/>
            <w:vAlign w:val="center"/>
          </w:tcPr>
          <w:p w14:paraId="67A4E87E" w14:textId="613B1AF3"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23DDEEF9" w14:textId="0A4F1512" w:rsidR="0068643D" w:rsidRPr="008E681E" w:rsidRDefault="0068643D" w:rsidP="0068643D">
            <w:pPr>
              <w:pStyle w:val="TableBullet"/>
            </w:pPr>
            <w:r>
              <w:t>Must match the PO exactly</w:t>
            </w:r>
          </w:p>
        </w:tc>
        <w:tc>
          <w:tcPr>
            <w:tcW w:w="2610" w:type="dxa"/>
            <w:vAlign w:val="center"/>
          </w:tcPr>
          <w:p w14:paraId="11B4A9DA" w14:textId="77777777" w:rsidR="0068643D" w:rsidRPr="008E681E" w:rsidRDefault="0068643D" w:rsidP="0068643D">
            <w:pPr>
              <w:pStyle w:val="TableText"/>
            </w:pPr>
          </w:p>
        </w:tc>
      </w:tr>
      <w:tr w:rsidR="0068643D" w:rsidRPr="008E681E" w14:paraId="2910355E" w14:textId="77777777" w:rsidTr="15AD1AA5">
        <w:trPr>
          <w:trHeight w:val="206"/>
        </w:trPr>
        <w:tc>
          <w:tcPr>
            <w:tcW w:w="450" w:type="dxa"/>
            <w:vMerge/>
            <w:tcMar>
              <w:top w:w="108" w:type="dxa"/>
              <w:bottom w:w="108" w:type="dxa"/>
            </w:tcMar>
            <w:vAlign w:val="center"/>
          </w:tcPr>
          <w:p w14:paraId="0F6234F2" w14:textId="77777777" w:rsidR="0068643D" w:rsidRPr="008E681E" w:rsidRDefault="0068643D" w:rsidP="0068643D">
            <w:pPr>
              <w:pStyle w:val="TableText"/>
            </w:pPr>
          </w:p>
        </w:tc>
        <w:tc>
          <w:tcPr>
            <w:tcW w:w="450" w:type="dxa"/>
            <w:vMerge/>
            <w:vAlign w:val="center"/>
          </w:tcPr>
          <w:p w14:paraId="79373B3E" w14:textId="77777777" w:rsidR="0068643D" w:rsidRPr="008E681E" w:rsidRDefault="0068643D" w:rsidP="0068643D">
            <w:pPr>
              <w:pStyle w:val="TableText"/>
            </w:pPr>
          </w:p>
        </w:tc>
        <w:tc>
          <w:tcPr>
            <w:tcW w:w="1710" w:type="dxa"/>
            <w:shd w:val="clear" w:color="auto" w:fill="auto"/>
            <w:vAlign w:val="center"/>
          </w:tcPr>
          <w:p w14:paraId="4595CF8D" w14:textId="79FF0381" w:rsidR="0068643D" w:rsidRPr="008E681E" w:rsidRDefault="0068643D" w:rsidP="0068643D">
            <w:pPr>
              <w:pStyle w:val="TableText"/>
            </w:pPr>
            <w:r w:rsidRPr="008E681E">
              <w:t>Country</w:t>
            </w:r>
          </w:p>
        </w:tc>
        <w:tc>
          <w:tcPr>
            <w:tcW w:w="1710" w:type="dxa"/>
            <w:vAlign w:val="center"/>
          </w:tcPr>
          <w:p w14:paraId="35755EFF" w14:textId="027DE169"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1F483170" w14:textId="3B308E40" w:rsidR="0068643D" w:rsidRPr="008E681E" w:rsidRDefault="0068643D" w:rsidP="0068643D">
            <w:pPr>
              <w:pStyle w:val="TableBullet"/>
            </w:pPr>
            <w:r>
              <w:t>Must match the PO exactly</w:t>
            </w:r>
          </w:p>
        </w:tc>
        <w:tc>
          <w:tcPr>
            <w:tcW w:w="2610" w:type="dxa"/>
            <w:vAlign w:val="center"/>
          </w:tcPr>
          <w:p w14:paraId="222CBB0A" w14:textId="77777777" w:rsidR="0068643D" w:rsidRPr="008E681E" w:rsidRDefault="0068643D" w:rsidP="0068643D">
            <w:pPr>
              <w:pStyle w:val="TableText"/>
            </w:pPr>
          </w:p>
        </w:tc>
      </w:tr>
      <w:tr w:rsidR="0068643D" w:rsidRPr="008E681E" w14:paraId="546175CF" w14:textId="77777777" w:rsidTr="15AD1AA5">
        <w:trPr>
          <w:trHeight w:val="206"/>
        </w:trPr>
        <w:tc>
          <w:tcPr>
            <w:tcW w:w="450" w:type="dxa"/>
            <w:vMerge/>
            <w:tcMar>
              <w:top w:w="108" w:type="dxa"/>
              <w:bottom w:w="108" w:type="dxa"/>
            </w:tcMar>
            <w:vAlign w:val="center"/>
          </w:tcPr>
          <w:p w14:paraId="14B42E61" w14:textId="77777777" w:rsidR="0068643D" w:rsidRPr="008E681E" w:rsidRDefault="0068643D" w:rsidP="0068643D">
            <w:pPr>
              <w:pStyle w:val="TableText"/>
            </w:pPr>
          </w:p>
        </w:tc>
        <w:tc>
          <w:tcPr>
            <w:tcW w:w="2160" w:type="dxa"/>
            <w:gridSpan w:val="2"/>
            <w:shd w:val="clear" w:color="auto" w:fill="auto"/>
            <w:vAlign w:val="center"/>
          </w:tcPr>
          <w:p w14:paraId="5F640A9D" w14:textId="5A638411" w:rsidR="0068643D" w:rsidRPr="008E681E" w:rsidRDefault="0068643D" w:rsidP="0068643D">
            <w:pPr>
              <w:pStyle w:val="TableText"/>
            </w:pPr>
            <w:r>
              <w:t>Bank Account Details</w:t>
            </w:r>
          </w:p>
        </w:tc>
        <w:tc>
          <w:tcPr>
            <w:tcW w:w="1710" w:type="dxa"/>
            <w:vAlign w:val="center"/>
          </w:tcPr>
          <w:p w14:paraId="1BF81EE6" w14:textId="5B0F5485" w:rsidR="0068643D" w:rsidRPr="008E681E" w:rsidRDefault="0068643D" w:rsidP="0068643D">
            <w:pPr>
              <w:pStyle w:val="TableBullet"/>
              <w:jc w:val="center"/>
            </w:pPr>
            <w:r>
              <w:t>Optional</w:t>
            </w:r>
          </w:p>
        </w:tc>
        <w:tc>
          <w:tcPr>
            <w:tcW w:w="3060" w:type="dxa"/>
            <w:shd w:val="clear" w:color="auto" w:fill="auto"/>
            <w:tcMar>
              <w:top w:w="108" w:type="dxa"/>
              <w:bottom w:w="108" w:type="dxa"/>
            </w:tcMar>
          </w:tcPr>
          <w:p w14:paraId="18C62CAF" w14:textId="4595560A" w:rsidR="0068643D" w:rsidRPr="008E681E" w:rsidRDefault="0068643D" w:rsidP="0068643D">
            <w:pPr>
              <w:pStyle w:val="TableBullet"/>
              <w:ind w:left="360"/>
            </w:pPr>
          </w:p>
        </w:tc>
        <w:tc>
          <w:tcPr>
            <w:tcW w:w="2610" w:type="dxa"/>
            <w:vAlign w:val="center"/>
          </w:tcPr>
          <w:p w14:paraId="05ACE1DC" w14:textId="77777777" w:rsidR="0068643D" w:rsidRPr="008E681E" w:rsidRDefault="0068643D" w:rsidP="0068643D">
            <w:pPr>
              <w:pStyle w:val="TableText"/>
            </w:pPr>
          </w:p>
        </w:tc>
      </w:tr>
      <w:tr w:rsidR="0068643D" w:rsidRPr="008E681E" w14:paraId="01EE4B12" w14:textId="77777777" w:rsidTr="15AD1AA5">
        <w:trPr>
          <w:trHeight w:val="206"/>
        </w:trPr>
        <w:tc>
          <w:tcPr>
            <w:tcW w:w="450" w:type="dxa"/>
            <w:vMerge/>
            <w:tcMar>
              <w:top w:w="108" w:type="dxa"/>
              <w:bottom w:w="108" w:type="dxa"/>
            </w:tcMar>
            <w:vAlign w:val="center"/>
          </w:tcPr>
          <w:p w14:paraId="09586C7B" w14:textId="77777777" w:rsidR="0068643D" w:rsidRPr="008E681E" w:rsidRDefault="0068643D" w:rsidP="0068643D">
            <w:pPr>
              <w:pStyle w:val="TableText"/>
            </w:pPr>
          </w:p>
        </w:tc>
        <w:tc>
          <w:tcPr>
            <w:tcW w:w="2160" w:type="dxa"/>
            <w:gridSpan w:val="2"/>
            <w:shd w:val="clear" w:color="auto" w:fill="auto"/>
            <w:vAlign w:val="center"/>
          </w:tcPr>
          <w:p w14:paraId="20465415" w14:textId="3184509D" w:rsidR="0068643D" w:rsidRPr="008E681E" w:rsidRDefault="0068643D" w:rsidP="0068643D">
            <w:pPr>
              <w:pStyle w:val="TableText"/>
            </w:pPr>
            <w:r w:rsidRPr="008E681E">
              <w:t>Payment Net Terms</w:t>
            </w:r>
          </w:p>
        </w:tc>
        <w:tc>
          <w:tcPr>
            <w:tcW w:w="1710" w:type="dxa"/>
            <w:vAlign w:val="center"/>
          </w:tcPr>
          <w:p w14:paraId="4FD55EE5" w14:textId="3B9C117D" w:rsidR="0068643D" w:rsidRPr="008E681E" w:rsidRDefault="0068643D" w:rsidP="0068643D">
            <w:pPr>
              <w:pStyle w:val="TableBullet"/>
              <w:jc w:val="center"/>
            </w:pPr>
            <w:r>
              <w:t>Required</w:t>
            </w:r>
          </w:p>
        </w:tc>
        <w:tc>
          <w:tcPr>
            <w:tcW w:w="3060" w:type="dxa"/>
            <w:shd w:val="clear" w:color="auto" w:fill="auto"/>
            <w:tcMar>
              <w:top w:w="108" w:type="dxa"/>
              <w:bottom w:w="108" w:type="dxa"/>
            </w:tcMar>
            <w:vAlign w:val="center"/>
          </w:tcPr>
          <w:p w14:paraId="45147DF6" w14:textId="79B36823" w:rsidR="0068643D" w:rsidRPr="008E681E" w:rsidRDefault="0068643D" w:rsidP="0068643D">
            <w:pPr>
              <w:pStyle w:val="TableBullet"/>
            </w:pPr>
            <w:r w:rsidRPr="00A903F3">
              <w:t>Suppliers are allowed to modify them</w:t>
            </w:r>
            <w:r w:rsidR="00310DEA" w:rsidRPr="00A903F3">
              <w:t>, however the PO terms will be used unless more favorable terms are offered by the Supplier</w:t>
            </w:r>
          </w:p>
        </w:tc>
        <w:tc>
          <w:tcPr>
            <w:tcW w:w="2610" w:type="dxa"/>
            <w:vAlign w:val="center"/>
          </w:tcPr>
          <w:p w14:paraId="7FC9F5F9" w14:textId="77777777" w:rsidR="0068643D" w:rsidRPr="008E681E" w:rsidRDefault="0068643D" w:rsidP="0068643D">
            <w:pPr>
              <w:pStyle w:val="TableText"/>
            </w:pPr>
          </w:p>
        </w:tc>
      </w:tr>
      <w:tr w:rsidR="0068643D" w:rsidRPr="008E681E" w14:paraId="11F544D5" w14:textId="77777777" w:rsidTr="15AD1AA5">
        <w:trPr>
          <w:trHeight w:val="206"/>
        </w:trPr>
        <w:tc>
          <w:tcPr>
            <w:tcW w:w="450" w:type="dxa"/>
            <w:vMerge/>
            <w:tcMar>
              <w:top w:w="108" w:type="dxa"/>
              <w:bottom w:w="108" w:type="dxa"/>
            </w:tcMar>
            <w:vAlign w:val="center"/>
          </w:tcPr>
          <w:p w14:paraId="2E81BB14" w14:textId="77777777" w:rsidR="0068643D" w:rsidRPr="008E681E" w:rsidRDefault="0068643D" w:rsidP="0068643D">
            <w:pPr>
              <w:pStyle w:val="TableText"/>
            </w:pPr>
          </w:p>
        </w:tc>
        <w:tc>
          <w:tcPr>
            <w:tcW w:w="2160" w:type="dxa"/>
            <w:gridSpan w:val="2"/>
            <w:shd w:val="clear" w:color="auto" w:fill="auto"/>
            <w:vAlign w:val="center"/>
          </w:tcPr>
          <w:p w14:paraId="41F2B5D3" w14:textId="3570AB45" w:rsidR="0068643D" w:rsidRPr="008E681E" w:rsidRDefault="0068643D" w:rsidP="0068643D">
            <w:pPr>
              <w:pStyle w:val="TableText"/>
            </w:pPr>
            <w:r w:rsidRPr="008E681E">
              <w:t>Buyer VAT ID</w:t>
            </w:r>
          </w:p>
        </w:tc>
        <w:tc>
          <w:tcPr>
            <w:tcW w:w="1710" w:type="dxa"/>
            <w:vAlign w:val="center"/>
          </w:tcPr>
          <w:p w14:paraId="0CC42C4D" w14:textId="23FD321F" w:rsidR="0068643D" w:rsidRPr="008E681E" w:rsidRDefault="0068643D" w:rsidP="0068643D">
            <w:pPr>
              <w:pStyle w:val="TableBullet"/>
              <w:jc w:val="center"/>
            </w:pPr>
            <w:r>
              <w:t>Optional</w:t>
            </w:r>
          </w:p>
        </w:tc>
        <w:tc>
          <w:tcPr>
            <w:tcW w:w="3060" w:type="dxa"/>
            <w:shd w:val="clear" w:color="auto" w:fill="auto"/>
            <w:tcMar>
              <w:top w:w="108" w:type="dxa"/>
              <w:bottom w:w="108" w:type="dxa"/>
            </w:tcMar>
            <w:vAlign w:val="center"/>
          </w:tcPr>
          <w:p w14:paraId="1736250A" w14:textId="0427FA91" w:rsidR="0068643D" w:rsidRPr="008E681E" w:rsidRDefault="0068643D" w:rsidP="0068643D">
            <w:pPr>
              <w:pStyle w:val="TableBullet"/>
            </w:pPr>
          </w:p>
        </w:tc>
        <w:tc>
          <w:tcPr>
            <w:tcW w:w="2610" w:type="dxa"/>
            <w:vAlign w:val="center"/>
          </w:tcPr>
          <w:p w14:paraId="6D9F43B4" w14:textId="77777777" w:rsidR="0068643D" w:rsidRPr="008E681E" w:rsidRDefault="0068643D" w:rsidP="0068643D">
            <w:pPr>
              <w:pStyle w:val="TableText"/>
            </w:pPr>
          </w:p>
        </w:tc>
      </w:tr>
      <w:tr w:rsidR="0068643D" w:rsidRPr="008E681E" w14:paraId="7BDCBA7B" w14:textId="77777777" w:rsidTr="15AD1AA5">
        <w:trPr>
          <w:trHeight w:val="206"/>
        </w:trPr>
        <w:tc>
          <w:tcPr>
            <w:tcW w:w="450" w:type="dxa"/>
            <w:vMerge/>
            <w:tcMar>
              <w:top w:w="108" w:type="dxa"/>
              <w:bottom w:w="108" w:type="dxa"/>
            </w:tcMar>
            <w:vAlign w:val="center"/>
          </w:tcPr>
          <w:p w14:paraId="187B2542" w14:textId="77777777" w:rsidR="0068643D" w:rsidRPr="008E681E" w:rsidRDefault="0068643D" w:rsidP="0068643D">
            <w:pPr>
              <w:pStyle w:val="TableText"/>
            </w:pPr>
          </w:p>
        </w:tc>
        <w:tc>
          <w:tcPr>
            <w:tcW w:w="2160" w:type="dxa"/>
            <w:gridSpan w:val="2"/>
            <w:shd w:val="clear" w:color="auto" w:fill="auto"/>
            <w:vAlign w:val="center"/>
          </w:tcPr>
          <w:p w14:paraId="47511F9B" w14:textId="3BB1A493" w:rsidR="0068643D" w:rsidRPr="008E681E" w:rsidRDefault="0068643D" w:rsidP="0068643D">
            <w:pPr>
              <w:pStyle w:val="TableText"/>
            </w:pPr>
            <w:r w:rsidRPr="008E681E">
              <w:t>Supplier VAT ID</w:t>
            </w:r>
          </w:p>
        </w:tc>
        <w:tc>
          <w:tcPr>
            <w:tcW w:w="1710" w:type="dxa"/>
            <w:vAlign w:val="center"/>
          </w:tcPr>
          <w:p w14:paraId="663D6EC0" w14:textId="7145B20E" w:rsidR="0068643D" w:rsidRPr="008E681E" w:rsidRDefault="0068643D" w:rsidP="0068643D">
            <w:pPr>
              <w:pStyle w:val="TableBullet"/>
              <w:jc w:val="center"/>
            </w:pPr>
            <w:r>
              <w:t>Optional</w:t>
            </w:r>
          </w:p>
        </w:tc>
        <w:tc>
          <w:tcPr>
            <w:tcW w:w="3060" w:type="dxa"/>
            <w:shd w:val="clear" w:color="auto" w:fill="auto"/>
            <w:tcMar>
              <w:top w:w="108" w:type="dxa"/>
              <w:bottom w:w="108" w:type="dxa"/>
            </w:tcMar>
            <w:vAlign w:val="center"/>
          </w:tcPr>
          <w:p w14:paraId="0E3653DB" w14:textId="3246EEA1" w:rsidR="0068643D" w:rsidRPr="008E681E" w:rsidRDefault="0068643D" w:rsidP="0068643D">
            <w:pPr>
              <w:pStyle w:val="TableBullet"/>
            </w:pPr>
          </w:p>
        </w:tc>
        <w:tc>
          <w:tcPr>
            <w:tcW w:w="2610" w:type="dxa"/>
            <w:vAlign w:val="center"/>
          </w:tcPr>
          <w:p w14:paraId="1C86D66C" w14:textId="77777777" w:rsidR="0068643D" w:rsidRPr="008E681E" w:rsidRDefault="0068643D" w:rsidP="0068643D">
            <w:pPr>
              <w:pStyle w:val="TableText"/>
            </w:pPr>
          </w:p>
        </w:tc>
      </w:tr>
      <w:tr w:rsidR="0068643D" w:rsidRPr="008E681E" w14:paraId="56DD0F82" w14:textId="77777777" w:rsidTr="15AD1AA5">
        <w:trPr>
          <w:trHeight w:val="206"/>
        </w:trPr>
        <w:tc>
          <w:tcPr>
            <w:tcW w:w="450" w:type="dxa"/>
            <w:vMerge w:val="restart"/>
            <w:shd w:val="clear" w:color="auto" w:fill="auto"/>
            <w:tcMar>
              <w:top w:w="108" w:type="dxa"/>
              <w:bottom w:w="108" w:type="dxa"/>
            </w:tcMar>
            <w:textDirection w:val="btLr"/>
            <w:vAlign w:val="center"/>
          </w:tcPr>
          <w:p w14:paraId="09392E06" w14:textId="77777777" w:rsidR="0068643D" w:rsidRPr="008E681E" w:rsidRDefault="0068643D" w:rsidP="0068643D">
            <w:pPr>
              <w:pStyle w:val="TableText"/>
              <w:ind w:left="113" w:right="113"/>
              <w:jc w:val="center"/>
            </w:pPr>
            <w:r w:rsidRPr="008E681E">
              <w:t>Line Item</w:t>
            </w:r>
          </w:p>
        </w:tc>
        <w:tc>
          <w:tcPr>
            <w:tcW w:w="2160" w:type="dxa"/>
            <w:gridSpan w:val="2"/>
            <w:shd w:val="clear" w:color="auto" w:fill="auto"/>
            <w:vAlign w:val="center"/>
          </w:tcPr>
          <w:p w14:paraId="71A74BD5" w14:textId="39279B31" w:rsidR="0068643D" w:rsidRPr="008E681E" w:rsidRDefault="0068643D" w:rsidP="0068643D">
            <w:pPr>
              <w:pStyle w:val="TableText"/>
            </w:pPr>
            <w:r>
              <w:t>Invoice Line</w:t>
            </w:r>
          </w:p>
        </w:tc>
        <w:tc>
          <w:tcPr>
            <w:tcW w:w="1710" w:type="dxa"/>
            <w:vAlign w:val="center"/>
          </w:tcPr>
          <w:p w14:paraId="4B0A6F7F" w14:textId="7F7994DC"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3A15184D" w14:textId="7289C784" w:rsidR="0068643D" w:rsidRPr="008E681E" w:rsidRDefault="00F6082E" w:rsidP="0068643D">
            <w:pPr>
              <w:pStyle w:val="TableBullet"/>
              <w:numPr>
                <w:ilvl w:val="0"/>
                <w:numId w:val="11"/>
              </w:numPr>
            </w:pPr>
            <w:r>
              <w:t>No special formatting</w:t>
            </w:r>
            <w:r w:rsidR="0068643D">
              <w:t xml:space="preserve"> </w:t>
            </w:r>
          </w:p>
        </w:tc>
        <w:tc>
          <w:tcPr>
            <w:tcW w:w="2610" w:type="dxa"/>
            <w:vAlign w:val="center"/>
          </w:tcPr>
          <w:p w14:paraId="603470ED" w14:textId="77777777" w:rsidR="0068643D" w:rsidRPr="008E681E" w:rsidRDefault="0068643D" w:rsidP="0068643D">
            <w:pPr>
              <w:pStyle w:val="TableText"/>
            </w:pPr>
          </w:p>
        </w:tc>
      </w:tr>
      <w:tr w:rsidR="0068643D" w:rsidRPr="008E681E" w14:paraId="0BAE67EF" w14:textId="77777777" w:rsidTr="15AD1AA5">
        <w:trPr>
          <w:trHeight w:val="206"/>
        </w:trPr>
        <w:tc>
          <w:tcPr>
            <w:tcW w:w="450" w:type="dxa"/>
            <w:vMerge/>
            <w:tcMar>
              <w:top w:w="108" w:type="dxa"/>
              <w:bottom w:w="108" w:type="dxa"/>
            </w:tcMar>
            <w:vAlign w:val="center"/>
          </w:tcPr>
          <w:p w14:paraId="79A8DF24" w14:textId="77777777" w:rsidR="0068643D" w:rsidRPr="008E681E" w:rsidRDefault="0068643D" w:rsidP="0068643D">
            <w:pPr>
              <w:pStyle w:val="TableText"/>
            </w:pPr>
          </w:p>
        </w:tc>
        <w:tc>
          <w:tcPr>
            <w:tcW w:w="2160" w:type="dxa"/>
            <w:gridSpan w:val="2"/>
            <w:shd w:val="clear" w:color="auto" w:fill="auto"/>
            <w:vAlign w:val="center"/>
          </w:tcPr>
          <w:p w14:paraId="5E855E04" w14:textId="62953F7B" w:rsidR="0068643D" w:rsidRPr="008E681E" w:rsidRDefault="0068643D" w:rsidP="0068643D">
            <w:pPr>
              <w:pStyle w:val="TableText"/>
            </w:pPr>
            <w:r w:rsidRPr="008E681E">
              <w:t>Quantity</w:t>
            </w:r>
          </w:p>
        </w:tc>
        <w:tc>
          <w:tcPr>
            <w:tcW w:w="1710" w:type="dxa"/>
            <w:vAlign w:val="center"/>
          </w:tcPr>
          <w:p w14:paraId="4E19E72D" w14:textId="4B2380F3"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3C9FAA20" w14:textId="24A59167" w:rsidR="0068643D" w:rsidRPr="008E681E" w:rsidRDefault="00F6082E" w:rsidP="0068643D">
            <w:pPr>
              <w:pStyle w:val="TableBullet"/>
            </w:pPr>
            <w:r>
              <w:t>Line item quantity must be greater than 0</w:t>
            </w:r>
          </w:p>
        </w:tc>
        <w:tc>
          <w:tcPr>
            <w:tcW w:w="2610" w:type="dxa"/>
            <w:vAlign w:val="center"/>
          </w:tcPr>
          <w:p w14:paraId="4EEA4037" w14:textId="4475AF1C" w:rsidR="0068643D" w:rsidRPr="008E681E" w:rsidRDefault="0068643D" w:rsidP="0068643D">
            <w:pPr>
              <w:pStyle w:val="TableText"/>
            </w:pPr>
          </w:p>
        </w:tc>
      </w:tr>
      <w:tr w:rsidR="0068643D" w:rsidRPr="008E681E" w14:paraId="0A83A06E" w14:textId="77777777" w:rsidTr="15AD1AA5">
        <w:trPr>
          <w:trHeight w:val="206"/>
        </w:trPr>
        <w:tc>
          <w:tcPr>
            <w:tcW w:w="450" w:type="dxa"/>
            <w:vMerge/>
            <w:tcMar>
              <w:top w:w="108" w:type="dxa"/>
              <w:bottom w:w="108" w:type="dxa"/>
            </w:tcMar>
            <w:vAlign w:val="center"/>
          </w:tcPr>
          <w:p w14:paraId="2FFDD92E" w14:textId="77777777" w:rsidR="0068643D" w:rsidRPr="008E681E" w:rsidRDefault="0068643D" w:rsidP="0068643D">
            <w:pPr>
              <w:pStyle w:val="TableText"/>
            </w:pPr>
          </w:p>
        </w:tc>
        <w:tc>
          <w:tcPr>
            <w:tcW w:w="2160" w:type="dxa"/>
            <w:gridSpan w:val="2"/>
            <w:shd w:val="clear" w:color="auto" w:fill="auto"/>
            <w:vAlign w:val="center"/>
          </w:tcPr>
          <w:p w14:paraId="388183BE" w14:textId="77777777" w:rsidR="0068643D" w:rsidRPr="008E681E" w:rsidRDefault="0068643D" w:rsidP="0068643D">
            <w:pPr>
              <w:pStyle w:val="TableText"/>
            </w:pPr>
            <w:r w:rsidRPr="008E681E">
              <w:rPr>
                <w:rFonts w:cstheme="minorHAnsi"/>
                <w:color w:val="000000" w:themeColor="text1"/>
              </w:rPr>
              <w:t>Unit Price</w:t>
            </w:r>
          </w:p>
        </w:tc>
        <w:tc>
          <w:tcPr>
            <w:tcW w:w="1710" w:type="dxa"/>
            <w:vAlign w:val="center"/>
          </w:tcPr>
          <w:p w14:paraId="6AF301DA" w14:textId="73B7C48C"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66F2D8B2" w14:textId="4DAE27C8" w:rsidR="0068643D" w:rsidRPr="00AA5860" w:rsidRDefault="0068643D" w:rsidP="0068643D">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14:paraId="50AA38A6" w14:textId="161CFA12" w:rsidR="0068643D" w:rsidRPr="008E681E" w:rsidRDefault="0068643D" w:rsidP="0068643D">
            <w:pPr>
              <w:pStyle w:val="TableBullet"/>
              <w:numPr>
                <w:ilvl w:val="0"/>
                <w:numId w:val="5"/>
              </w:numPr>
              <w:ind w:left="144" w:hanging="144"/>
            </w:pPr>
            <w:r>
              <w:rPr>
                <w:rFonts w:cstheme="minorHAnsi"/>
              </w:rPr>
              <w:fldChar w:fldCharType="end"/>
            </w:r>
            <w:r w:rsidR="00F6082E">
              <w:t>Must match the PO</w:t>
            </w:r>
          </w:p>
        </w:tc>
        <w:tc>
          <w:tcPr>
            <w:tcW w:w="2610" w:type="dxa"/>
            <w:vAlign w:val="center"/>
          </w:tcPr>
          <w:p w14:paraId="4039F548" w14:textId="09F6ACE3" w:rsidR="0068643D" w:rsidRPr="008E681E" w:rsidRDefault="0068643D" w:rsidP="0068643D">
            <w:pPr>
              <w:pStyle w:val="TableText"/>
            </w:pPr>
          </w:p>
        </w:tc>
      </w:tr>
      <w:tr w:rsidR="0068643D" w:rsidRPr="008E681E" w14:paraId="327CBF16" w14:textId="77777777" w:rsidTr="15AD1AA5">
        <w:trPr>
          <w:trHeight w:val="206"/>
        </w:trPr>
        <w:tc>
          <w:tcPr>
            <w:tcW w:w="450" w:type="dxa"/>
            <w:vMerge/>
            <w:tcMar>
              <w:top w:w="108" w:type="dxa"/>
              <w:bottom w:w="108" w:type="dxa"/>
            </w:tcMar>
            <w:vAlign w:val="center"/>
          </w:tcPr>
          <w:p w14:paraId="4877D5A7" w14:textId="77777777" w:rsidR="0068643D" w:rsidRPr="008E681E" w:rsidRDefault="0068643D" w:rsidP="0068643D">
            <w:pPr>
              <w:pStyle w:val="TableText"/>
            </w:pPr>
          </w:p>
        </w:tc>
        <w:tc>
          <w:tcPr>
            <w:tcW w:w="2160" w:type="dxa"/>
            <w:gridSpan w:val="2"/>
            <w:shd w:val="clear" w:color="auto" w:fill="auto"/>
            <w:vAlign w:val="center"/>
          </w:tcPr>
          <w:p w14:paraId="384C4DF2" w14:textId="5AC5209C" w:rsidR="0068643D" w:rsidRPr="008E681E" w:rsidRDefault="0068643D" w:rsidP="0068643D">
            <w:pPr>
              <w:pStyle w:val="TableText"/>
              <w:rPr>
                <w:rFonts w:cstheme="minorHAnsi"/>
                <w:color w:val="000000" w:themeColor="text1"/>
              </w:rPr>
            </w:pPr>
            <w:r>
              <w:rPr>
                <w:rFonts w:cstheme="minorHAnsi"/>
                <w:color w:val="000000" w:themeColor="text1"/>
              </w:rPr>
              <w:t>Unit Of Measure</w:t>
            </w:r>
          </w:p>
        </w:tc>
        <w:tc>
          <w:tcPr>
            <w:tcW w:w="1710" w:type="dxa"/>
            <w:vAlign w:val="center"/>
          </w:tcPr>
          <w:p w14:paraId="6257146E" w14:textId="1889D7DF"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41B79FCB" w14:textId="4A0970C6" w:rsidR="0068643D" w:rsidRDefault="00F6082E" w:rsidP="0068643D">
            <w:pPr>
              <w:pStyle w:val="TableBullet"/>
              <w:numPr>
                <w:ilvl w:val="0"/>
                <w:numId w:val="5"/>
              </w:numPr>
              <w:ind w:left="144" w:hanging="144"/>
            </w:pPr>
            <w:r>
              <w:t>Must match the PO</w:t>
            </w:r>
          </w:p>
        </w:tc>
        <w:tc>
          <w:tcPr>
            <w:tcW w:w="2610" w:type="dxa"/>
            <w:vAlign w:val="center"/>
          </w:tcPr>
          <w:p w14:paraId="3C7A14CD" w14:textId="77777777" w:rsidR="0068643D" w:rsidRPr="008E681E" w:rsidRDefault="0068643D" w:rsidP="0068643D">
            <w:pPr>
              <w:pStyle w:val="TableText"/>
            </w:pPr>
          </w:p>
        </w:tc>
      </w:tr>
      <w:tr w:rsidR="0068643D" w:rsidRPr="008E681E" w14:paraId="1B31C512" w14:textId="77777777" w:rsidTr="15AD1AA5">
        <w:trPr>
          <w:trHeight w:val="206"/>
        </w:trPr>
        <w:tc>
          <w:tcPr>
            <w:tcW w:w="450" w:type="dxa"/>
            <w:vMerge/>
            <w:tcMar>
              <w:top w:w="108" w:type="dxa"/>
              <w:bottom w:w="108" w:type="dxa"/>
            </w:tcMar>
            <w:vAlign w:val="center"/>
          </w:tcPr>
          <w:p w14:paraId="1EAAF35C" w14:textId="77777777" w:rsidR="0068643D" w:rsidRPr="008E681E" w:rsidRDefault="0068643D" w:rsidP="0068643D">
            <w:pPr>
              <w:pStyle w:val="TableText"/>
            </w:pPr>
          </w:p>
        </w:tc>
        <w:tc>
          <w:tcPr>
            <w:tcW w:w="2160" w:type="dxa"/>
            <w:gridSpan w:val="2"/>
            <w:shd w:val="clear" w:color="auto" w:fill="auto"/>
            <w:vAlign w:val="center"/>
          </w:tcPr>
          <w:p w14:paraId="1F46DAFA" w14:textId="01A5111F" w:rsidR="0068643D" w:rsidRPr="008E681E" w:rsidRDefault="0068643D" w:rsidP="0068643D">
            <w:pPr>
              <w:pStyle w:val="TableText"/>
              <w:rPr>
                <w:rFonts w:cstheme="minorHAnsi"/>
                <w:color w:val="000000" w:themeColor="text1"/>
              </w:rPr>
            </w:pPr>
            <w:r>
              <w:t>Order Line Number reference</w:t>
            </w:r>
          </w:p>
        </w:tc>
        <w:tc>
          <w:tcPr>
            <w:tcW w:w="1710" w:type="dxa"/>
            <w:vAlign w:val="center"/>
          </w:tcPr>
          <w:p w14:paraId="7C4B7864" w14:textId="03D7240E"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765690C8" w14:textId="00FABC72" w:rsidR="0068643D" w:rsidRDefault="00F6082E" w:rsidP="0068643D">
            <w:pPr>
              <w:pStyle w:val="TableBullet"/>
              <w:numPr>
                <w:ilvl w:val="0"/>
                <w:numId w:val="5"/>
              </w:numPr>
              <w:ind w:left="144" w:hanging="144"/>
            </w:pPr>
            <w:r>
              <w:t>Must match the PO</w:t>
            </w:r>
            <w:r w:rsidR="0068643D">
              <w:t xml:space="preserve"> </w:t>
            </w:r>
          </w:p>
        </w:tc>
        <w:tc>
          <w:tcPr>
            <w:tcW w:w="2610" w:type="dxa"/>
            <w:vAlign w:val="center"/>
          </w:tcPr>
          <w:p w14:paraId="71FD3D9E" w14:textId="77777777" w:rsidR="0068643D" w:rsidRPr="008E681E" w:rsidRDefault="0068643D" w:rsidP="0068643D">
            <w:pPr>
              <w:pStyle w:val="TableText"/>
            </w:pPr>
          </w:p>
        </w:tc>
      </w:tr>
      <w:tr w:rsidR="0068643D" w:rsidRPr="008E681E" w14:paraId="4DF2EA09" w14:textId="77777777" w:rsidTr="15AD1AA5">
        <w:trPr>
          <w:trHeight w:val="206"/>
        </w:trPr>
        <w:tc>
          <w:tcPr>
            <w:tcW w:w="450" w:type="dxa"/>
            <w:vMerge/>
            <w:tcMar>
              <w:top w:w="108" w:type="dxa"/>
              <w:bottom w:w="108" w:type="dxa"/>
            </w:tcMar>
            <w:vAlign w:val="center"/>
          </w:tcPr>
          <w:p w14:paraId="21F29A6E" w14:textId="77777777" w:rsidR="0068643D" w:rsidRPr="008E681E" w:rsidRDefault="0068643D" w:rsidP="0068643D">
            <w:pPr>
              <w:pStyle w:val="TableText"/>
            </w:pPr>
          </w:p>
        </w:tc>
        <w:tc>
          <w:tcPr>
            <w:tcW w:w="2160" w:type="dxa"/>
            <w:gridSpan w:val="2"/>
            <w:shd w:val="clear" w:color="auto" w:fill="auto"/>
            <w:vAlign w:val="center"/>
          </w:tcPr>
          <w:p w14:paraId="731B3E0E" w14:textId="5B655762" w:rsidR="0068643D" w:rsidRPr="008E681E" w:rsidRDefault="0068643D" w:rsidP="0068643D">
            <w:pPr>
              <w:pStyle w:val="TableText"/>
              <w:rPr>
                <w:rFonts w:cstheme="minorHAnsi"/>
                <w:color w:val="000000" w:themeColor="text1"/>
              </w:rPr>
            </w:pPr>
            <w:r>
              <w:rPr>
                <w:rFonts w:cstheme="minorHAnsi"/>
                <w:color w:val="000000" w:themeColor="text1"/>
              </w:rPr>
              <w:t>Supplier Part Id</w:t>
            </w:r>
          </w:p>
        </w:tc>
        <w:tc>
          <w:tcPr>
            <w:tcW w:w="1710" w:type="dxa"/>
            <w:vAlign w:val="center"/>
          </w:tcPr>
          <w:p w14:paraId="7728A5F4" w14:textId="400DD0AD"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6D73800B" w14:textId="464477FC" w:rsidR="0068643D" w:rsidRDefault="00F6082E" w:rsidP="0068643D">
            <w:pPr>
              <w:pStyle w:val="TableBullet"/>
            </w:pPr>
            <w:r>
              <w:t>Must match the PO</w:t>
            </w:r>
          </w:p>
        </w:tc>
        <w:tc>
          <w:tcPr>
            <w:tcW w:w="2610" w:type="dxa"/>
            <w:vAlign w:val="center"/>
          </w:tcPr>
          <w:p w14:paraId="03041053" w14:textId="77777777" w:rsidR="0068643D" w:rsidRPr="008E681E" w:rsidRDefault="0068643D" w:rsidP="0068643D">
            <w:pPr>
              <w:pStyle w:val="TableText"/>
            </w:pPr>
          </w:p>
        </w:tc>
      </w:tr>
      <w:tr w:rsidR="0068643D" w:rsidRPr="008E681E" w14:paraId="0D90EF22" w14:textId="77777777" w:rsidTr="15AD1AA5">
        <w:trPr>
          <w:trHeight w:val="206"/>
        </w:trPr>
        <w:tc>
          <w:tcPr>
            <w:tcW w:w="450" w:type="dxa"/>
            <w:vMerge/>
            <w:tcMar>
              <w:top w:w="108" w:type="dxa"/>
              <w:bottom w:w="108" w:type="dxa"/>
            </w:tcMar>
            <w:vAlign w:val="center"/>
          </w:tcPr>
          <w:p w14:paraId="76AE4432" w14:textId="77777777" w:rsidR="0068643D" w:rsidRPr="008E681E" w:rsidRDefault="0068643D" w:rsidP="0068643D">
            <w:pPr>
              <w:pStyle w:val="TableText"/>
            </w:pPr>
          </w:p>
        </w:tc>
        <w:tc>
          <w:tcPr>
            <w:tcW w:w="2160" w:type="dxa"/>
            <w:gridSpan w:val="2"/>
            <w:shd w:val="clear" w:color="auto" w:fill="auto"/>
            <w:vAlign w:val="center"/>
          </w:tcPr>
          <w:p w14:paraId="167B20C3" w14:textId="20FDB001" w:rsidR="0068643D" w:rsidRPr="008E681E" w:rsidRDefault="0068643D" w:rsidP="0068643D">
            <w:pPr>
              <w:pStyle w:val="TableText"/>
            </w:pPr>
            <w:r>
              <w:t>Item Description</w:t>
            </w:r>
          </w:p>
        </w:tc>
        <w:tc>
          <w:tcPr>
            <w:tcW w:w="1710" w:type="dxa"/>
            <w:vAlign w:val="center"/>
          </w:tcPr>
          <w:p w14:paraId="353F048B" w14:textId="7D40F33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203D4A60" w14:textId="2BC58885" w:rsidR="0068643D" w:rsidRPr="008E681E" w:rsidRDefault="0068643D" w:rsidP="0068643D">
            <w:pPr>
              <w:pStyle w:val="TableBullet"/>
            </w:pPr>
          </w:p>
        </w:tc>
        <w:tc>
          <w:tcPr>
            <w:tcW w:w="2610" w:type="dxa"/>
            <w:vAlign w:val="center"/>
          </w:tcPr>
          <w:p w14:paraId="4A6B3304" w14:textId="77777777" w:rsidR="0068643D" w:rsidRPr="008E681E" w:rsidRDefault="0068643D" w:rsidP="0068643D">
            <w:pPr>
              <w:pStyle w:val="TableText"/>
            </w:pPr>
          </w:p>
        </w:tc>
      </w:tr>
      <w:tr w:rsidR="0068643D" w:rsidRPr="008E681E" w14:paraId="3468B5CB" w14:textId="77777777" w:rsidTr="15AD1AA5">
        <w:trPr>
          <w:trHeight w:val="206"/>
        </w:trPr>
        <w:tc>
          <w:tcPr>
            <w:tcW w:w="450" w:type="dxa"/>
            <w:vMerge/>
            <w:tcMar>
              <w:top w:w="108" w:type="dxa"/>
              <w:bottom w:w="108" w:type="dxa"/>
            </w:tcMar>
            <w:vAlign w:val="center"/>
          </w:tcPr>
          <w:p w14:paraId="0C329431" w14:textId="77777777" w:rsidR="0068643D" w:rsidRPr="008E681E" w:rsidRDefault="0068643D" w:rsidP="0068643D">
            <w:pPr>
              <w:pStyle w:val="TableText"/>
            </w:pPr>
          </w:p>
        </w:tc>
        <w:tc>
          <w:tcPr>
            <w:tcW w:w="450" w:type="dxa"/>
            <w:vMerge w:val="restart"/>
            <w:shd w:val="clear" w:color="auto" w:fill="auto"/>
            <w:textDirection w:val="btLr"/>
            <w:vAlign w:val="center"/>
          </w:tcPr>
          <w:p w14:paraId="43C90377" w14:textId="77777777" w:rsidR="0068643D" w:rsidRPr="008E681E" w:rsidRDefault="0068643D" w:rsidP="0068643D">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0B6BCF0E" w14:textId="1B1BC9BA" w:rsidR="0068643D" w:rsidRPr="008E681E" w:rsidRDefault="0068643D" w:rsidP="0068643D">
            <w:pPr>
              <w:pStyle w:val="TableText"/>
            </w:pPr>
            <w:r w:rsidRPr="008E681E">
              <w:t>Alternate Currency</w:t>
            </w:r>
          </w:p>
        </w:tc>
        <w:tc>
          <w:tcPr>
            <w:tcW w:w="1710" w:type="dxa"/>
            <w:vAlign w:val="center"/>
          </w:tcPr>
          <w:p w14:paraId="0F443D4F" w14:textId="18D558CD" w:rsidR="0068643D" w:rsidRPr="008E681E" w:rsidRDefault="00F6082E" w:rsidP="0068643D">
            <w:pPr>
              <w:pStyle w:val="TableBullet"/>
              <w:jc w:val="center"/>
            </w:pPr>
            <w:r>
              <w:t>Optional</w:t>
            </w:r>
          </w:p>
        </w:tc>
        <w:tc>
          <w:tcPr>
            <w:tcW w:w="3060" w:type="dxa"/>
            <w:shd w:val="clear" w:color="auto" w:fill="auto"/>
            <w:tcMar>
              <w:top w:w="108" w:type="dxa"/>
              <w:bottom w:w="108" w:type="dxa"/>
            </w:tcMar>
          </w:tcPr>
          <w:p w14:paraId="23A778F3" w14:textId="06AE302C" w:rsidR="0068643D" w:rsidRPr="008E681E" w:rsidRDefault="0068643D" w:rsidP="00AF1D35">
            <w:pPr>
              <w:pStyle w:val="TableBullet"/>
            </w:pPr>
          </w:p>
        </w:tc>
        <w:tc>
          <w:tcPr>
            <w:tcW w:w="2610" w:type="dxa"/>
            <w:vAlign w:val="center"/>
          </w:tcPr>
          <w:p w14:paraId="2C723504" w14:textId="6D338DE5" w:rsidR="0068643D" w:rsidRPr="008E681E" w:rsidRDefault="0068643D" w:rsidP="0068643D">
            <w:pPr>
              <w:pStyle w:val="TableText"/>
            </w:pPr>
          </w:p>
        </w:tc>
      </w:tr>
      <w:tr w:rsidR="0068643D" w:rsidRPr="008E681E" w14:paraId="710D15A0" w14:textId="77777777" w:rsidTr="15AD1AA5">
        <w:trPr>
          <w:trHeight w:val="206"/>
        </w:trPr>
        <w:tc>
          <w:tcPr>
            <w:tcW w:w="450" w:type="dxa"/>
            <w:vMerge/>
            <w:tcMar>
              <w:top w:w="108" w:type="dxa"/>
              <w:bottom w:w="108" w:type="dxa"/>
            </w:tcMar>
            <w:vAlign w:val="center"/>
          </w:tcPr>
          <w:p w14:paraId="616CACDF" w14:textId="77777777" w:rsidR="0068643D" w:rsidRPr="008E681E" w:rsidRDefault="0068643D" w:rsidP="0068643D">
            <w:pPr>
              <w:pStyle w:val="TableText"/>
            </w:pPr>
          </w:p>
        </w:tc>
        <w:tc>
          <w:tcPr>
            <w:tcW w:w="450" w:type="dxa"/>
            <w:vMerge/>
            <w:vAlign w:val="center"/>
          </w:tcPr>
          <w:p w14:paraId="2130DC2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A798DCA" w14:textId="4AE287C3" w:rsidR="0068643D" w:rsidRPr="008E681E" w:rsidRDefault="0068643D" w:rsidP="0068643D">
            <w:pPr>
              <w:pStyle w:val="TableText"/>
            </w:pPr>
            <w:r w:rsidRPr="008E681E">
              <w:t>Category</w:t>
            </w:r>
          </w:p>
        </w:tc>
        <w:tc>
          <w:tcPr>
            <w:tcW w:w="1710" w:type="dxa"/>
            <w:vAlign w:val="center"/>
          </w:tcPr>
          <w:p w14:paraId="43D4B587" w14:textId="49EE048D" w:rsidR="0068643D" w:rsidRPr="008E681E" w:rsidRDefault="00F6082E" w:rsidP="0068643D">
            <w:pPr>
              <w:pStyle w:val="TableBullet"/>
              <w:jc w:val="center"/>
            </w:pPr>
            <w:r>
              <w:t>Req</w:t>
            </w:r>
            <w:r w:rsidR="009A4D99">
              <w:t>H</w:t>
            </w:r>
            <w:r>
              <w:t>uired</w:t>
            </w:r>
          </w:p>
        </w:tc>
        <w:tc>
          <w:tcPr>
            <w:tcW w:w="3060" w:type="dxa"/>
            <w:shd w:val="clear" w:color="auto" w:fill="auto"/>
            <w:tcMar>
              <w:top w:w="108" w:type="dxa"/>
              <w:bottom w:w="108" w:type="dxa"/>
            </w:tcMar>
            <w:vAlign w:val="center"/>
          </w:tcPr>
          <w:p w14:paraId="54417A3D" w14:textId="1510E2AD" w:rsidR="0068643D" w:rsidRPr="008E681E" w:rsidRDefault="0068643D" w:rsidP="0068643D">
            <w:pPr>
              <w:pStyle w:val="TableBullet"/>
            </w:pPr>
          </w:p>
        </w:tc>
        <w:tc>
          <w:tcPr>
            <w:tcW w:w="2610" w:type="dxa"/>
            <w:vAlign w:val="center"/>
          </w:tcPr>
          <w:p w14:paraId="44B1B8D8" w14:textId="77777777" w:rsidR="0068643D" w:rsidRPr="008E681E" w:rsidRDefault="0068643D" w:rsidP="0068643D">
            <w:pPr>
              <w:pStyle w:val="TableText"/>
            </w:pPr>
          </w:p>
        </w:tc>
      </w:tr>
      <w:tr w:rsidR="0068643D" w:rsidRPr="008E681E" w14:paraId="171B1A19" w14:textId="77777777" w:rsidTr="15AD1AA5">
        <w:trPr>
          <w:trHeight w:val="206"/>
        </w:trPr>
        <w:tc>
          <w:tcPr>
            <w:tcW w:w="450" w:type="dxa"/>
            <w:vMerge/>
            <w:tcMar>
              <w:top w:w="108" w:type="dxa"/>
              <w:bottom w:w="108" w:type="dxa"/>
            </w:tcMar>
            <w:vAlign w:val="center"/>
          </w:tcPr>
          <w:p w14:paraId="6C4BA130" w14:textId="77777777" w:rsidR="0068643D" w:rsidRPr="008E681E" w:rsidRDefault="0068643D" w:rsidP="0068643D">
            <w:pPr>
              <w:pStyle w:val="TableText"/>
            </w:pPr>
          </w:p>
        </w:tc>
        <w:tc>
          <w:tcPr>
            <w:tcW w:w="450" w:type="dxa"/>
            <w:vMerge/>
            <w:vAlign w:val="center"/>
          </w:tcPr>
          <w:p w14:paraId="2C73AF17"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D10DA8C" w14:textId="6DAC7A1E" w:rsidR="0068643D" w:rsidRPr="008E681E" w:rsidRDefault="0068643D" w:rsidP="0068643D">
            <w:pPr>
              <w:pStyle w:val="TableText"/>
            </w:pPr>
            <w:r w:rsidRPr="008E681E">
              <w:t>Percentage Rate</w:t>
            </w:r>
          </w:p>
        </w:tc>
        <w:tc>
          <w:tcPr>
            <w:tcW w:w="1710" w:type="dxa"/>
            <w:vAlign w:val="center"/>
          </w:tcPr>
          <w:p w14:paraId="2BA1F9D8" w14:textId="532E2B44"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A9D1ADB" w14:textId="7E3AAA3E" w:rsidR="0068643D" w:rsidRPr="008E681E" w:rsidRDefault="0068643D" w:rsidP="0068643D">
            <w:pPr>
              <w:pStyle w:val="TableBullet"/>
            </w:pPr>
          </w:p>
        </w:tc>
        <w:tc>
          <w:tcPr>
            <w:tcW w:w="2610" w:type="dxa"/>
            <w:vAlign w:val="center"/>
          </w:tcPr>
          <w:p w14:paraId="09337BA5" w14:textId="77777777" w:rsidR="0068643D" w:rsidRPr="008E681E" w:rsidRDefault="0068643D" w:rsidP="0068643D">
            <w:pPr>
              <w:pStyle w:val="TableText"/>
            </w:pPr>
          </w:p>
        </w:tc>
      </w:tr>
      <w:tr w:rsidR="0068643D" w:rsidRPr="008E681E" w14:paraId="072C69AC" w14:textId="77777777" w:rsidTr="15AD1AA5">
        <w:trPr>
          <w:trHeight w:val="206"/>
        </w:trPr>
        <w:tc>
          <w:tcPr>
            <w:tcW w:w="450" w:type="dxa"/>
            <w:vMerge/>
            <w:tcMar>
              <w:top w:w="108" w:type="dxa"/>
              <w:bottom w:w="108" w:type="dxa"/>
            </w:tcMar>
            <w:vAlign w:val="center"/>
          </w:tcPr>
          <w:p w14:paraId="12DC9EE1" w14:textId="77777777" w:rsidR="0068643D" w:rsidRPr="008E681E" w:rsidRDefault="0068643D" w:rsidP="0068643D">
            <w:pPr>
              <w:pStyle w:val="TableText"/>
            </w:pPr>
          </w:p>
        </w:tc>
        <w:tc>
          <w:tcPr>
            <w:tcW w:w="450" w:type="dxa"/>
            <w:vMerge/>
            <w:vAlign w:val="center"/>
          </w:tcPr>
          <w:p w14:paraId="34C7D59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7158B526" w14:textId="1662C29E" w:rsidR="0068643D" w:rsidRPr="008E681E" w:rsidRDefault="0068643D" w:rsidP="0068643D">
            <w:pPr>
              <w:pStyle w:val="TableText"/>
            </w:pPr>
            <w:r w:rsidRPr="008E681E">
              <w:t>Supply Date (tax point date)</w:t>
            </w:r>
          </w:p>
        </w:tc>
        <w:tc>
          <w:tcPr>
            <w:tcW w:w="1710" w:type="dxa"/>
            <w:vAlign w:val="center"/>
          </w:tcPr>
          <w:p w14:paraId="53FD9781" w14:textId="35A684B0"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732A69B7" w14:textId="2EBE422D" w:rsidR="0068643D" w:rsidRPr="008E681E" w:rsidRDefault="0068643D" w:rsidP="0068643D">
            <w:pPr>
              <w:pStyle w:val="TableBullet"/>
            </w:pPr>
          </w:p>
        </w:tc>
        <w:tc>
          <w:tcPr>
            <w:tcW w:w="2610" w:type="dxa"/>
            <w:vAlign w:val="center"/>
          </w:tcPr>
          <w:p w14:paraId="77D37B41" w14:textId="77777777" w:rsidR="0068643D" w:rsidRPr="008E681E" w:rsidRDefault="0068643D" w:rsidP="0068643D">
            <w:pPr>
              <w:pStyle w:val="TableText"/>
            </w:pPr>
          </w:p>
        </w:tc>
      </w:tr>
      <w:tr w:rsidR="0068643D" w:rsidRPr="008E681E" w14:paraId="7A11DA07" w14:textId="77777777" w:rsidTr="15AD1AA5">
        <w:trPr>
          <w:trHeight w:val="206"/>
        </w:trPr>
        <w:tc>
          <w:tcPr>
            <w:tcW w:w="450" w:type="dxa"/>
            <w:vMerge/>
            <w:tcMar>
              <w:top w:w="108" w:type="dxa"/>
              <w:bottom w:w="108" w:type="dxa"/>
            </w:tcMar>
            <w:vAlign w:val="center"/>
          </w:tcPr>
          <w:p w14:paraId="093C394F" w14:textId="77777777" w:rsidR="0068643D" w:rsidRPr="008E681E" w:rsidRDefault="0068643D" w:rsidP="0068643D">
            <w:pPr>
              <w:pStyle w:val="TableText"/>
            </w:pPr>
          </w:p>
        </w:tc>
        <w:tc>
          <w:tcPr>
            <w:tcW w:w="450" w:type="dxa"/>
            <w:vMerge/>
            <w:vAlign w:val="center"/>
          </w:tcPr>
          <w:p w14:paraId="666F49F6"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56756065" w14:textId="386C98C9" w:rsidR="0068643D" w:rsidRPr="008E681E" w:rsidRDefault="0068643D" w:rsidP="0068643D">
            <w:pPr>
              <w:pStyle w:val="TableText"/>
            </w:pPr>
            <w:r w:rsidRPr="008E681E">
              <w:t>Tax Amount</w:t>
            </w:r>
          </w:p>
        </w:tc>
        <w:tc>
          <w:tcPr>
            <w:tcW w:w="1710" w:type="dxa"/>
            <w:vAlign w:val="center"/>
          </w:tcPr>
          <w:p w14:paraId="6CC5B315" w14:textId="0C821394"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6FFFF075" w14:textId="3C10D4EF" w:rsidR="0068643D" w:rsidRPr="008E681E" w:rsidRDefault="0068643D" w:rsidP="0068643D">
            <w:pPr>
              <w:pStyle w:val="TableBullet"/>
            </w:pPr>
          </w:p>
        </w:tc>
        <w:tc>
          <w:tcPr>
            <w:tcW w:w="2610" w:type="dxa"/>
            <w:vAlign w:val="center"/>
          </w:tcPr>
          <w:p w14:paraId="7BDA2030" w14:textId="77777777" w:rsidR="0068643D" w:rsidRPr="008E681E" w:rsidRDefault="0068643D" w:rsidP="0068643D">
            <w:pPr>
              <w:pStyle w:val="TableText"/>
            </w:pPr>
          </w:p>
        </w:tc>
      </w:tr>
      <w:tr w:rsidR="0068643D" w:rsidRPr="008E681E" w14:paraId="776BBD75" w14:textId="77777777" w:rsidTr="15AD1AA5">
        <w:trPr>
          <w:trHeight w:val="206"/>
        </w:trPr>
        <w:tc>
          <w:tcPr>
            <w:tcW w:w="450" w:type="dxa"/>
            <w:vMerge/>
            <w:tcMar>
              <w:top w:w="108" w:type="dxa"/>
              <w:bottom w:w="108" w:type="dxa"/>
            </w:tcMar>
            <w:vAlign w:val="center"/>
          </w:tcPr>
          <w:p w14:paraId="57132670" w14:textId="77777777" w:rsidR="0068643D" w:rsidRPr="008E681E" w:rsidRDefault="0068643D" w:rsidP="0068643D">
            <w:pPr>
              <w:pStyle w:val="TableText"/>
            </w:pPr>
          </w:p>
        </w:tc>
        <w:tc>
          <w:tcPr>
            <w:tcW w:w="450" w:type="dxa"/>
            <w:vMerge/>
            <w:vAlign w:val="center"/>
          </w:tcPr>
          <w:p w14:paraId="14B6746D"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69D35FE" w14:textId="23C98A77" w:rsidR="0068643D" w:rsidRPr="008E681E" w:rsidRDefault="0068643D" w:rsidP="0068643D">
            <w:pPr>
              <w:pStyle w:val="TableText"/>
            </w:pPr>
            <w:r w:rsidRPr="008E681E">
              <w:t>Taxable Amount</w:t>
            </w:r>
          </w:p>
        </w:tc>
        <w:tc>
          <w:tcPr>
            <w:tcW w:w="1710" w:type="dxa"/>
            <w:vAlign w:val="center"/>
          </w:tcPr>
          <w:p w14:paraId="06993A06" w14:textId="3D11AC4F"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82D142F" w14:textId="1735D0D5" w:rsidR="0068643D" w:rsidRPr="008E681E" w:rsidRDefault="0068643D" w:rsidP="0068643D">
            <w:pPr>
              <w:pStyle w:val="TableBullet"/>
            </w:pPr>
          </w:p>
        </w:tc>
        <w:tc>
          <w:tcPr>
            <w:tcW w:w="2610" w:type="dxa"/>
            <w:vAlign w:val="center"/>
          </w:tcPr>
          <w:p w14:paraId="7C6CDD1E" w14:textId="77777777" w:rsidR="0068643D" w:rsidRPr="008E681E" w:rsidRDefault="0068643D" w:rsidP="0068643D">
            <w:pPr>
              <w:pStyle w:val="TableText"/>
            </w:pPr>
          </w:p>
        </w:tc>
      </w:tr>
      <w:tr w:rsidR="0068643D" w:rsidRPr="008E681E" w14:paraId="37FD96EE" w14:textId="77777777" w:rsidTr="15AD1AA5">
        <w:trPr>
          <w:trHeight w:val="206"/>
        </w:trPr>
        <w:tc>
          <w:tcPr>
            <w:tcW w:w="450" w:type="dxa"/>
            <w:vMerge/>
            <w:tcMar>
              <w:top w:w="108" w:type="dxa"/>
              <w:bottom w:w="108" w:type="dxa"/>
            </w:tcMar>
            <w:vAlign w:val="center"/>
          </w:tcPr>
          <w:p w14:paraId="1BB66E5A" w14:textId="77777777" w:rsidR="0068643D" w:rsidRPr="008E681E" w:rsidRDefault="0068643D" w:rsidP="0068643D">
            <w:pPr>
              <w:pStyle w:val="TableText"/>
            </w:pPr>
          </w:p>
        </w:tc>
        <w:tc>
          <w:tcPr>
            <w:tcW w:w="450" w:type="dxa"/>
            <w:vMerge/>
            <w:vAlign w:val="center"/>
          </w:tcPr>
          <w:p w14:paraId="40B43010"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5BA4A695" w14:textId="3C08964E" w:rsidR="0068643D" w:rsidRPr="008E681E" w:rsidRDefault="0068643D" w:rsidP="0068643D">
            <w:pPr>
              <w:pStyle w:val="TableText"/>
            </w:pPr>
            <w:r w:rsidRPr="008E681E">
              <w:t>Tax Description</w:t>
            </w:r>
          </w:p>
        </w:tc>
        <w:tc>
          <w:tcPr>
            <w:tcW w:w="1710" w:type="dxa"/>
            <w:vAlign w:val="center"/>
          </w:tcPr>
          <w:p w14:paraId="51BB0678" w14:textId="4D99BDF6"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6979AFD" w14:textId="71B1EC16" w:rsidR="0068643D" w:rsidRPr="008E681E" w:rsidRDefault="0068643D" w:rsidP="0068643D">
            <w:pPr>
              <w:pStyle w:val="TableBullet"/>
            </w:pPr>
          </w:p>
        </w:tc>
        <w:tc>
          <w:tcPr>
            <w:tcW w:w="2610" w:type="dxa"/>
            <w:vAlign w:val="center"/>
          </w:tcPr>
          <w:p w14:paraId="02CE1B65" w14:textId="77777777" w:rsidR="0068643D" w:rsidRPr="008E681E" w:rsidRDefault="0068643D" w:rsidP="0068643D">
            <w:pPr>
              <w:pStyle w:val="TableText"/>
            </w:pPr>
          </w:p>
        </w:tc>
      </w:tr>
      <w:tr w:rsidR="0068643D" w:rsidRPr="008E681E" w14:paraId="448D4448" w14:textId="77777777" w:rsidTr="15AD1AA5">
        <w:trPr>
          <w:trHeight w:val="206"/>
        </w:trPr>
        <w:tc>
          <w:tcPr>
            <w:tcW w:w="450" w:type="dxa"/>
            <w:vMerge/>
            <w:tcMar>
              <w:top w:w="108" w:type="dxa"/>
              <w:bottom w:w="108" w:type="dxa"/>
            </w:tcMar>
            <w:vAlign w:val="center"/>
          </w:tcPr>
          <w:p w14:paraId="3C153830" w14:textId="77777777" w:rsidR="0068643D" w:rsidRPr="008E681E" w:rsidRDefault="0068643D" w:rsidP="0068643D">
            <w:pPr>
              <w:pStyle w:val="TableText"/>
            </w:pPr>
          </w:p>
        </w:tc>
        <w:tc>
          <w:tcPr>
            <w:tcW w:w="450" w:type="dxa"/>
            <w:vMerge/>
            <w:vAlign w:val="center"/>
          </w:tcPr>
          <w:p w14:paraId="15196FF1"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0BE8369D" w14:textId="0E1A25FB" w:rsidR="0068643D" w:rsidRPr="008E681E" w:rsidRDefault="0068643D" w:rsidP="0068643D">
            <w:pPr>
              <w:pStyle w:val="TableText"/>
            </w:pPr>
            <w:r w:rsidRPr="008E681E">
              <w:t>Tax Location</w:t>
            </w:r>
          </w:p>
        </w:tc>
        <w:tc>
          <w:tcPr>
            <w:tcW w:w="1710" w:type="dxa"/>
            <w:vAlign w:val="center"/>
          </w:tcPr>
          <w:p w14:paraId="511EC408" w14:textId="0E1CA90B"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683D224" w14:textId="5A963FE9" w:rsidR="0068643D" w:rsidRPr="008E681E" w:rsidRDefault="0068643D" w:rsidP="0068643D">
            <w:pPr>
              <w:pStyle w:val="TableBullet"/>
            </w:pPr>
          </w:p>
        </w:tc>
        <w:tc>
          <w:tcPr>
            <w:tcW w:w="2610" w:type="dxa"/>
            <w:vAlign w:val="center"/>
          </w:tcPr>
          <w:p w14:paraId="57892CEC" w14:textId="77777777" w:rsidR="0068643D" w:rsidRPr="008E681E" w:rsidRDefault="0068643D" w:rsidP="0068643D">
            <w:pPr>
              <w:pStyle w:val="TableText"/>
            </w:pPr>
          </w:p>
        </w:tc>
      </w:tr>
      <w:tr w:rsidR="0068643D" w:rsidRPr="008E681E" w14:paraId="0868320B" w14:textId="77777777" w:rsidTr="15AD1AA5">
        <w:trPr>
          <w:trHeight w:val="206"/>
        </w:trPr>
        <w:tc>
          <w:tcPr>
            <w:tcW w:w="450" w:type="dxa"/>
            <w:vMerge/>
            <w:tcMar>
              <w:top w:w="108" w:type="dxa"/>
              <w:bottom w:w="108" w:type="dxa"/>
            </w:tcMar>
            <w:textDirection w:val="btLr"/>
            <w:vAlign w:val="center"/>
          </w:tcPr>
          <w:p w14:paraId="3219485F"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0EFA3C2E" w14:textId="10395107" w:rsidR="0068643D" w:rsidRPr="008E681E" w:rsidRDefault="0068643D" w:rsidP="0068643D">
            <w:pPr>
              <w:pStyle w:val="TableText"/>
              <w:rPr>
                <w:rFonts w:cstheme="minorHAnsi"/>
                <w:color w:val="000000" w:themeColor="text1"/>
              </w:rPr>
            </w:pPr>
            <w:r w:rsidRPr="008E681E">
              <w:t>Allowance &amp; Charges</w:t>
            </w:r>
          </w:p>
        </w:tc>
        <w:tc>
          <w:tcPr>
            <w:tcW w:w="1710" w:type="dxa"/>
            <w:vAlign w:val="center"/>
          </w:tcPr>
          <w:p w14:paraId="5A9E7685" w14:textId="28950D04"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30E3781E" w14:textId="2266BE47" w:rsidR="0068643D" w:rsidRPr="008E681E" w:rsidRDefault="0068643D" w:rsidP="0068643D">
            <w:pPr>
              <w:pStyle w:val="TableBullet"/>
            </w:pPr>
          </w:p>
        </w:tc>
        <w:tc>
          <w:tcPr>
            <w:tcW w:w="2610" w:type="dxa"/>
            <w:vAlign w:val="center"/>
          </w:tcPr>
          <w:p w14:paraId="31BF067A" w14:textId="77777777" w:rsidR="0068643D" w:rsidRPr="008E681E" w:rsidRDefault="0068643D" w:rsidP="0068643D">
            <w:pPr>
              <w:pStyle w:val="TableText"/>
            </w:pPr>
          </w:p>
        </w:tc>
      </w:tr>
      <w:tr w:rsidR="0068643D" w:rsidRPr="008E681E" w14:paraId="6662D2FF" w14:textId="77777777" w:rsidTr="15AD1AA5">
        <w:trPr>
          <w:trHeight w:val="206"/>
        </w:trPr>
        <w:tc>
          <w:tcPr>
            <w:tcW w:w="450" w:type="dxa"/>
            <w:vMerge/>
            <w:tcMar>
              <w:top w:w="108" w:type="dxa"/>
              <w:bottom w:w="108" w:type="dxa"/>
            </w:tcMar>
            <w:textDirection w:val="btLr"/>
            <w:vAlign w:val="center"/>
          </w:tcPr>
          <w:p w14:paraId="2F156FF3"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6474862E" w14:textId="19957602" w:rsidR="0068643D" w:rsidRPr="008E681E" w:rsidRDefault="0068643D" w:rsidP="0068643D">
            <w:pPr>
              <w:pStyle w:val="TableText"/>
              <w:rPr>
                <w:rFonts w:cstheme="minorHAnsi"/>
                <w:color w:val="000000" w:themeColor="text1"/>
              </w:rPr>
            </w:pPr>
            <w:r w:rsidRPr="008E681E">
              <w:t>Shipping &amp; Handling</w:t>
            </w:r>
          </w:p>
        </w:tc>
        <w:tc>
          <w:tcPr>
            <w:tcW w:w="1710" w:type="dxa"/>
            <w:vAlign w:val="center"/>
          </w:tcPr>
          <w:p w14:paraId="5000BA62" w14:textId="0D26B72F"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54C88CC" w14:textId="64CAAE5E" w:rsidR="0068643D" w:rsidRPr="008E681E" w:rsidRDefault="00F6082E" w:rsidP="0068643D">
            <w:pPr>
              <w:pStyle w:val="TableBullet"/>
            </w:pPr>
            <w:r>
              <w:t>Allowed as part of the line item</w:t>
            </w:r>
          </w:p>
        </w:tc>
        <w:tc>
          <w:tcPr>
            <w:tcW w:w="2610" w:type="dxa"/>
            <w:vAlign w:val="center"/>
          </w:tcPr>
          <w:p w14:paraId="75129ECB" w14:textId="77777777" w:rsidR="0068643D" w:rsidRPr="008E681E" w:rsidRDefault="0068643D" w:rsidP="0068643D">
            <w:pPr>
              <w:pStyle w:val="TableText"/>
            </w:pPr>
          </w:p>
        </w:tc>
      </w:tr>
      <w:tr w:rsidR="0068643D" w:rsidRPr="008E681E" w14:paraId="6C8CC491" w14:textId="77777777" w:rsidTr="15AD1AA5">
        <w:trPr>
          <w:trHeight w:val="206"/>
        </w:trPr>
        <w:tc>
          <w:tcPr>
            <w:tcW w:w="450" w:type="dxa"/>
            <w:vMerge/>
            <w:tcMar>
              <w:top w:w="108" w:type="dxa"/>
              <w:bottom w:w="108" w:type="dxa"/>
            </w:tcMar>
            <w:textDirection w:val="btLr"/>
            <w:vAlign w:val="center"/>
          </w:tcPr>
          <w:p w14:paraId="4FBD9501"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370A2EB1" w14:textId="2ED828F4" w:rsidR="0068643D" w:rsidRPr="008E681E" w:rsidRDefault="0068643D" w:rsidP="0068643D">
            <w:pPr>
              <w:pStyle w:val="TableText"/>
              <w:rPr>
                <w:rFonts w:cstheme="minorHAnsi"/>
                <w:color w:val="000000" w:themeColor="text1"/>
              </w:rPr>
            </w:pPr>
            <w:r>
              <w:rPr>
                <w:rFonts w:cstheme="minorHAnsi"/>
                <w:color w:val="000000" w:themeColor="text1"/>
              </w:rPr>
              <w:t>Net Amount</w:t>
            </w:r>
          </w:p>
        </w:tc>
        <w:tc>
          <w:tcPr>
            <w:tcW w:w="1710" w:type="dxa"/>
            <w:vAlign w:val="center"/>
          </w:tcPr>
          <w:p w14:paraId="1CAE0249" w14:textId="2FC716C9"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A9A7705" w14:textId="77777777" w:rsidR="0068643D" w:rsidRPr="008E681E" w:rsidRDefault="0068643D" w:rsidP="0068643D">
            <w:pPr>
              <w:pStyle w:val="TableBullet"/>
            </w:pPr>
          </w:p>
        </w:tc>
        <w:tc>
          <w:tcPr>
            <w:tcW w:w="2610" w:type="dxa"/>
            <w:vAlign w:val="center"/>
          </w:tcPr>
          <w:p w14:paraId="72D4E61C" w14:textId="77777777" w:rsidR="0068643D" w:rsidRPr="008E681E" w:rsidRDefault="0068643D" w:rsidP="0068643D">
            <w:pPr>
              <w:pStyle w:val="TableText"/>
            </w:pPr>
          </w:p>
        </w:tc>
      </w:tr>
      <w:tr w:rsidR="0068643D" w:rsidRPr="008E681E" w14:paraId="17085238" w14:textId="77777777" w:rsidTr="15AD1AA5">
        <w:trPr>
          <w:trHeight w:val="206"/>
        </w:trPr>
        <w:tc>
          <w:tcPr>
            <w:tcW w:w="450" w:type="dxa"/>
            <w:vMerge/>
            <w:tcMar>
              <w:top w:w="108" w:type="dxa"/>
              <w:bottom w:w="108" w:type="dxa"/>
            </w:tcMar>
            <w:textDirection w:val="btLr"/>
            <w:vAlign w:val="center"/>
          </w:tcPr>
          <w:p w14:paraId="299336CE" w14:textId="77777777" w:rsidR="0068643D" w:rsidRPr="008E681E" w:rsidRDefault="0068643D" w:rsidP="0068643D">
            <w:pPr>
              <w:pStyle w:val="TableText"/>
              <w:ind w:left="113" w:right="113"/>
              <w:jc w:val="center"/>
            </w:pPr>
          </w:p>
        </w:tc>
        <w:tc>
          <w:tcPr>
            <w:tcW w:w="2160" w:type="dxa"/>
            <w:gridSpan w:val="2"/>
            <w:shd w:val="clear" w:color="auto" w:fill="auto"/>
            <w:vAlign w:val="center"/>
          </w:tcPr>
          <w:p w14:paraId="0FAA3D5A" w14:textId="757BF7EE" w:rsidR="0068643D" w:rsidRPr="008E681E" w:rsidRDefault="0068643D" w:rsidP="0068643D">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1100683C" w14:textId="7486883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57AB84A9" w14:textId="77777777" w:rsidR="0068643D" w:rsidRPr="008E681E" w:rsidRDefault="0068643D" w:rsidP="0068643D">
            <w:pPr>
              <w:pStyle w:val="TableBullet"/>
            </w:pPr>
          </w:p>
        </w:tc>
        <w:tc>
          <w:tcPr>
            <w:tcW w:w="2610" w:type="dxa"/>
            <w:vAlign w:val="center"/>
          </w:tcPr>
          <w:p w14:paraId="6A0D3071" w14:textId="77777777" w:rsidR="0068643D" w:rsidRPr="008E681E" w:rsidRDefault="0068643D" w:rsidP="0068643D">
            <w:pPr>
              <w:pStyle w:val="TableText"/>
            </w:pPr>
          </w:p>
        </w:tc>
      </w:tr>
      <w:tr w:rsidR="0068643D" w:rsidRPr="008E681E" w14:paraId="76A01524" w14:textId="77777777" w:rsidTr="15AD1AA5">
        <w:trPr>
          <w:trHeight w:val="206"/>
        </w:trPr>
        <w:tc>
          <w:tcPr>
            <w:tcW w:w="450" w:type="dxa"/>
            <w:vMerge/>
            <w:tcMar>
              <w:top w:w="108" w:type="dxa"/>
              <w:bottom w:w="108" w:type="dxa"/>
            </w:tcMar>
            <w:textDirection w:val="btLr"/>
            <w:vAlign w:val="center"/>
          </w:tcPr>
          <w:p w14:paraId="0E9E22A3" w14:textId="563C30AF" w:rsidR="0068643D" w:rsidRPr="008E681E" w:rsidRDefault="0068643D" w:rsidP="0068643D">
            <w:pPr>
              <w:pStyle w:val="TableText"/>
              <w:ind w:left="113" w:right="113"/>
              <w:jc w:val="center"/>
            </w:pPr>
          </w:p>
        </w:tc>
        <w:tc>
          <w:tcPr>
            <w:tcW w:w="2160" w:type="dxa"/>
            <w:gridSpan w:val="2"/>
            <w:shd w:val="clear" w:color="auto" w:fill="auto"/>
            <w:vAlign w:val="center"/>
          </w:tcPr>
          <w:p w14:paraId="5175F71B" w14:textId="77777777" w:rsidR="0068643D" w:rsidRDefault="0068643D" w:rsidP="0068643D">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14:paraId="63A3869A" w14:textId="5069D236" w:rsidR="0068643D" w:rsidRPr="008E681E" w:rsidRDefault="0068643D" w:rsidP="0068643D">
            <w:pPr>
              <w:pStyle w:val="TableText"/>
              <w:rPr>
                <w:rFonts w:cstheme="minorHAnsi"/>
                <w:color w:val="000000" w:themeColor="text1"/>
              </w:rPr>
            </w:pPr>
          </w:p>
        </w:tc>
        <w:tc>
          <w:tcPr>
            <w:tcW w:w="1710" w:type="dxa"/>
            <w:vAlign w:val="center"/>
          </w:tcPr>
          <w:p w14:paraId="5D3915B5" w14:textId="39988F41" w:rsidR="0068643D" w:rsidRPr="008E681E" w:rsidRDefault="00F6082E" w:rsidP="0068643D">
            <w:pPr>
              <w:pStyle w:val="TableBullet"/>
              <w:jc w:val="center"/>
            </w:pPr>
            <w:r>
              <w:t>Required</w:t>
            </w:r>
          </w:p>
        </w:tc>
        <w:tc>
          <w:tcPr>
            <w:tcW w:w="3060" w:type="dxa"/>
            <w:shd w:val="clear" w:color="auto" w:fill="auto"/>
            <w:tcMar>
              <w:top w:w="108" w:type="dxa"/>
              <w:bottom w:w="108" w:type="dxa"/>
            </w:tcMar>
          </w:tcPr>
          <w:p w14:paraId="136FB56A" w14:textId="0A422A33" w:rsidR="0068643D" w:rsidRPr="008E681E" w:rsidRDefault="0068643D" w:rsidP="00AF1D35">
            <w:pPr>
              <w:pStyle w:val="TableBullet"/>
              <w:tabs>
                <w:tab w:val="clear" w:pos="284"/>
                <w:tab w:val="left" w:pos="151"/>
              </w:tabs>
            </w:pPr>
          </w:p>
        </w:tc>
        <w:tc>
          <w:tcPr>
            <w:tcW w:w="2610" w:type="dxa"/>
            <w:vAlign w:val="center"/>
          </w:tcPr>
          <w:p w14:paraId="23AE73E0" w14:textId="77777777" w:rsidR="0068643D" w:rsidRPr="008E681E" w:rsidRDefault="0068643D" w:rsidP="0068643D">
            <w:pPr>
              <w:pStyle w:val="TableText"/>
            </w:pPr>
          </w:p>
        </w:tc>
      </w:tr>
      <w:tr w:rsidR="0068643D" w:rsidRPr="008E681E" w14:paraId="57205CC0" w14:textId="77777777" w:rsidTr="15AD1AA5">
        <w:trPr>
          <w:trHeight w:val="206"/>
        </w:trPr>
        <w:tc>
          <w:tcPr>
            <w:tcW w:w="450" w:type="dxa"/>
            <w:vMerge w:val="restart"/>
            <w:shd w:val="clear" w:color="auto" w:fill="auto"/>
            <w:tcMar>
              <w:top w:w="108" w:type="dxa"/>
              <w:bottom w:w="108" w:type="dxa"/>
            </w:tcMar>
            <w:textDirection w:val="btLr"/>
            <w:vAlign w:val="center"/>
          </w:tcPr>
          <w:p w14:paraId="40E37B59" w14:textId="0A717E37" w:rsidR="0068643D" w:rsidRPr="008E681E" w:rsidRDefault="0068643D" w:rsidP="0068643D">
            <w:pPr>
              <w:pStyle w:val="TableText"/>
              <w:ind w:left="113" w:right="113"/>
              <w:jc w:val="center"/>
            </w:pPr>
            <w:r w:rsidRPr="008E681E">
              <w:t>Summary</w:t>
            </w:r>
          </w:p>
        </w:tc>
        <w:tc>
          <w:tcPr>
            <w:tcW w:w="450" w:type="dxa"/>
            <w:vMerge w:val="restart"/>
            <w:shd w:val="clear" w:color="auto" w:fill="auto"/>
            <w:textDirection w:val="btLr"/>
            <w:vAlign w:val="center"/>
          </w:tcPr>
          <w:p w14:paraId="574FC8A6" w14:textId="77777777" w:rsidR="0068643D" w:rsidRPr="008E681E" w:rsidRDefault="0068643D" w:rsidP="0068643D">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71FFE41D" w14:textId="0B926291" w:rsidR="0068643D" w:rsidRPr="008E681E" w:rsidRDefault="0068643D" w:rsidP="0068643D">
            <w:pPr>
              <w:pStyle w:val="TableText"/>
              <w:rPr>
                <w:rFonts w:cstheme="minorHAnsi"/>
                <w:color w:val="000000" w:themeColor="text1"/>
              </w:rPr>
            </w:pPr>
            <w:r w:rsidRPr="008E681E">
              <w:t>Alternate Currency</w:t>
            </w:r>
          </w:p>
        </w:tc>
        <w:tc>
          <w:tcPr>
            <w:tcW w:w="1710" w:type="dxa"/>
            <w:vAlign w:val="center"/>
          </w:tcPr>
          <w:p w14:paraId="385F8850" w14:textId="369A34D9" w:rsidR="0068643D" w:rsidRPr="008E681E" w:rsidRDefault="00F6082E" w:rsidP="0068643D">
            <w:pPr>
              <w:pStyle w:val="TableBullet"/>
              <w:jc w:val="center"/>
            </w:pPr>
            <w:r>
              <w:t>Optional</w:t>
            </w:r>
          </w:p>
        </w:tc>
        <w:tc>
          <w:tcPr>
            <w:tcW w:w="3060" w:type="dxa"/>
            <w:shd w:val="clear" w:color="auto" w:fill="auto"/>
            <w:tcMar>
              <w:top w:w="108" w:type="dxa"/>
              <w:bottom w:w="108" w:type="dxa"/>
            </w:tcMar>
          </w:tcPr>
          <w:p w14:paraId="00DF2420" w14:textId="5F553029" w:rsidR="0068643D" w:rsidRPr="008E681E" w:rsidRDefault="0068643D" w:rsidP="00B57DCE">
            <w:pPr>
              <w:pStyle w:val="TableBullet"/>
              <w:ind w:left="61"/>
            </w:pPr>
          </w:p>
        </w:tc>
        <w:tc>
          <w:tcPr>
            <w:tcW w:w="2610" w:type="dxa"/>
            <w:vAlign w:val="center"/>
          </w:tcPr>
          <w:p w14:paraId="75FBC779" w14:textId="77777777" w:rsidR="0068643D" w:rsidRPr="008E681E" w:rsidRDefault="0068643D" w:rsidP="0068643D">
            <w:pPr>
              <w:pStyle w:val="TableText"/>
            </w:pPr>
          </w:p>
        </w:tc>
      </w:tr>
      <w:tr w:rsidR="0068643D" w:rsidRPr="008E681E" w14:paraId="758E62C4" w14:textId="77777777" w:rsidTr="15AD1AA5">
        <w:trPr>
          <w:trHeight w:val="206"/>
        </w:trPr>
        <w:tc>
          <w:tcPr>
            <w:tcW w:w="450" w:type="dxa"/>
            <w:vMerge/>
            <w:tcMar>
              <w:top w:w="108" w:type="dxa"/>
              <w:bottom w:w="108" w:type="dxa"/>
            </w:tcMar>
            <w:vAlign w:val="center"/>
          </w:tcPr>
          <w:p w14:paraId="4CFE2EB0" w14:textId="3A93D27A" w:rsidR="0068643D" w:rsidRPr="008E681E" w:rsidRDefault="0068643D" w:rsidP="0068643D">
            <w:pPr>
              <w:pStyle w:val="TableText"/>
            </w:pPr>
          </w:p>
        </w:tc>
        <w:tc>
          <w:tcPr>
            <w:tcW w:w="450" w:type="dxa"/>
            <w:vMerge/>
            <w:vAlign w:val="center"/>
          </w:tcPr>
          <w:p w14:paraId="764CCE1A"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4E51F027" w14:textId="09DC1E42" w:rsidR="0068643D" w:rsidRPr="008E681E" w:rsidRDefault="0068643D" w:rsidP="0068643D">
            <w:pPr>
              <w:pStyle w:val="TableText"/>
              <w:rPr>
                <w:rFonts w:cstheme="minorHAnsi"/>
                <w:color w:val="000000" w:themeColor="text1"/>
              </w:rPr>
            </w:pPr>
            <w:r w:rsidRPr="008E681E">
              <w:t>Category</w:t>
            </w:r>
          </w:p>
        </w:tc>
        <w:tc>
          <w:tcPr>
            <w:tcW w:w="1710" w:type="dxa"/>
            <w:vAlign w:val="center"/>
          </w:tcPr>
          <w:p w14:paraId="6A6659DA" w14:textId="2E7BC777"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876D652" w14:textId="14ADCB8B" w:rsidR="0068643D" w:rsidRPr="008E681E" w:rsidRDefault="0068643D" w:rsidP="0068643D">
            <w:pPr>
              <w:pStyle w:val="TableBullet"/>
            </w:pPr>
          </w:p>
        </w:tc>
        <w:tc>
          <w:tcPr>
            <w:tcW w:w="2610" w:type="dxa"/>
            <w:vAlign w:val="center"/>
          </w:tcPr>
          <w:p w14:paraId="2E365602" w14:textId="77777777" w:rsidR="0068643D" w:rsidRPr="008E681E" w:rsidRDefault="0068643D" w:rsidP="0068643D">
            <w:pPr>
              <w:pStyle w:val="TableText"/>
            </w:pPr>
          </w:p>
        </w:tc>
      </w:tr>
      <w:tr w:rsidR="0068643D" w:rsidRPr="008E681E" w14:paraId="037A2B01" w14:textId="77777777" w:rsidTr="15AD1AA5">
        <w:trPr>
          <w:trHeight w:val="206"/>
        </w:trPr>
        <w:tc>
          <w:tcPr>
            <w:tcW w:w="450" w:type="dxa"/>
            <w:vMerge/>
            <w:tcMar>
              <w:top w:w="108" w:type="dxa"/>
              <w:bottom w:w="108" w:type="dxa"/>
            </w:tcMar>
            <w:vAlign w:val="center"/>
          </w:tcPr>
          <w:p w14:paraId="6120BAA5" w14:textId="0EFC8A3C" w:rsidR="0068643D" w:rsidRPr="008E681E" w:rsidRDefault="0068643D" w:rsidP="0068643D">
            <w:pPr>
              <w:pStyle w:val="TableText"/>
            </w:pPr>
          </w:p>
        </w:tc>
        <w:tc>
          <w:tcPr>
            <w:tcW w:w="450" w:type="dxa"/>
            <w:vMerge/>
            <w:vAlign w:val="center"/>
          </w:tcPr>
          <w:p w14:paraId="1F8C4044"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FA54926" w14:textId="5C818BB0" w:rsidR="0068643D" w:rsidRPr="008E681E" w:rsidRDefault="0068643D" w:rsidP="0068643D">
            <w:pPr>
              <w:pStyle w:val="TableText"/>
              <w:rPr>
                <w:rFonts w:cstheme="minorHAnsi"/>
                <w:color w:val="000000" w:themeColor="text1"/>
              </w:rPr>
            </w:pPr>
            <w:r w:rsidRPr="008E681E">
              <w:t>Percentage Rate</w:t>
            </w:r>
          </w:p>
        </w:tc>
        <w:tc>
          <w:tcPr>
            <w:tcW w:w="1710" w:type="dxa"/>
            <w:vAlign w:val="center"/>
          </w:tcPr>
          <w:p w14:paraId="5E594FD7" w14:textId="7C928FB3"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2F3FE49" w14:textId="3BF919A3" w:rsidR="0068643D" w:rsidRPr="008E681E" w:rsidRDefault="0068643D" w:rsidP="0068643D">
            <w:pPr>
              <w:pStyle w:val="TableBullet"/>
            </w:pPr>
          </w:p>
        </w:tc>
        <w:tc>
          <w:tcPr>
            <w:tcW w:w="2610" w:type="dxa"/>
            <w:vAlign w:val="center"/>
          </w:tcPr>
          <w:p w14:paraId="1DE8B526" w14:textId="77777777" w:rsidR="0068643D" w:rsidRPr="008E681E" w:rsidRDefault="0068643D" w:rsidP="0068643D">
            <w:pPr>
              <w:pStyle w:val="TableText"/>
            </w:pPr>
          </w:p>
        </w:tc>
      </w:tr>
      <w:tr w:rsidR="0068643D" w:rsidRPr="008E681E" w14:paraId="15A68188" w14:textId="77777777" w:rsidTr="15AD1AA5">
        <w:trPr>
          <w:trHeight w:val="206"/>
        </w:trPr>
        <w:tc>
          <w:tcPr>
            <w:tcW w:w="450" w:type="dxa"/>
            <w:vMerge/>
            <w:tcMar>
              <w:top w:w="108" w:type="dxa"/>
              <w:bottom w:w="108" w:type="dxa"/>
            </w:tcMar>
            <w:vAlign w:val="center"/>
          </w:tcPr>
          <w:p w14:paraId="6F1B89DD" w14:textId="183757F9" w:rsidR="0068643D" w:rsidRPr="008E681E" w:rsidRDefault="0068643D" w:rsidP="0068643D">
            <w:pPr>
              <w:pStyle w:val="TableText"/>
            </w:pPr>
          </w:p>
        </w:tc>
        <w:tc>
          <w:tcPr>
            <w:tcW w:w="450" w:type="dxa"/>
            <w:vMerge/>
            <w:vAlign w:val="center"/>
          </w:tcPr>
          <w:p w14:paraId="2379B9A4"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0E84E30B" w14:textId="70D8C43D" w:rsidR="0068643D" w:rsidRPr="008E681E" w:rsidRDefault="0068643D" w:rsidP="0068643D">
            <w:pPr>
              <w:pStyle w:val="TableText"/>
              <w:rPr>
                <w:rFonts w:cstheme="minorHAnsi"/>
                <w:color w:val="000000" w:themeColor="text1"/>
              </w:rPr>
            </w:pPr>
            <w:r w:rsidRPr="008E681E">
              <w:t>Supply Date (tax point date)</w:t>
            </w:r>
          </w:p>
        </w:tc>
        <w:tc>
          <w:tcPr>
            <w:tcW w:w="1710" w:type="dxa"/>
            <w:vAlign w:val="center"/>
          </w:tcPr>
          <w:p w14:paraId="3BA8F6FB" w14:textId="7E104E9E"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1B06C4EF" w14:textId="6BC9E6D2" w:rsidR="0068643D" w:rsidRPr="008E681E" w:rsidRDefault="0068643D" w:rsidP="0068643D">
            <w:pPr>
              <w:pStyle w:val="TableBullet"/>
            </w:pPr>
          </w:p>
        </w:tc>
        <w:tc>
          <w:tcPr>
            <w:tcW w:w="2610" w:type="dxa"/>
            <w:vAlign w:val="center"/>
          </w:tcPr>
          <w:p w14:paraId="340096D0" w14:textId="77777777" w:rsidR="0068643D" w:rsidRPr="008E681E" w:rsidRDefault="0068643D" w:rsidP="0068643D">
            <w:pPr>
              <w:pStyle w:val="TableText"/>
            </w:pPr>
          </w:p>
        </w:tc>
      </w:tr>
      <w:tr w:rsidR="0068643D" w:rsidRPr="008E681E" w14:paraId="594E6D61" w14:textId="77777777" w:rsidTr="15AD1AA5">
        <w:trPr>
          <w:trHeight w:val="206"/>
        </w:trPr>
        <w:tc>
          <w:tcPr>
            <w:tcW w:w="450" w:type="dxa"/>
            <w:vMerge/>
            <w:tcMar>
              <w:top w:w="108" w:type="dxa"/>
              <w:bottom w:w="108" w:type="dxa"/>
            </w:tcMar>
            <w:vAlign w:val="center"/>
          </w:tcPr>
          <w:p w14:paraId="1B9B5655" w14:textId="70843EF6" w:rsidR="0068643D" w:rsidRPr="008E681E" w:rsidRDefault="0068643D" w:rsidP="0068643D">
            <w:pPr>
              <w:pStyle w:val="TableText"/>
            </w:pPr>
          </w:p>
        </w:tc>
        <w:tc>
          <w:tcPr>
            <w:tcW w:w="450" w:type="dxa"/>
            <w:vMerge/>
            <w:vAlign w:val="center"/>
          </w:tcPr>
          <w:p w14:paraId="008DD3B2"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314BAFDB" w14:textId="46ED482E" w:rsidR="0068643D" w:rsidRPr="008E681E" w:rsidRDefault="0068643D" w:rsidP="0068643D">
            <w:pPr>
              <w:pStyle w:val="TableText"/>
              <w:rPr>
                <w:rFonts w:cstheme="minorHAnsi"/>
                <w:color w:val="000000" w:themeColor="text1"/>
              </w:rPr>
            </w:pPr>
            <w:r w:rsidRPr="008E681E">
              <w:t>Tax Amount</w:t>
            </w:r>
          </w:p>
        </w:tc>
        <w:tc>
          <w:tcPr>
            <w:tcW w:w="1710" w:type="dxa"/>
            <w:vAlign w:val="center"/>
          </w:tcPr>
          <w:p w14:paraId="59A1282F" w14:textId="3210FC5A"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3FA62825" w14:textId="24B1F217" w:rsidR="0068643D" w:rsidRPr="008E681E" w:rsidRDefault="0068643D" w:rsidP="0068643D">
            <w:pPr>
              <w:pStyle w:val="TableBullet"/>
            </w:pPr>
          </w:p>
        </w:tc>
        <w:tc>
          <w:tcPr>
            <w:tcW w:w="2610" w:type="dxa"/>
            <w:vAlign w:val="center"/>
          </w:tcPr>
          <w:p w14:paraId="57B5175F" w14:textId="77777777" w:rsidR="0068643D" w:rsidRPr="008E681E" w:rsidRDefault="0068643D" w:rsidP="0068643D">
            <w:pPr>
              <w:pStyle w:val="TableText"/>
            </w:pPr>
          </w:p>
        </w:tc>
      </w:tr>
      <w:tr w:rsidR="0068643D" w:rsidRPr="008E681E" w14:paraId="585DC5DC" w14:textId="77777777" w:rsidTr="15AD1AA5">
        <w:trPr>
          <w:trHeight w:val="206"/>
        </w:trPr>
        <w:tc>
          <w:tcPr>
            <w:tcW w:w="450" w:type="dxa"/>
            <w:vMerge/>
            <w:tcMar>
              <w:top w:w="108" w:type="dxa"/>
              <w:bottom w:w="108" w:type="dxa"/>
            </w:tcMar>
            <w:vAlign w:val="center"/>
          </w:tcPr>
          <w:p w14:paraId="6F4E3A7A" w14:textId="4305BBDB" w:rsidR="0068643D" w:rsidRPr="008E681E" w:rsidRDefault="0068643D" w:rsidP="0068643D">
            <w:pPr>
              <w:pStyle w:val="TableText"/>
            </w:pPr>
          </w:p>
        </w:tc>
        <w:tc>
          <w:tcPr>
            <w:tcW w:w="450" w:type="dxa"/>
            <w:vMerge/>
            <w:vAlign w:val="center"/>
          </w:tcPr>
          <w:p w14:paraId="34AF3376"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27264E76" w14:textId="17F6D578" w:rsidR="0068643D" w:rsidRPr="008E681E" w:rsidRDefault="0068643D" w:rsidP="0068643D">
            <w:pPr>
              <w:pStyle w:val="TableText"/>
              <w:rPr>
                <w:rFonts w:cstheme="minorHAnsi"/>
                <w:color w:val="000000" w:themeColor="text1"/>
              </w:rPr>
            </w:pPr>
            <w:r w:rsidRPr="008E681E">
              <w:t>Taxable Amount</w:t>
            </w:r>
          </w:p>
        </w:tc>
        <w:tc>
          <w:tcPr>
            <w:tcW w:w="1710" w:type="dxa"/>
            <w:vAlign w:val="center"/>
          </w:tcPr>
          <w:p w14:paraId="61825984" w14:textId="78C6BA80"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039CCD54" w14:textId="2321C4A9" w:rsidR="0068643D" w:rsidRPr="008E681E" w:rsidRDefault="0068643D" w:rsidP="0068643D">
            <w:pPr>
              <w:pStyle w:val="TableBullet"/>
            </w:pPr>
          </w:p>
        </w:tc>
        <w:tc>
          <w:tcPr>
            <w:tcW w:w="2610" w:type="dxa"/>
            <w:vAlign w:val="center"/>
          </w:tcPr>
          <w:p w14:paraId="04414E19" w14:textId="77777777" w:rsidR="0068643D" w:rsidRPr="008E681E" w:rsidRDefault="0068643D" w:rsidP="0068643D">
            <w:pPr>
              <w:pStyle w:val="TableText"/>
            </w:pPr>
          </w:p>
        </w:tc>
      </w:tr>
      <w:tr w:rsidR="0068643D" w:rsidRPr="008E681E" w14:paraId="052F7A1E" w14:textId="77777777" w:rsidTr="15AD1AA5">
        <w:trPr>
          <w:trHeight w:val="206"/>
        </w:trPr>
        <w:tc>
          <w:tcPr>
            <w:tcW w:w="450" w:type="dxa"/>
            <w:vMerge/>
            <w:tcMar>
              <w:top w:w="108" w:type="dxa"/>
              <w:bottom w:w="108" w:type="dxa"/>
            </w:tcMar>
            <w:vAlign w:val="center"/>
          </w:tcPr>
          <w:p w14:paraId="28E17EA4" w14:textId="77777777" w:rsidR="0068643D" w:rsidRPr="008E681E" w:rsidRDefault="0068643D" w:rsidP="0068643D">
            <w:pPr>
              <w:pStyle w:val="TableText"/>
            </w:pPr>
          </w:p>
        </w:tc>
        <w:tc>
          <w:tcPr>
            <w:tcW w:w="450" w:type="dxa"/>
            <w:vMerge/>
            <w:vAlign w:val="center"/>
          </w:tcPr>
          <w:p w14:paraId="6DC41572"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16779547" w14:textId="1E8A0FE7" w:rsidR="0068643D" w:rsidRPr="008E681E" w:rsidRDefault="0068643D" w:rsidP="0068643D">
            <w:pPr>
              <w:pStyle w:val="TableText"/>
            </w:pPr>
            <w:r w:rsidRPr="008E681E">
              <w:t>Tax Description</w:t>
            </w:r>
          </w:p>
        </w:tc>
        <w:tc>
          <w:tcPr>
            <w:tcW w:w="1710" w:type="dxa"/>
            <w:vAlign w:val="center"/>
          </w:tcPr>
          <w:p w14:paraId="6BAE2DAD" w14:textId="7A9A9917"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04A676C6" w14:textId="3A6FBCE3" w:rsidR="0068643D" w:rsidRPr="008E681E" w:rsidRDefault="0068643D" w:rsidP="0068643D">
            <w:pPr>
              <w:pStyle w:val="TableBullet"/>
            </w:pPr>
          </w:p>
        </w:tc>
        <w:tc>
          <w:tcPr>
            <w:tcW w:w="2610" w:type="dxa"/>
            <w:vAlign w:val="center"/>
          </w:tcPr>
          <w:p w14:paraId="164C38E6" w14:textId="77777777" w:rsidR="0068643D" w:rsidRPr="008E681E" w:rsidRDefault="0068643D" w:rsidP="0068643D">
            <w:pPr>
              <w:pStyle w:val="TableText"/>
            </w:pPr>
          </w:p>
        </w:tc>
      </w:tr>
      <w:tr w:rsidR="0068643D" w:rsidRPr="008E681E" w14:paraId="14D93CDE" w14:textId="77777777" w:rsidTr="15AD1AA5">
        <w:trPr>
          <w:trHeight w:val="206"/>
        </w:trPr>
        <w:tc>
          <w:tcPr>
            <w:tcW w:w="450" w:type="dxa"/>
            <w:vMerge/>
            <w:tcMar>
              <w:top w:w="108" w:type="dxa"/>
              <w:bottom w:w="108" w:type="dxa"/>
            </w:tcMar>
            <w:vAlign w:val="center"/>
          </w:tcPr>
          <w:p w14:paraId="7A19DA41" w14:textId="77777777" w:rsidR="0068643D" w:rsidRPr="008E681E" w:rsidRDefault="0068643D" w:rsidP="0068643D">
            <w:pPr>
              <w:pStyle w:val="TableText"/>
            </w:pPr>
          </w:p>
        </w:tc>
        <w:tc>
          <w:tcPr>
            <w:tcW w:w="450" w:type="dxa"/>
            <w:vMerge/>
            <w:vAlign w:val="center"/>
          </w:tcPr>
          <w:p w14:paraId="4CD6D6CA" w14:textId="77777777" w:rsidR="0068643D" w:rsidRPr="008E681E" w:rsidRDefault="0068643D" w:rsidP="0068643D">
            <w:pPr>
              <w:pStyle w:val="TableText"/>
              <w:rPr>
                <w:rFonts w:cstheme="minorHAnsi"/>
                <w:color w:val="000000" w:themeColor="text1"/>
              </w:rPr>
            </w:pPr>
          </w:p>
        </w:tc>
        <w:tc>
          <w:tcPr>
            <w:tcW w:w="1710" w:type="dxa"/>
            <w:shd w:val="clear" w:color="auto" w:fill="auto"/>
            <w:vAlign w:val="center"/>
          </w:tcPr>
          <w:p w14:paraId="68FAE1DD" w14:textId="602A3080" w:rsidR="0068643D" w:rsidRPr="008E681E" w:rsidRDefault="0068643D" w:rsidP="0068643D">
            <w:pPr>
              <w:pStyle w:val="TableText"/>
            </w:pPr>
            <w:r w:rsidRPr="008E681E">
              <w:t>Tax Location</w:t>
            </w:r>
          </w:p>
        </w:tc>
        <w:tc>
          <w:tcPr>
            <w:tcW w:w="1710" w:type="dxa"/>
            <w:vAlign w:val="center"/>
          </w:tcPr>
          <w:p w14:paraId="002C0529" w14:textId="5A51167F"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7BB7DD5B" w14:textId="046A6186" w:rsidR="0068643D" w:rsidRPr="008E681E" w:rsidRDefault="0068643D" w:rsidP="0068643D">
            <w:pPr>
              <w:pStyle w:val="TableBullet"/>
            </w:pPr>
          </w:p>
        </w:tc>
        <w:tc>
          <w:tcPr>
            <w:tcW w:w="2610" w:type="dxa"/>
            <w:vAlign w:val="center"/>
          </w:tcPr>
          <w:p w14:paraId="7ABBE1FA" w14:textId="77777777" w:rsidR="0068643D" w:rsidRPr="008E681E" w:rsidRDefault="0068643D" w:rsidP="0068643D">
            <w:pPr>
              <w:pStyle w:val="TableText"/>
            </w:pPr>
          </w:p>
        </w:tc>
      </w:tr>
      <w:tr w:rsidR="0068643D" w:rsidRPr="008E681E" w14:paraId="792FAE4E" w14:textId="77777777" w:rsidTr="15AD1AA5">
        <w:trPr>
          <w:trHeight w:val="206"/>
        </w:trPr>
        <w:tc>
          <w:tcPr>
            <w:tcW w:w="450" w:type="dxa"/>
            <w:vMerge/>
            <w:tcMar>
              <w:top w:w="108" w:type="dxa"/>
              <w:bottom w:w="108" w:type="dxa"/>
            </w:tcMar>
            <w:vAlign w:val="center"/>
          </w:tcPr>
          <w:p w14:paraId="73360143" w14:textId="5EABB77D" w:rsidR="0068643D" w:rsidRPr="008E681E" w:rsidRDefault="0068643D" w:rsidP="0068643D">
            <w:pPr>
              <w:pStyle w:val="TableText"/>
            </w:pPr>
          </w:p>
        </w:tc>
        <w:tc>
          <w:tcPr>
            <w:tcW w:w="2160" w:type="dxa"/>
            <w:gridSpan w:val="2"/>
            <w:shd w:val="clear" w:color="auto" w:fill="auto"/>
            <w:vAlign w:val="center"/>
          </w:tcPr>
          <w:p w14:paraId="79DB5149" w14:textId="28EF1FA4" w:rsidR="0068643D" w:rsidRPr="008E681E" w:rsidRDefault="0068643D" w:rsidP="0068643D">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757F8385" w14:textId="63DDD5FE"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6DCA57BA" w14:textId="5B08A3C4" w:rsidR="0068643D" w:rsidRPr="008E681E" w:rsidRDefault="0068643D" w:rsidP="0068643D">
            <w:pPr>
              <w:pStyle w:val="TableBullet"/>
            </w:pPr>
          </w:p>
        </w:tc>
        <w:tc>
          <w:tcPr>
            <w:tcW w:w="2610" w:type="dxa"/>
            <w:vAlign w:val="center"/>
          </w:tcPr>
          <w:p w14:paraId="6644D1C0" w14:textId="77777777" w:rsidR="0068643D" w:rsidRPr="008E681E" w:rsidRDefault="0068643D" w:rsidP="0068643D">
            <w:pPr>
              <w:pStyle w:val="TableText"/>
            </w:pPr>
          </w:p>
        </w:tc>
      </w:tr>
      <w:tr w:rsidR="0068643D" w:rsidRPr="008E681E" w14:paraId="34B01FE5" w14:textId="77777777" w:rsidTr="15AD1AA5">
        <w:trPr>
          <w:trHeight w:val="206"/>
        </w:trPr>
        <w:tc>
          <w:tcPr>
            <w:tcW w:w="450" w:type="dxa"/>
            <w:vMerge/>
            <w:tcMar>
              <w:top w:w="108" w:type="dxa"/>
              <w:bottom w:w="108" w:type="dxa"/>
            </w:tcMar>
            <w:vAlign w:val="center"/>
          </w:tcPr>
          <w:p w14:paraId="2F55086C" w14:textId="6144263C" w:rsidR="0068643D" w:rsidRPr="008E681E" w:rsidRDefault="0068643D" w:rsidP="0068643D">
            <w:pPr>
              <w:pStyle w:val="TableText"/>
            </w:pPr>
          </w:p>
        </w:tc>
        <w:tc>
          <w:tcPr>
            <w:tcW w:w="2160" w:type="dxa"/>
            <w:gridSpan w:val="2"/>
            <w:shd w:val="clear" w:color="auto" w:fill="auto"/>
            <w:vAlign w:val="center"/>
          </w:tcPr>
          <w:p w14:paraId="6C30D9C5" w14:textId="1AE553D8" w:rsidR="0068643D" w:rsidRPr="008E681E" w:rsidRDefault="0068643D" w:rsidP="0068643D">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7A3AC48C" w14:textId="3318BC6D" w:rsidR="0068643D" w:rsidRPr="008E681E" w:rsidRDefault="00F6082E" w:rsidP="0068643D">
            <w:pPr>
              <w:pStyle w:val="TableBullet"/>
              <w:jc w:val="center"/>
            </w:pPr>
            <w:r>
              <w:t>Optional</w:t>
            </w:r>
          </w:p>
        </w:tc>
        <w:tc>
          <w:tcPr>
            <w:tcW w:w="3060" w:type="dxa"/>
            <w:shd w:val="clear" w:color="auto" w:fill="auto"/>
            <w:tcMar>
              <w:top w:w="108" w:type="dxa"/>
              <w:bottom w:w="108" w:type="dxa"/>
            </w:tcMar>
            <w:vAlign w:val="center"/>
          </w:tcPr>
          <w:p w14:paraId="291F3FCC" w14:textId="67CB3846" w:rsidR="0068643D" w:rsidRPr="008E681E" w:rsidRDefault="0068643D" w:rsidP="0068643D">
            <w:pPr>
              <w:pStyle w:val="TableBullet"/>
            </w:pPr>
          </w:p>
        </w:tc>
        <w:tc>
          <w:tcPr>
            <w:tcW w:w="2610" w:type="dxa"/>
            <w:vAlign w:val="center"/>
          </w:tcPr>
          <w:p w14:paraId="7A088A57" w14:textId="77777777" w:rsidR="0068643D" w:rsidRPr="008E681E" w:rsidRDefault="0068643D" w:rsidP="0068643D">
            <w:pPr>
              <w:pStyle w:val="TableText"/>
            </w:pPr>
          </w:p>
        </w:tc>
      </w:tr>
      <w:tr w:rsidR="0068643D" w:rsidRPr="008E681E" w14:paraId="4939D470" w14:textId="77777777" w:rsidTr="15AD1AA5">
        <w:trPr>
          <w:trHeight w:val="206"/>
        </w:trPr>
        <w:tc>
          <w:tcPr>
            <w:tcW w:w="450" w:type="dxa"/>
            <w:vMerge/>
            <w:tcMar>
              <w:top w:w="108" w:type="dxa"/>
              <w:bottom w:w="108" w:type="dxa"/>
            </w:tcMar>
            <w:vAlign w:val="center"/>
          </w:tcPr>
          <w:p w14:paraId="50CB666D" w14:textId="77777777" w:rsidR="0068643D" w:rsidRPr="008E681E" w:rsidRDefault="0068643D" w:rsidP="0068643D">
            <w:pPr>
              <w:pStyle w:val="TableText"/>
            </w:pPr>
          </w:p>
        </w:tc>
        <w:tc>
          <w:tcPr>
            <w:tcW w:w="2160" w:type="dxa"/>
            <w:gridSpan w:val="2"/>
            <w:shd w:val="clear" w:color="auto" w:fill="auto"/>
            <w:vAlign w:val="center"/>
          </w:tcPr>
          <w:p w14:paraId="2625380B" w14:textId="27167B87" w:rsidR="0068643D" w:rsidRPr="008E681E" w:rsidRDefault="0068643D" w:rsidP="0068643D">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7CE3CCAB" w14:textId="3D496F39"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4A2FB1AF" w14:textId="77777777" w:rsidR="0068643D" w:rsidRPr="008E681E" w:rsidRDefault="0068643D" w:rsidP="0068643D">
            <w:pPr>
              <w:pStyle w:val="TableBullet"/>
            </w:pPr>
          </w:p>
        </w:tc>
        <w:tc>
          <w:tcPr>
            <w:tcW w:w="2610" w:type="dxa"/>
            <w:vAlign w:val="center"/>
          </w:tcPr>
          <w:p w14:paraId="22C06044" w14:textId="77777777" w:rsidR="0068643D" w:rsidRPr="008E681E" w:rsidRDefault="0068643D" w:rsidP="0068643D">
            <w:pPr>
              <w:pStyle w:val="TableText"/>
            </w:pPr>
          </w:p>
        </w:tc>
      </w:tr>
      <w:tr w:rsidR="0068643D" w:rsidRPr="008E681E" w14:paraId="2D95E6C3" w14:textId="77777777" w:rsidTr="15AD1AA5">
        <w:trPr>
          <w:trHeight w:val="206"/>
        </w:trPr>
        <w:tc>
          <w:tcPr>
            <w:tcW w:w="450" w:type="dxa"/>
            <w:vMerge/>
            <w:tcMar>
              <w:top w:w="108" w:type="dxa"/>
              <w:bottom w:w="108" w:type="dxa"/>
            </w:tcMar>
            <w:vAlign w:val="center"/>
          </w:tcPr>
          <w:p w14:paraId="04505C12" w14:textId="64A68C15" w:rsidR="0068643D" w:rsidRPr="008E681E" w:rsidRDefault="0068643D" w:rsidP="0068643D">
            <w:pPr>
              <w:pStyle w:val="TableText"/>
            </w:pPr>
          </w:p>
        </w:tc>
        <w:tc>
          <w:tcPr>
            <w:tcW w:w="2160" w:type="dxa"/>
            <w:gridSpan w:val="2"/>
            <w:shd w:val="clear" w:color="auto" w:fill="auto"/>
            <w:vAlign w:val="center"/>
          </w:tcPr>
          <w:p w14:paraId="19E8DAC9" w14:textId="51014397" w:rsidR="0068643D" w:rsidRPr="008E681E" w:rsidRDefault="0068643D" w:rsidP="0068643D">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0DDE99B" w14:textId="7E640011" w:rsidR="0068643D" w:rsidRPr="008E681E" w:rsidRDefault="00F6082E" w:rsidP="0068643D">
            <w:pPr>
              <w:pStyle w:val="TableBullet"/>
              <w:jc w:val="center"/>
            </w:pPr>
            <w:r>
              <w:t>Required</w:t>
            </w:r>
          </w:p>
        </w:tc>
        <w:tc>
          <w:tcPr>
            <w:tcW w:w="3060" w:type="dxa"/>
            <w:shd w:val="clear" w:color="auto" w:fill="auto"/>
            <w:tcMar>
              <w:top w:w="108" w:type="dxa"/>
              <w:bottom w:w="108" w:type="dxa"/>
            </w:tcMar>
            <w:vAlign w:val="center"/>
          </w:tcPr>
          <w:p w14:paraId="151E05FF" w14:textId="6CCE4946" w:rsidR="0068643D" w:rsidRPr="008E681E" w:rsidRDefault="0068643D" w:rsidP="0068643D">
            <w:pPr>
              <w:pStyle w:val="TableBullet"/>
            </w:pPr>
          </w:p>
        </w:tc>
        <w:tc>
          <w:tcPr>
            <w:tcW w:w="2610" w:type="dxa"/>
            <w:vAlign w:val="center"/>
          </w:tcPr>
          <w:p w14:paraId="1DE9CE23" w14:textId="77777777" w:rsidR="0068643D" w:rsidRPr="008E681E" w:rsidRDefault="0068643D" w:rsidP="0068643D">
            <w:pPr>
              <w:pStyle w:val="TableText"/>
            </w:pPr>
          </w:p>
        </w:tc>
      </w:tr>
      <w:tr w:rsidR="0068643D" w:rsidRPr="008E681E" w14:paraId="6E43F7F2" w14:textId="77777777" w:rsidTr="15AD1AA5">
        <w:trPr>
          <w:trHeight w:val="206"/>
        </w:trPr>
        <w:tc>
          <w:tcPr>
            <w:tcW w:w="450" w:type="dxa"/>
            <w:vMerge/>
            <w:tcMar>
              <w:top w:w="108" w:type="dxa"/>
              <w:bottom w:w="108" w:type="dxa"/>
            </w:tcMar>
            <w:vAlign w:val="center"/>
          </w:tcPr>
          <w:p w14:paraId="2986381D" w14:textId="544B0F30" w:rsidR="0068643D" w:rsidRPr="008E681E" w:rsidRDefault="0068643D" w:rsidP="0068643D">
            <w:pPr>
              <w:pStyle w:val="TableText"/>
            </w:pPr>
          </w:p>
        </w:tc>
        <w:tc>
          <w:tcPr>
            <w:tcW w:w="2160" w:type="dxa"/>
            <w:gridSpan w:val="2"/>
            <w:shd w:val="clear" w:color="auto" w:fill="auto"/>
            <w:vAlign w:val="center"/>
          </w:tcPr>
          <w:p w14:paraId="1D238C8D" w14:textId="3F07481D" w:rsidR="0068643D" w:rsidRPr="008E681E" w:rsidRDefault="0068643D" w:rsidP="0068643D">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2003E025" w14:textId="1C95C15A" w:rsidR="0068643D" w:rsidRPr="008E681E" w:rsidRDefault="00C246B7" w:rsidP="0068643D">
            <w:pPr>
              <w:pStyle w:val="TableBullet"/>
              <w:jc w:val="center"/>
            </w:pPr>
            <w:r>
              <w:t>Required</w:t>
            </w:r>
          </w:p>
        </w:tc>
        <w:tc>
          <w:tcPr>
            <w:tcW w:w="3060" w:type="dxa"/>
            <w:shd w:val="clear" w:color="auto" w:fill="auto"/>
            <w:tcMar>
              <w:top w:w="108" w:type="dxa"/>
              <w:bottom w:w="108" w:type="dxa"/>
            </w:tcMar>
          </w:tcPr>
          <w:p w14:paraId="77D3B2CB" w14:textId="0DC6F87A" w:rsidR="0068643D" w:rsidRPr="008E681E" w:rsidRDefault="0068643D" w:rsidP="00AF1D35">
            <w:pPr>
              <w:pStyle w:val="TableBullet"/>
            </w:pPr>
          </w:p>
        </w:tc>
        <w:tc>
          <w:tcPr>
            <w:tcW w:w="2610" w:type="dxa"/>
            <w:vAlign w:val="center"/>
          </w:tcPr>
          <w:p w14:paraId="73430C83" w14:textId="77777777" w:rsidR="0068643D" w:rsidRPr="008E681E" w:rsidRDefault="0068643D" w:rsidP="0068643D">
            <w:pPr>
              <w:pStyle w:val="TableText"/>
            </w:pPr>
          </w:p>
        </w:tc>
      </w:tr>
    </w:tbl>
    <w:p w14:paraId="572BD0B1" w14:textId="2FA0B0B2" w:rsidR="009B6FAF" w:rsidRDefault="009B6FAF" w:rsidP="001C316F"/>
    <w:p w14:paraId="641F249F" w14:textId="77777777" w:rsidR="00266413" w:rsidRPr="008E681E" w:rsidRDefault="00266413" w:rsidP="001C316F"/>
    <w:p w14:paraId="179B41E2" w14:textId="14C83FE6" w:rsidR="00887FC0" w:rsidRDefault="69F21945" w:rsidP="0095729F">
      <w:pPr>
        <w:pStyle w:val="Heading1"/>
        <w:numPr>
          <w:ilvl w:val="0"/>
          <w:numId w:val="20"/>
        </w:numPr>
      </w:pPr>
      <w:bookmarkStart w:id="76" w:name="_Toc100844168"/>
      <w:bookmarkStart w:id="77" w:name="_Toc126654706"/>
      <w:r>
        <w:t>Cutover</w:t>
      </w:r>
      <w:bookmarkEnd w:id="76"/>
      <w:bookmarkEnd w:id="77"/>
    </w:p>
    <w:p w14:paraId="40A802D8" w14:textId="145955BE" w:rsidR="00870F52" w:rsidRPr="00870F52" w:rsidRDefault="00870F52" w:rsidP="00870F52"/>
    <w:p w14:paraId="6CF198A0" w14:textId="301B5E23" w:rsidR="00367138" w:rsidRDefault="00367138" w:rsidP="00367138">
      <w:pPr>
        <w:rPr>
          <w:lang w:val="fr-FR"/>
        </w:rPr>
      </w:pPr>
    </w:p>
    <w:p w14:paraId="04061DAC" w14:textId="2EC4D99D"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D877838" w:rsidR="000549BC" w:rsidRPr="00C5657D" w:rsidRDefault="000549BC" w:rsidP="00AF0B30">
            <w:pPr>
              <w:pStyle w:val="TableHeadline"/>
            </w:pPr>
            <w:r>
              <w:t>Description</w:t>
            </w:r>
          </w:p>
          <w:p w14:paraId="4192B65C" w14:textId="76D0AC93" w:rsidR="000549BC" w:rsidRPr="002F4CC0" w:rsidRDefault="3223F8F3" w:rsidP="000F7DF6">
            <w:pPr>
              <w:pStyle w:val="Heading3"/>
            </w:pPr>
            <w:bookmarkStart w:id="78" w:name="_Toc100844169"/>
            <w:bookmarkStart w:id="79" w:name="_Toc126654707"/>
            <w:r>
              <w:t>Specifics</w:t>
            </w:r>
            <w:bookmarkEnd w:id="78"/>
            <w:bookmarkEnd w:id="79"/>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5344D742" w14:textId="77777777" w:rsidTr="00993CF9">
        <w:trPr>
          <w:trHeight w:val="206"/>
        </w:trPr>
        <w:tc>
          <w:tcPr>
            <w:tcW w:w="1317" w:type="dxa"/>
            <w:shd w:val="clear" w:color="auto" w:fill="auto"/>
            <w:tcMar>
              <w:top w:w="108" w:type="dxa"/>
              <w:bottom w:w="108" w:type="dxa"/>
            </w:tcMar>
            <w:vAlign w:val="center"/>
          </w:tcPr>
          <w:p w14:paraId="0B4C9D81" w14:textId="098F7D9C" w:rsidR="000549BC" w:rsidRPr="009A7871" w:rsidRDefault="000549BC" w:rsidP="002B649F">
            <w:pPr>
              <w:pStyle w:val="TableText"/>
              <w:jc w:val="center"/>
            </w:pPr>
            <w:r>
              <w:t>Legacy Orders</w:t>
            </w:r>
          </w:p>
        </w:tc>
        <w:tc>
          <w:tcPr>
            <w:tcW w:w="5163" w:type="dxa"/>
            <w:shd w:val="clear" w:color="auto" w:fill="auto"/>
            <w:tcMar>
              <w:top w:w="108" w:type="dxa"/>
              <w:bottom w:w="108" w:type="dxa"/>
            </w:tcMar>
          </w:tcPr>
          <w:p w14:paraId="68B2FD4F" w14:textId="2A3D6F96" w:rsidR="005F7F40" w:rsidRPr="0054677E" w:rsidRDefault="005F7F40" w:rsidP="005F7F40">
            <w:pPr>
              <w:pStyle w:val="TableBullet"/>
            </w:pPr>
          </w:p>
          <w:p w14:paraId="19308A66" w14:textId="77777777" w:rsidR="00014CCC" w:rsidRPr="0054677E" w:rsidRDefault="005F7F40" w:rsidP="0095729F">
            <w:pPr>
              <w:pStyle w:val="TableBullet"/>
              <w:numPr>
                <w:ilvl w:val="0"/>
                <w:numId w:val="8"/>
              </w:numPr>
              <w:ind w:left="144" w:hanging="144"/>
            </w:pPr>
            <w:r w:rsidRPr="0054677E">
              <w:t>Will open orders be handled outside of AN post go-live?</w:t>
            </w:r>
          </w:p>
          <w:p w14:paraId="2560496B" w14:textId="2F8990A2" w:rsidR="005F7F40" w:rsidRPr="0054677E" w:rsidRDefault="00014CCC" w:rsidP="00014CCC">
            <w:pPr>
              <w:pStyle w:val="TableBullet"/>
            </w:pPr>
            <w:r w:rsidRPr="0054677E">
              <w:t>Yes, prior to going live, POs to be invoiced and paid as much as possible and PO closed on Legacy. Balance moved to Ariba.</w:t>
            </w:r>
            <w:r w:rsidR="005F7F40" w:rsidRPr="0054677E">
              <w:t xml:space="preserve"> </w:t>
            </w:r>
          </w:p>
          <w:p w14:paraId="5EFFA65E" w14:textId="650B7E18" w:rsidR="005F7F40" w:rsidRPr="0054677E" w:rsidRDefault="005F7F40" w:rsidP="0095729F">
            <w:pPr>
              <w:pStyle w:val="TableBullet"/>
              <w:numPr>
                <w:ilvl w:val="0"/>
                <w:numId w:val="8"/>
              </w:numPr>
              <w:ind w:left="144" w:hanging="144"/>
            </w:pPr>
            <w:r w:rsidRPr="0054677E">
              <w:t xml:space="preserve">Will there be expectation to close any open orders prior to go-live? </w:t>
            </w:r>
            <w:r w:rsidR="00014CCC" w:rsidRPr="0054677E">
              <w:t>Yes and process all outstanding invoices, including invoices going through dispute</w:t>
            </w:r>
          </w:p>
          <w:p w14:paraId="15C2CF61" w14:textId="5C8998FD" w:rsidR="005F7F40" w:rsidRPr="0054677E" w:rsidRDefault="570A2896" w:rsidP="0095729F">
            <w:pPr>
              <w:pStyle w:val="TableBullet"/>
              <w:numPr>
                <w:ilvl w:val="0"/>
                <w:numId w:val="8"/>
              </w:numPr>
              <w:ind w:left="144" w:hanging="144"/>
            </w:pPr>
            <w:r w:rsidRPr="0054677E">
              <w:lastRenderedPageBreak/>
              <w:t>Would open orders be expected to be closed by a certain date (both on</w:t>
            </w:r>
            <w:r w:rsidR="06FDE1E7" w:rsidRPr="0054677E">
              <w:t xml:space="preserve"> </w:t>
            </w:r>
            <w:r w:rsidRPr="0054677E">
              <w:t>and outside of AN)?</w:t>
            </w:r>
            <w:r w:rsidR="00014CCC" w:rsidRPr="0054677E">
              <w:t xml:space="preserve"> Yes, although may not be a specific date, rather a matter of </w:t>
            </w:r>
            <w:r w:rsidR="002254B9" w:rsidRPr="0054677E">
              <w:t>priority.</w:t>
            </w:r>
          </w:p>
          <w:p w14:paraId="56BB2E92" w14:textId="26987541" w:rsidR="000549BC" w:rsidRPr="0054677E" w:rsidRDefault="3223F8F3" w:rsidP="0095729F">
            <w:pPr>
              <w:pStyle w:val="TableBullet"/>
              <w:numPr>
                <w:ilvl w:val="0"/>
                <w:numId w:val="8"/>
              </w:numPr>
              <w:ind w:left="144" w:hanging="144"/>
            </w:pPr>
            <w:r w:rsidRPr="0054677E">
              <w:t>Will the buyer be sending legacy transactions on AN</w:t>
            </w:r>
            <w:r w:rsidR="36AC5C3D" w:rsidRPr="0054677E">
              <w:t>?</w:t>
            </w:r>
            <w:r w:rsidR="002254B9" w:rsidRPr="0054677E">
              <w:t xml:space="preserve"> NO</w:t>
            </w:r>
          </w:p>
          <w:p w14:paraId="017CAC67" w14:textId="76670243" w:rsidR="008854CE" w:rsidRPr="0054677E" w:rsidRDefault="008854CE" w:rsidP="0095729F">
            <w:pPr>
              <w:pStyle w:val="TableBullet"/>
              <w:numPr>
                <w:ilvl w:val="0"/>
                <w:numId w:val="8"/>
              </w:numPr>
              <w:ind w:left="144" w:hanging="144"/>
            </w:pPr>
            <w:r w:rsidRPr="0054677E">
              <w:rPr>
                <w:szCs w:val="18"/>
              </w:rPr>
              <w:t>Would only specific orders be sent as legacy?</w:t>
            </w:r>
            <w:r w:rsidR="002254B9" w:rsidRPr="0054677E">
              <w:rPr>
                <w:szCs w:val="18"/>
              </w:rPr>
              <w:t xml:space="preserve"> NA</w:t>
            </w:r>
          </w:p>
          <w:p w14:paraId="36C561ED" w14:textId="5D0C5409" w:rsidR="008854CE" w:rsidRPr="0054677E" w:rsidRDefault="008854CE" w:rsidP="0095729F">
            <w:pPr>
              <w:pStyle w:val="TableBullet"/>
              <w:numPr>
                <w:ilvl w:val="0"/>
                <w:numId w:val="8"/>
              </w:numPr>
              <w:ind w:left="144" w:hanging="144"/>
              <w:rPr>
                <w:szCs w:val="18"/>
              </w:rPr>
            </w:pPr>
            <w:r w:rsidRPr="0054677E">
              <w:rPr>
                <w:szCs w:val="18"/>
              </w:rPr>
              <w:t>Will legacy orders be recreated as new orders?</w:t>
            </w:r>
            <w:r w:rsidR="002254B9" w:rsidRPr="0054677E">
              <w:rPr>
                <w:szCs w:val="18"/>
              </w:rPr>
              <w:t xml:space="preserve"> Yes, verified open balances will be migrated to Ariba and the balance issued under a new supplier number and new PO number</w:t>
            </w:r>
          </w:p>
          <w:p w14:paraId="26D6AA28" w14:textId="6F3A20DB" w:rsidR="008854CE" w:rsidRPr="0054677E" w:rsidRDefault="008854CE" w:rsidP="0095729F">
            <w:pPr>
              <w:pStyle w:val="TableBullet"/>
              <w:numPr>
                <w:ilvl w:val="0"/>
                <w:numId w:val="8"/>
              </w:numPr>
              <w:ind w:left="144" w:hanging="144"/>
            </w:pPr>
            <w:r w:rsidRPr="0054677E">
              <w:rPr>
                <w:szCs w:val="18"/>
              </w:rPr>
              <w:t>If yes, will they have the same order number?</w:t>
            </w:r>
            <w:r w:rsidR="002254B9" w:rsidRPr="0054677E">
              <w:rPr>
                <w:szCs w:val="18"/>
              </w:rPr>
              <w:t xml:space="preserve"> No, but the new PO number will reference the old PO number</w:t>
            </w:r>
          </w:p>
          <w:p w14:paraId="7405A537" w14:textId="44980E91" w:rsidR="008854CE" w:rsidRPr="0054677E" w:rsidRDefault="0BE17ED6" w:rsidP="0095729F">
            <w:pPr>
              <w:pStyle w:val="TableBullet"/>
              <w:numPr>
                <w:ilvl w:val="0"/>
                <w:numId w:val="8"/>
              </w:numPr>
              <w:ind w:left="144" w:hanging="144"/>
            </w:pPr>
            <w:r w:rsidRPr="0054677E">
              <w:t>Are there any specific instructions as to how legacy orders should be handled on AN?</w:t>
            </w:r>
            <w:r w:rsidR="002254B9" w:rsidRPr="0054677E">
              <w:t xml:space="preserve"> Nothing specific, will be a typical PO</w:t>
            </w:r>
          </w:p>
          <w:p w14:paraId="2D07AF9D" w14:textId="4BBC43B6" w:rsidR="005F7F40" w:rsidRPr="0054677E" w:rsidRDefault="005F7F40" w:rsidP="0095729F">
            <w:pPr>
              <w:pStyle w:val="TableBullet"/>
              <w:numPr>
                <w:ilvl w:val="0"/>
                <w:numId w:val="8"/>
              </w:numPr>
              <w:ind w:left="144" w:hanging="144"/>
            </w:pPr>
            <w:r w:rsidRPr="0054677E">
              <w:t>Identify and document any Buyer specifics associated with cutover</w:t>
            </w:r>
          </w:p>
          <w:p w14:paraId="53D6FFB7" w14:textId="4160C9C6" w:rsidR="00900CC9" w:rsidRPr="0054677E" w:rsidRDefault="00BC71F8" w:rsidP="00900CC9">
            <w:pPr>
              <w:pStyle w:val="TableBullet"/>
              <w:ind w:left="144"/>
              <w:rPr>
                <w:sz w:val="16"/>
                <w:szCs w:val="16"/>
              </w:rPr>
            </w:pPr>
            <w:r w:rsidRPr="0054677E">
              <w:t>*</w:t>
            </w:r>
            <w:r w:rsidR="00900CC9" w:rsidRPr="0054677E">
              <w:t xml:space="preserve"> </w:t>
            </w:r>
            <w:r w:rsidR="00900CC9" w:rsidRPr="0054677E">
              <w:rPr>
                <w:sz w:val="16"/>
                <w:szCs w:val="16"/>
              </w:rPr>
              <w:t>Please note that legacy POs cannot be integrated, hence automatically routed to supplier’s ERP.</w:t>
            </w:r>
          </w:p>
          <w:p w14:paraId="15431038" w14:textId="7A61F5D2" w:rsidR="005F7F40" w:rsidRPr="0054677E" w:rsidRDefault="00900CC9" w:rsidP="00900CC9">
            <w:pPr>
              <w:pStyle w:val="TableBullet"/>
              <w:ind w:left="144"/>
            </w:pPr>
            <w:r w:rsidRPr="0054677E">
              <w:rPr>
                <w:sz w:val="16"/>
                <w:szCs w:val="16"/>
              </w:rPr>
              <w:t xml:space="preserve">Please consider in case of mass uploads as part of your cutover strategy and discuss alternative options with your </w:t>
            </w:r>
            <w:r w:rsidR="005F0066" w:rsidRPr="0054677E">
              <w:rPr>
                <w:sz w:val="16"/>
                <w:szCs w:val="16"/>
              </w:rPr>
              <w:t xml:space="preserve">IA &amp; </w:t>
            </w:r>
            <w:r w:rsidR="00F43A16" w:rsidRPr="0054677E">
              <w:rPr>
                <w:sz w:val="16"/>
                <w:szCs w:val="16"/>
              </w:rPr>
              <w:t>IL</w:t>
            </w:r>
            <w:r w:rsidRPr="0054677E">
              <w:rPr>
                <w:sz w:val="16"/>
                <w:szCs w:val="16"/>
              </w:rPr>
              <w:t xml:space="preserve">. </w:t>
            </w:r>
          </w:p>
        </w:tc>
        <w:tc>
          <w:tcPr>
            <w:tcW w:w="3510" w:type="dxa"/>
            <w:shd w:val="clear" w:color="auto" w:fill="auto"/>
            <w:tcMar>
              <w:top w:w="108" w:type="dxa"/>
              <w:bottom w:w="108" w:type="dxa"/>
            </w:tcMar>
          </w:tcPr>
          <w:p w14:paraId="381330D3" w14:textId="77777777" w:rsidR="000549BC" w:rsidRPr="00EE54A6" w:rsidRDefault="000549BC" w:rsidP="00AF0B30">
            <w:pPr>
              <w:pStyle w:val="TableText"/>
              <w:rPr>
                <w:lang w:val="es-ES"/>
              </w:rPr>
            </w:pP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55BEF2EA" w:rsidR="00971F8B" w:rsidRPr="0054677E" w:rsidRDefault="00971F8B" w:rsidP="0095729F">
            <w:pPr>
              <w:pStyle w:val="TableBullet"/>
              <w:numPr>
                <w:ilvl w:val="0"/>
                <w:numId w:val="8"/>
              </w:numPr>
              <w:ind w:left="144" w:hanging="144"/>
            </w:pPr>
            <w:r w:rsidRPr="0054677E">
              <w:t>Does the supplier need to manually make changes to open orders?</w:t>
            </w:r>
            <w:r w:rsidR="002254B9" w:rsidRPr="0054677E">
              <w:t xml:space="preserve"> They need to submit valid invoices as soon as possible ahead of the PO migration activity</w:t>
            </w:r>
          </w:p>
          <w:p w14:paraId="05168252" w14:textId="6BB36115" w:rsidR="00971F8B" w:rsidRPr="0054677E" w:rsidRDefault="2AA5C240" w:rsidP="0095729F">
            <w:pPr>
              <w:pStyle w:val="TableBullet"/>
              <w:numPr>
                <w:ilvl w:val="0"/>
                <w:numId w:val="8"/>
              </w:numPr>
              <w:ind w:left="144" w:hanging="144"/>
            </w:pPr>
            <w:r w:rsidRPr="0054677E">
              <w:t>Will the buyer provide a list of cutover documents?</w:t>
            </w:r>
            <w:r w:rsidR="002254B9" w:rsidRPr="0054677E">
              <w:t xml:space="preserve"> There will be various files and references posted on the SIP (Supplier Information Portal)</w:t>
            </w:r>
          </w:p>
          <w:p w14:paraId="2BF592BF" w14:textId="4B922AD4" w:rsidR="00971F8B" w:rsidRPr="0054677E" w:rsidRDefault="00971F8B" w:rsidP="0095729F">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14:paraId="5A8BD53B" w14:textId="77777777" w:rsidR="000549BC" w:rsidRPr="00EE54A6" w:rsidRDefault="000549BC" w:rsidP="00AF0B30">
            <w:pPr>
              <w:pStyle w:val="TableText"/>
              <w:rPr>
                <w:lang w:val="es-ES"/>
              </w:rPr>
            </w:pPr>
          </w:p>
        </w:tc>
      </w:tr>
    </w:tbl>
    <w:p w14:paraId="59593E84" w14:textId="77777777" w:rsidR="003F5D7D" w:rsidRPr="00447176" w:rsidRDefault="003F5D7D" w:rsidP="00367138"/>
    <w:p w14:paraId="1DA5C9A5" w14:textId="6848089D" w:rsidR="00FA0477" w:rsidRPr="00C813A8" w:rsidRDefault="01E56D91" w:rsidP="00870F52">
      <w:pPr>
        <w:pStyle w:val="Heading1"/>
        <w:pageBreakBefore/>
      </w:pPr>
      <w:bookmarkStart w:id="80" w:name="_Toc100844170"/>
      <w:bookmarkStart w:id="81" w:name="_Toc126654708"/>
      <w:r>
        <w:lastRenderedPageBreak/>
        <w:t>Error handling</w:t>
      </w:r>
      <w:bookmarkEnd w:id="80"/>
      <w:bookmarkEnd w:id="81"/>
    </w:p>
    <w:p w14:paraId="03408744" w14:textId="77777777" w:rsidR="000B4922" w:rsidRDefault="000B4922" w:rsidP="00E46E7F">
      <w:pPr>
        <w:rPr>
          <w:lang w:val="fr-FR"/>
        </w:rPr>
      </w:pPr>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82" w:name="_Toc100844171"/>
            <w:bookmarkStart w:id="83" w:name="_Toc126654709"/>
            <w:r>
              <w:t>Specifics</w:t>
            </w:r>
            <w:bookmarkEnd w:id="82"/>
            <w:bookmarkEnd w:id="83"/>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206B698A" w14:textId="20B2DEF2" w:rsidR="0046033D" w:rsidRDefault="002254B9" w:rsidP="15AD1AA5">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Kyndryl Help team. </w:t>
            </w:r>
          </w:p>
          <w:p w14:paraId="443D22DF" w14:textId="58BC2DE9" w:rsidR="002254B9" w:rsidRDefault="002254B9"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4194D282"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073A8E" w:rsidRDefault="003A4AD6" w:rsidP="0095729F">
            <w:pPr>
              <w:pStyle w:val="TableBullet"/>
              <w:numPr>
                <w:ilvl w:val="0"/>
                <w:numId w:val="10"/>
              </w:numPr>
              <w:ind w:left="144" w:hanging="144"/>
              <w:rPr>
                <w:lang w:val="es-ES"/>
              </w:rPr>
            </w:pPr>
            <w:r>
              <w:t>What is the process if an invoice fails against a business rule in the AN?</w:t>
            </w:r>
          </w:p>
          <w:p w14:paraId="12D21390" w14:textId="03DAB3FD" w:rsidR="00B1292F" w:rsidRPr="00EE54A6" w:rsidRDefault="003A4AD6" w:rsidP="0095729F">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14:paraId="626D76ED" w14:textId="07ECA120" w:rsidR="00F9046E" w:rsidRDefault="00F9046E" w:rsidP="008C4600">
      <w:pPr>
        <w:pStyle w:val="Heading1"/>
        <w:pageBreakBefore/>
        <w:spacing w:before="480"/>
      </w:pPr>
      <w:bookmarkStart w:id="84" w:name="_Toc126654710"/>
      <w:bookmarkStart w:id="85" w:name="_Toc100844172"/>
      <w:r>
        <w:lastRenderedPageBreak/>
        <w:t>Testing</w:t>
      </w:r>
      <w:bookmarkEnd w:id="84"/>
    </w:p>
    <w:p w14:paraId="33748A95" w14:textId="77777777" w:rsidR="00A77E0E" w:rsidRPr="00447176" w:rsidRDefault="00A77E0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86" w:name="_Toc100844176"/>
            <w:bookmarkStart w:id="87" w:name="_Toc126654711"/>
            <w:r>
              <w:t>Specifics</w:t>
            </w:r>
            <w:bookmarkEnd w:id="86"/>
            <w:bookmarkEnd w:id="87"/>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326FDD64" w:rsidR="00F9046E" w:rsidRPr="0015393A" w:rsidRDefault="001D1C69" w:rsidP="008C35CD">
            <w:pPr>
              <w:pStyle w:val="TableBullet"/>
              <w:jc w:val="center"/>
            </w:pPr>
            <w:r>
              <w:t>No</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0A32390" w:rsidR="00F9046E" w:rsidRDefault="001D1C69" w:rsidP="008C35CD">
            <w:pPr>
              <w:pStyle w:val="TableBullet"/>
              <w:jc w:val="center"/>
            </w:pPr>
            <w:r>
              <w:t>Yes</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57D00E0E" w:rsidR="00C74F97" w:rsidRDefault="0048321C" w:rsidP="00C74F97">
      <w:pPr>
        <w:pStyle w:val="Heading1"/>
      </w:pPr>
      <w:bookmarkStart w:id="88" w:name="_Toc126654712"/>
      <w:r>
        <w:t>P</w:t>
      </w:r>
      <w:r w:rsidR="3B48A808">
        <w:t xml:space="preserve">roject </w:t>
      </w:r>
      <w:r w:rsidR="3C505BE5">
        <w:t>Tracking</w:t>
      </w:r>
      <w:bookmarkEnd w:id="85"/>
      <w:bookmarkEnd w:id="88"/>
    </w:p>
    <w:p w14:paraId="16C9BF28" w14:textId="5F12DB68" w:rsidR="00DE440F" w:rsidRDefault="00F4683F" w:rsidP="00743148">
      <w:pPr>
        <w:pStyle w:val="Heading2"/>
      </w:pPr>
      <w:bookmarkStart w:id="89" w:name="_Toc126654713"/>
      <w:r>
        <w:t>Project Teams</w:t>
      </w:r>
      <w:bookmarkEnd w:id="89"/>
    </w:p>
    <w:p w14:paraId="158CF6B1" w14:textId="77777777" w:rsidR="00DE440F" w:rsidRDefault="00DE440F" w:rsidP="00121995"/>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Provide commitment to project timeline</w:t>
            </w:r>
          </w:p>
          <w:p w14:paraId="633E8D98" w14:textId="77777777" w:rsidR="00D5410C" w:rsidRPr="007027B6" w:rsidRDefault="00D5410C" w:rsidP="0095729F">
            <w:pPr>
              <w:pStyle w:val="TableBullet"/>
              <w:numPr>
                <w:ilvl w:val="0"/>
                <w:numId w:val="26"/>
              </w:numPr>
              <w:rPr>
                <w:lang w:val="es-ES"/>
              </w:rPr>
            </w:pPr>
            <w:r w:rsidRPr="00565086">
              <w:t>Understand buyer's transaction validation rules</w:t>
            </w:r>
          </w:p>
          <w:p w14:paraId="71CAE43F" w14:textId="77777777" w:rsidR="00D5410C" w:rsidRPr="001F3021" w:rsidRDefault="00D5410C" w:rsidP="0095729F">
            <w:pPr>
              <w:pStyle w:val="TableBullet"/>
              <w:numPr>
                <w:ilvl w:val="0"/>
                <w:numId w:val="26"/>
              </w:numPr>
              <w:rPr>
                <w:b/>
                <w:bCs/>
              </w:rPr>
            </w:pPr>
            <w:r w:rsidRPr="00565086">
              <w:t>Participate in status meetings</w:t>
            </w:r>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Provide technical details for integration to backend systems</w:t>
            </w:r>
          </w:p>
          <w:p w14:paraId="66F0116C" w14:textId="77777777" w:rsidR="00D5410C" w:rsidRDefault="00D5410C" w:rsidP="0095729F">
            <w:pPr>
              <w:pStyle w:val="ListParagraph"/>
              <w:numPr>
                <w:ilvl w:val="0"/>
                <w:numId w:val="27"/>
              </w:numPr>
              <w:rPr>
                <w:sz w:val="18"/>
                <w:szCs w:val="18"/>
              </w:rPr>
            </w:pPr>
            <w:r w:rsidRPr="439B2757">
              <w:rPr>
                <w:sz w:val="18"/>
                <w:szCs w:val="18"/>
              </w:rPr>
              <w:t>Perform data mapping</w:t>
            </w:r>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failures </w:t>
            </w:r>
          </w:p>
          <w:p w14:paraId="5707337D" w14:textId="12FDB986" w:rsidR="00D5410C" w:rsidRPr="00E30C74" w:rsidRDefault="00D5410C" w:rsidP="0095729F">
            <w:pPr>
              <w:pStyle w:val="TableBullet"/>
              <w:numPr>
                <w:ilvl w:val="0"/>
                <w:numId w:val="27"/>
              </w:numPr>
              <w:rPr>
                <w:szCs w:val="18"/>
              </w:rPr>
            </w:pPr>
            <w:r w:rsidRPr="439B2757">
              <w:rPr>
                <w:szCs w:val="18"/>
              </w:rPr>
              <w:t>Coordinate go live with functional resource</w:t>
            </w:r>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Define &amp; Validate catalogue content with buyer</w:t>
            </w:r>
          </w:p>
          <w:p w14:paraId="3484895C" w14:textId="77777777" w:rsidR="00D5410C" w:rsidRPr="00565086" w:rsidRDefault="00D5410C" w:rsidP="0095729F">
            <w:pPr>
              <w:pStyle w:val="ListParagraph"/>
              <w:numPr>
                <w:ilvl w:val="0"/>
                <w:numId w:val="31"/>
              </w:numPr>
              <w:rPr>
                <w:sz w:val="18"/>
                <w:szCs w:val="18"/>
              </w:rPr>
            </w:pPr>
            <w:r w:rsidRPr="439B2757">
              <w:rPr>
                <w:sz w:val="18"/>
                <w:szCs w:val="18"/>
              </w:rPr>
              <w:t>Analyze incoming Orders</w:t>
            </w:r>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go-live</w:t>
            </w:r>
          </w:p>
          <w:p w14:paraId="7A8F5CFE" w14:textId="77777777" w:rsidR="00D5410C" w:rsidRDefault="00D5410C" w:rsidP="0095729F">
            <w:pPr>
              <w:pStyle w:val="ListParagraph"/>
              <w:numPr>
                <w:ilvl w:val="0"/>
                <w:numId w:val="28"/>
              </w:numPr>
              <w:rPr>
                <w:sz w:val="18"/>
                <w:szCs w:val="18"/>
              </w:rPr>
            </w:pPr>
            <w:r w:rsidRPr="439B2757">
              <w:rPr>
                <w:sz w:val="18"/>
                <w:szCs w:val="18"/>
              </w:rPr>
              <w:t>Download &amp; validate applicable test transaction</w:t>
            </w:r>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lastRenderedPageBreak/>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Support of cXML/EDI Identified Supplier testing</w:t>
            </w:r>
          </w:p>
          <w:p w14:paraId="2EF87EE7" w14:textId="77777777" w:rsidR="00D5410C" w:rsidRPr="001F3021" w:rsidRDefault="00D5410C" w:rsidP="0095729F">
            <w:pPr>
              <w:pStyle w:val="TableBullet"/>
              <w:numPr>
                <w:ilvl w:val="0"/>
                <w:numId w:val="33"/>
              </w:numPr>
              <w:rPr>
                <w:b/>
                <w:bCs/>
              </w:rPr>
            </w:pPr>
            <w:r w:rsidRPr="00565086">
              <w:t>Provide connection parameters to ERP systems</w:t>
            </w:r>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Define &amp; Validate catalogue content with Supplier</w:t>
            </w:r>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Reconcile and approve invoices</w:t>
            </w:r>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ERP</w:t>
            </w:r>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Manage end-to-end supplier integration</w:t>
            </w:r>
          </w:p>
          <w:p w14:paraId="7833A20D" w14:textId="77777777" w:rsidR="00D5410C" w:rsidRPr="001F3021" w:rsidRDefault="00D5410C" w:rsidP="0095729F">
            <w:pPr>
              <w:pStyle w:val="TableBullet"/>
              <w:numPr>
                <w:ilvl w:val="0"/>
                <w:numId w:val="29"/>
              </w:numPr>
              <w:rPr>
                <w:b/>
                <w:bCs/>
                <w:u w:val="single"/>
              </w:rPr>
            </w:pPr>
            <w:r w:rsidRPr="00565086">
              <w:t>Troubleshoot failed/rejected documents</w:t>
            </w:r>
          </w:p>
          <w:p w14:paraId="6FDCC5BB" w14:textId="77777777" w:rsidR="00D5410C" w:rsidRPr="001F3021" w:rsidRDefault="00D5410C" w:rsidP="0095729F">
            <w:pPr>
              <w:pStyle w:val="TableBullet"/>
              <w:numPr>
                <w:ilvl w:val="0"/>
                <w:numId w:val="29"/>
              </w:numPr>
              <w:rPr>
                <w:b/>
                <w:bCs/>
                <w:u w:val="single"/>
              </w:rPr>
            </w:pPr>
            <w:r w:rsidRPr="00565086">
              <w:t>Ensure timely completion of project milestones</w:t>
            </w:r>
          </w:p>
          <w:p w14:paraId="6824B263" w14:textId="32131D9D" w:rsidR="00D5410C" w:rsidRPr="00565086" w:rsidRDefault="00D5410C" w:rsidP="0095729F">
            <w:pPr>
              <w:pStyle w:val="TableBullet"/>
              <w:numPr>
                <w:ilvl w:val="0"/>
                <w:numId w:val="29"/>
              </w:numPr>
              <w:rPr>
                <w:b/>
                <w:bCs/>
              </w:rPr>
            </w:pPr>
            <w:r w:rsidRPr="00565086">
              <w:t>Escalate issues to appropriate person/team</w:t>
            </w:r>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Support Setup and testing of Catalogue with buyer and supplier</w:t>
            </w:r>
          </w:p>
          <w:p w14:paraId="5B6516C1" w14:textId="3EC25480" w:rsidR="009520FA" w:rsidRPr="001F3021" w:rsidRDefault="32B98D3C" w:rsidP="0095729F">
            <w:pPr>
              <w:pStyle w:val="TableBullet"/>
              <w:numPr>
                <w:ilvl w:val="0"/>
                <w:numId w:val="30"/>
              </w:numPr>
              <w:rPr>
                <w:b/>
                <w:bCs/>
                <w:u w:val="single"/>
              </w:rPr>
            </w:pPr>
            <w:r>
              <w:t xml:space="preserve">Troubleshoot failed/rejected </w:t>
            </w:r>
            <w:r w:rsidR="216C0B8A">
              <w:t>catalogues</w:t>
            </w:r>
          </w:p>
          <w:p w14:paraId="5026E1EC" w14:textId="77777777" w:rsidR="009520FA" w:rsidRPr="001F3021" w:rsidRDefault="009520FA" w:rsidP="0095729F">
            <w:pPr>
              <w:pStyle w:val="TableBullet"/>
              <w:numPr>
                <w:ilvl w:val="0"/>
                <w:numId w:val="30"/>
              </w:numPr>
              <w:rPr>
                <w:b/>
                <w:bCs/>
                <w:u w:val="single"/>
              </w:rPr>
            </w:pPr>
            <w:r w:rsidRPr="00565086">
              <w:t>Ensure timely completion of project milestones</w:t>
            </w:r>
          </w:p>
          <w:p w14:paraId="4AE29C11" w14:textId="00027693" w:rsidR="009520FA" w:rsidRPr="00374AD0" w:rsidRDefault="32B98D3C" w:rsidP="0095729F">
            <w:pPr>
              <w:pStyle w:val="TableBullet"/>
              <w:numPr>
                <w:ilvl w:val="0"/>
                <w:numId w:val="30"/>
              </w:numPr>
            </w:pPr>
            <w:r>
              <w:t>Escalate issues to appropriate person/team</w:t>
            </w:r>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Buyer</w:t>
            </w:r>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90" w:name="_Toc126654714"/>
      <w:r>
        <w:t>Project Schedule</w:t>
      </w:r>
      <w:bookmarkEnd w:id="90"/>
    </w:p>
    <w:p w14:paraId="5A2E5AC0" w14:textId="7722F2FF" w:rsidR="00DE2940" w:rsidRDefault="00DE2940" w:rsidP="00B01E61">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26"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1629D912" w14:textId="2284B85F" w:rsidR="005F7F40" w:rsidRDefault="005F7F40" w:rsidP="00B01E61"/>
    <w:p w14:paraId="58DB928C" w14:textId="3A7E6FFC" w:rsidR="00B01E61" w:rsidRDefault="00B01E61"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91" w:name="_Toc100844174"/>
      <w:bookmarkStart w:id="92" w:name="_Toc126654715"/>
      <w:r>
        <w:t>Sign Off</w:t>
      </w:r>
      <w:bookmarkEnd w:id="91"/>
      <w:bookmarkEnd w:id="92"/>
    </w:p>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93" w:name="_Toc100844177"/>
      <w:bookmarkStart w:id="94" w:name="_Toc126654716"/>
      <w:r>
        <w:t>Risks</w:t>
      </w:r>
      <w:bookmarkEnd w:id="93"/>
      <w:bookmarkEnd w:id="94"/>
    </w:p>
    <w:p w14:paraId="2BD9466F" w14:textId="160DE0AA"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95" w:name="_Toc100844178"/>
            <w:bookmarkStart w:id="96" w:name="_Toc126654717"/>
            <w:r>
              <w:t>S</w:t>
            </w:r>
            <w:r w:rsidR="0F7ACAD7">
              <w:t>pecifics</w:t>
            </w:r>
            <w:bookmarkEnd w:id="95"/>
            <w:bookmarkEnd w:id="96"/>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0D915D97" w:rsidR="003F2CAD" w:rsidRPr="002254B9" w:rsidRDefault="002254B9" w:rsidP="15AD1AA5">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 xml:space="preserve">Is the PO Flip option a possibility in the interim, if the integration project </w:t>
            </w:r>
            <w:r w:rsidRPr="00C93E75">
              <w:rPr>
                <w:rFonts w:eastAsia="Times New Roman"/>
                <w:sz w:val="18"/>
                <w:szCs w:val="18"/>
              </w:rPr>
              <w:lastRenderedPageBreak/>
              <w:t>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324CC27A" w:rsidR="00115DC4" w:rsidRPr="002254B9" w:rsidRDefault="002254B9" w:rsidP="15AD1AA5">
            <w:pPr>
              <w:pStyle w:val="TableBullet"/>
              <w:rPr>
                <w:color w:val="FF0000"/>
              </w:rPr>
            </w:pPr>
            <w:r w:rsidRPr="002254B9">
              <w:rPr>
                <w:color w:val="FF0000"/>
              </w:rPr>
              <w:lastRenderedPageBreak/>
              <w:t>Yes</w:t>
            </w: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6A1851DA" w14:textId="68DC3E88" w:rsidR="00EB1165" w:rsidRDefault="00EB1165" w:rsidP="00EB1165"/>
    <w:p w14:paraId="6457C73D" w14:textId="4C06E31B" w:rsidR="00EB1165" w:rsidRDefault="00EB1165" w:rsidP="00EB1165"/>
    <w:p w14:paraId="3F434F63" w14:textId="05B69F31" w:rsidR="00EB1165" w:rsidRDefault="00EB1165">
      <w:r>
        <w:br w:type="page"/>
      </w:r>
    </w:p>
    <w:p w14:paraId="1B6FCB6A" w14:textId="35B925BE" w:rsidR="00161580" w:rsidRPr="00A767ED" w:rsidRDefault="00660DC8" w:rsidP="002C466A">
      <w:pPr>
        <w:pStyle w:val="Heading1"/>
      </w:pPr>
      <w:bookmarkStart w:id="97" w:name="_Toc100844179"/>
      <w:bookmarkStart w:id="98" w:name="_Toc126654718"/>
      <w:r>
        <w:lastRenderedPageBreak/>
        <w:t>S</w:t>
      </w:r>
      <w:r w:rsidR="7530F929">
        <w:t xml:space="preserve">upplemental </w:t>
      </w:r>
      <w:r>
        <w:t>D</w:t>
      </w:r>
      <w:r w:rsidR="7530F929">
        <w:t>ocumentation</w:t>
      </w:r>
      <w:bookmarkEnd w:id="97"/>
      <w:bookmarkEnd w:id="98"/>
    </w:p>
    <w:p w14:paraId="1E8525E9" w14:textId="750C2632" w:rsidR="00F95DBF" w:rsidRPr="00A767ED" w:rsidRDefault="00F95DBF" w:rsidP="00F95DBF"/>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99" w:name="_Toc100844180"/>
      <w:bookmarkStart w:id="100" w:name="_Toc126654719"/>
      <w:bookmarkStart w:id="101" w:name="_Toc531094525"/>
      <w:bookmarkStart w:id="102" w:name="_Toc12440927"/>
      <w:bookmarkStart w:id="103" w:name="_Toc14986755"/>
      <w:r>
        <w:t>SAP Help Portal</w:t>
      </w:r>
      <w:bookmarkEnd w:id="99"/>
      <w:bookmarkEnd w:id="100"/>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19">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891C32" w:rsidP="00A84727">
      <w:pPr>
        <w:rPr>
          <w:rFonts w:cs="Arial"/>
          <w:szCs w:val="20"/>
        </w:rPr>
      </w:pPr>
      <w:hyperlink r:id="rId20"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891C32" w:rsidP="00A84727">
      <w:pPr>
        <w:rPr>
          <w:rFonts w:cs="Arial"/>
          <w:szCs w:val="20"/>
        </w:rPr>
      </w:pPr>
      <w:hyperlink r:id="rId21" w:history="1">
        <w:r w:rsidR="00034AD2">
          <w:rPr>
            <w:rStyle w:val="Hyperlink"/>
          </w:rPr>
          <w:t>cXML User’s Guide</w:t>
        </w:r>
      </w:hyperlink>
    </w:p>
    <w:p w14:paraId="6516551A" w14:textId="16BF5511" w:rsidR="00F64C1D" w:rsidRPr="00551C47" w:rsidRDefault="00891C32" w:rsidP="00A84727">
      <w:pPr>
        <w:rPr>
          <w:rStyle w:val="Hyperlink"/>
        </w:rPr>
      </w:pPr>
      <w:hyperlink r:id="rId22"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04" w:name="_Toc100844181"/>
      <w:bookmarkStart w:id="105" w:name="_Toc126654720"/>
      <w:r>
        <w:t>cXML Supplemental Documentation</w:t>
      </w:r>
      <w:bookmarkEnd w:id="101"/>
      <w:bookmarkEnd w:id="102"/>
      <w:bookmarkEnd w:id="103"/>
      <w:bookmarkEnd w:id="104"/>
      <w:bookmarkEnd w:id="105"/>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r w:rsidRPr="00447176">
        <w:rPr>
          <w:lang w:val="fr-FR"/>
        </w:rPr>
        <w:t>cXML Document Type Definitions (DTD’s)</w:t>
      </w:r>
    </w:p>
    <w:p w14:paraId="3F1AC794" w14:textId="44398B41" w:rsidR="00C92F1B" w:rsidRPr="000D181E" w:rsidRDefault="00891C32" w:rsidP="0095729F">
      <w:pPr>
        <w:numPr>
          <w:ilvl w:val="0"/>
          <w:numId w:val="15"/>
        </w:numPr>
        <w:rPr>
          <w:rFonts w:cs="Arial"/>
          <w:bCs/>
          <w:szCs w:val="20"/>
        </w:rPr>
      </w:pPr>
      <w:hyperlink r:id="rId23" w:history="1">
        <w:r w:rsidR="009D5693" w:rsidRPr="00D27EB6">
          <w:rPr>
            <w:rStyle w:val="Hyperlink"/>
            <w:rFonts w:cs="Arial"/>
            <w:bCs/>
            <w:szCs w:val="20"/>
          </w:rPr>
          <w:t>http://cxml.org</w:t>
        </w:r>
      </w:hyperlink>
      <w:r w:rsidR="00C92F1B" w:rsidRPr="000D181E">
        <w:rPr>
          <w:rFonts w:cs="Arial"/>
          <w:bCs/>
          <w:szCs w:val="20"/>
        </w:rPr>
        <w:t xml:space="preserve"> Download </w:t>
      </w:r>
      <w:hyperlink r:id="rId24"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891C32" w:rsidP="0095729F">
      <w:pPr>
        <w:numPr>
          <w:ilvl w:val="0"/>
          <w:numId w:val="15"/>
        </w:numPr>
        <w:rPr>
          <w:rFonts w:cs="Arial"/>
          <w:bCs/>
          <w:szCs w:val="20"/>
        </w:rPr>
      </w:pPr>
      <w:hyperlink r:id="rId25" w:history="1">
        <w:r w:rsidR="00C92F1B" w:rsidRPr="000D181E">
          <w:rPr>
            <w:rStyle w:val="Hyperlink"/>
            <w:rFonts w:cs="Arial"/>
            <w:szCs w:val="20"/>
          </w:rPr>
          <w:t>http://cxml.org</w:t>
        </w:r>
      </w:hyperlink>
      <w:r w:rsidR="00C92F1B" w:rsidRPr="000D181E">
        <w:rPr>
          <w:rFonts w:cs="Arial"/>
          <w:szCs w:val="20"/>
        </w:rPr>
        <w:t xml:space="preserve"> Download cXML.DTD for the OrderRequest</w:t>
      </w:r>
    </w:p>
    <w:p w14:paraId="160BC7EF" w14:textId="180CF4CF" w:rsidR="00A25758" w:rsidRPr="001C0AFC" w:rsidRDefault="00891C32" w:rsidP="0095729F">
      <w:pPr>
        <w:numPr>
          <w:ilvl w:val="0"/>
          <w:numId w:val="15"/>
        </w:numPr>
        <w:rPr>
          <w:rFonts w:cs="Arial"/>
          <w:b/>
          <w:bCs/>
        </w:rPr>
      </w:pPr>
      <w:hyperlink r:id="rId26">
        <w:r w:rsidR="1C509332" w:rsidRPr="439B2757">
          <w:rPr>
            <w:rStyle w:val="Hyperlink"/>
            <w:rFonts w:cs="Arial"/>
          </w:rPr>
          <w:t>http://cxml.org</w:t>
        </w:r>
      </w:hyperlink>
      <w:r w:rsidR="00C92F1B" w:rsidRPr="439B2757">
        <w:rPr>
          <w:rFonts w:cs="Arial"/>
        </w:rPr>
        <w:t xml:space="preserve"> Download Fulfill.dtd for ConfirmationRequest/ShipNoticeRequest</w:t>
      </w:r>
    </w:p>
    <w:p w14:paraId="47778484" w14:textId="680418D6" w:rsidR="003359BF" w:rsidRDefault="138A2701" w:rsidP="39DD25D8">
      <w:pPr>
        <w:pStyle w:val="Heading2"/>
        <w:rPr>
          <w:rStyle w:val="Heading3Char"/>
        </w:rPr>
      </w:pPr>
      <w:bookmarkStart w:id="106" w:name="_Toc100844182"/>
      <w:bookmarkStart w:id="107" w:name="_Toc126654721"/>
      <w:r>
        <w:t>EDI Supplemental Documentation</w:t>
      </w:r>
      <w:r w:rsidR="74EB7A68">
        <w:t xml:space="preserve"> </w:t>
      </w:r>
      <w:r w:rsidR="74EB7A68" w:rsidRPr="39DD25D8">
        <w:rPr>
          <w:rStyle w:val="Heading3Char"/>
        </w:rPr>
        <w:t>via SAP Cloud Integration Gateway</w:t>
      </w:r>
      <w:bookmarkEnd w:id="106"/>
      <w:bookmarkEnd w:id="107"/>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08" w:name="_Toc531094526"/>
      <w:bookmarkStart w:id="109" w:name="_Toc12440928"/>
      <w:bookmarkStart w:id="110" w:name="_Toc14986758"/>
      <w:bookmarkStart w:id="111" w:name="_Toc100844183"/>
      <w:bookmarkStart w:id="112" w:name="_Toc126654722"/>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12 Supplemental Documentation</w:t>
      </w:r>
      <w:bookmarkEnd w:id="108"/>
      <w:bookmarkEnd w:id="109"/>
      <w:bookmarkEnd w:id="110"/>
      <w:bookmarkEnd w:id="111"/>
      <w:bookmarkEnd w:id="112"/>
      <w:r w:rsidRPr="39DD25D8">
        <w:rPr>
          <w:rStyle w:val="Heading2Char"/>
          <w:rFonts w:eastAsia="Calibri"/>
          <w:lang w:val="fr-FR"/>
        </w:rPr>
        <w:t xml:space="preserve">  </w:t>
      </w:r>
      <w:r w:rsidR="00C92F1B">
        <w:br/>
      </w:r>
      <w:hyperlink r:id="rId27" w:anchor="/resources">
        <w:r w:rsidRPr="39DD25D8">
          <w:rPr>
            <w:rStyle w:val="Hyperlink"/>
            <w:lang w:val="fr-FR"/>
          </w:rPr>
          <w:t>All EDI Supplier Guides</w:t>
        </w:r>
      </w:hyperlink>
    </w:p>
    <w:p w14:paraId="64830E70" w14:textId="1660F911" w:rsidR="0065552F" w:rsidRDefault="6D48E2CB" w:rsidP="0065552F">
      <w:pPr>
        <w:pStyle w:val="Heading2"/>
      </w:pPr>
      <w:bookmarkStart w:id="113" w:name="_Toc100844184"/>
      <w:bookmarkStart w:id="114" w:name="_Toc126654723"/>
      <w:r>
        <w:t>PIDX Supplemental Documentation via SAP Cloud Integration Gateway</w:t>
      </w:r>
      <w:bookmarkEnd w:id="113"/>
      <w:bookmarkEnd w:id="114"/>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15" w:name="_Toc531094527"/>
      <w:bookmarkStart w:id="116" w:name="_Toc12440929"/>
      <w:bookmarkStart w:id="117" w:name="_Toc14986759"/>
      <w:bookmarkStart w:id="118" w:name="_Toc100844185"/>
      <w:bookmarkStart w:id="119" w:name="_Toc126654724"/>
      <w:bookmarkStart w:id="120" w:name="_Toc523417659"/>
      <w:bookmarkStart w:id="121" w:name="_Toc531011939"/>
      <w:r w:rsidRPr="39DD25D8">
        <w:rPr>
          <w:rStyle w:val="Heading3Char"/>
          <w:rFonts w:eastAsia="Calibri"/>
          <w:lang w:val="fr-FR"/>
        </w:rPr>
        <w:t>PIDX Supplemental Documentation</w:t>
      </w:r>
      <w:bookmarkEnd w:id="115"/>
      <w:bookmarkEnd w:id="116"/>
      <w:bookmarkEnd w:id="117"/>
      <w:bookmarkEnd w:id="118"/>
      <w:bookmarkEnd w:id="119"/>
      <w:r w:rsidRPr="39DD25D8">
        <w:rPr>
          <w:rStyle w:val="Heading2Char"/>
          <w:rFonts w:eastAsia="Calibri"/>
          <w:lang w:val="fr-FR"/>
        </w:rPr>
        <w:t xml:space="preserve"> </w:t>
      </w:r>
      <w:bookmarkEnd w:id="120"/>
      <w:bookmarkEnd w:id="121"/>
      <w:r w:rsidRPr="39DD25D8">
        <w:rPr>
          <w:rStyle w:val="Heading2Char"/>
          <w:rFonts w:eastAsia="Calibri"/>
          <w:lang w:val="fr-FR"/>
        </w:rPr>
        <w:t xml:space="preserve"> </w:t>
      </w:r>
      <w:r w:rsidR="00C92F1B" w:rsidRPr="00E276D7">
        <w:rPr>
          <w:lang w:val="fr-FR"/>
        </w:rPr>
        <w:br/>
      </w:r>
      <w:hyperlink r:id="rId28" w:anchor="/resources">
        <w:r w:rsidRPr="39DD25D8">
          <w:rPr>
            <w:rStyle w:val="Hyperlink"/>
            <w:lang w:val="fr-FR"/>
          </w:rPr>
          <w:t>All PIDX Supplier Guides</w:t>
        </w:r>
      </w:hyperlink>
    </w:p>
    <w:p w14:paraId="4911172C" w14:textId="46FEED6E" w:rsidR="439B2757" w:rsidRDefault="439B2757" w:rsidP="439B2757">
      <w:pPr>
        <w:rPr>
          <w:lang w:val="fr-FR"/>
        </w:rPr>
      </w:pPr>
    </w:p>
    <w:p w14:paraId="20D7AED9" w14:textId="349B9255" w:rsidR="00C977D2" w:rsidRPr="00427578" w:rsidRDefault="00C977D2" w:rsidP="00C92F1B">
      <w:pPr>
        <w:rPr>
          <w:rStyle w:val="Hyperlink"/>
          <w:lang w:val="fr-FR"/>
        </w:rPr>
      </w:pPr>
    </w:p>
    <w:p w14:paraId="4F498FC9" w14:textId="23BC7BE1" w:rsidR="00C977D2" w:rsidRPr="00427578" w:rsidRDefault="00C977D2" w:rsidP="00C92F1B">
      <w:pPr>
        <w:rPr>
          <w:rStyle w:val="Hyperlink"/>
          <w:lang w:val="fr-FR"/>
        </w:rPr>
      </w:pPr>
    </w:p>
    <w:p w14:paraId="443B09F3" w14:textId="4CED9CFE" w:rsidR="439B2757" w:rsidRDefault="439B2757" w:rsidP="439B2757">
      <w:pPr>
        <w:rPr>
          <w:rStyle w:val="Hyperlink"/>
          <w:lang w:val="fr-FR"/>
        </w:rPr>
      </w:pPr>
    </w:p>
    <w:p w14:paraId="0BFAF88B" w14:textId="23E19671" w:rsidR="439B2757" w:rsidRDefault="439B2757" w:rsidP="439B2757">
      <w:pPr>
        <w:rPr>
          <w:rStyle w:val="Hyperlink"/>
          <w:lang w:val="fr-FR"/>
        </w:rPr>
      </w:pPr>
    </w:p>
    <w:p w14:paraId="10E939D6" w14:textId="527D5A77" w:rsidR="00C977D2" w:rsidRPr="00427578" w:rsidRDefault="00C977D2" w:rsidP="00C92F1B">
      <w:pPr>
        <w:rPr>
          <w:rStyle w:val="Hyperlink"/>
          <w:lang w:val="fr-FR"/>
        </w:rPr>
      </w:pPr>
    </w:p>
    <w:p w14:paraId="2E0477B3" w14:textId="600F3858" w:rsidR="00C977D2" w:rsidRPr="00427578" w:rsidRDefault="00C977D2" w:rsidP="00C92F1B">
      <w:pPr>
        <w:rPr>
          <w:rStyle w:val="Hyperlink"/>
          <w:lang w:val="fr-FR"/>
        </w:rPr>
      </w:pPr>
    </w:p>
    <w:p w14:paraId="42F17C55" w14:textId="66D455A8" w:rsidR="00C977D2" w:rsidRPr="00427578" w:rsidRDefault="00C977D2" w:rsidP="00C92F1B">
      <w:pPr>
        <w:rPr>
          <w:rStyle w:val="Hyperlink"/>
          <w:lang w:val="fr-FR"/>
        </w:rPr>
      </w:pPr>
    </w:p>
    <w:p w14:paraId="7DC54A08" w14:textId="7F297D82" w:rsidR="00C977D2" w:rsidRPr="00427578" w:rsidRDefault="00C977D2" w:rsidP="00C92F1B">
      <w:pPr>
        <w:rPr>
          <w:rStyle w:val="Hyperlink"/>
          <w:lang w:val="fr-FR"/>
        </w:rPr>
      </w:pPr>
    </w:p>
    <w:p w14:paraId="671F751E" w14:textId="77777777" w:rsidR="00C977D2" w:rsidRPr="00447176" w:rsidRDefault="00C977D2" w:rsidP="00C92F1B">
      <w:pPr>
        <w:rPr>
          <w:lang w:val="fr-FR"/>
        </w:rPr>
      </w:pPr>
    </w:p>
    <w:p w14:paraId="4A9A4255" w14:textId="124E2251" w:rsidR="00F95DBF" w:rsidRPr="00C813A8" w:rsidRDefault="00256440" w:rsidP="00155167">
      <w:pPr>
        <w:pStyle w:val="Heading1"/>
      </w:pPr>
      <w:bookmarkStart w:id="122" w:name="_Toc100844186"/>
      <w:bookmarkStart w:id="123" w:name="_Toc126654725"/>
      <w:r>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22"/>
      <w:bookmarkEnd w:id="123"/>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24" w:name="_Toc100844187"/>
      <w:bookmarkStart w:id="125" w:name="_Toc126654726"/>
      <w:bookmarkStart w:id="126" w:name="_Toc14986761"/>
      <w:r w:rsidRPr="39DD25D8">
        <w:rPr>
          <w:lang w:val="fr-FR"/>
        </w:rPr>
        <w:t>Post Go Live Support</w:t>
      </w:r>
      <w:bookmarkEnd w:id="124"/>
      <w:bookmarkEnd w:id="125"/>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27" w:name="_Toc100844188"/>
      <w:bookmarkStart w:id="128" w:name="_Toc126654727"/>
      <w:r>
        <w:t xml:space="preserve">How to utilize Help Center and </w:t>
      </w:r>
      <w:r w:rsidR="590D86EC">
        <w:t>request</w:t>
      </w:r>
      <w:r>
        <w:t xml:space="preserve"> </w:t>
      </w:r>
      <w:bookmarkEnd w:id="126"/>
      <w:bookmarkEnd w:id="127"/>
      <w:r w:rsidR="7D40FA23">
        <w:t>assistance</w:t>
      </w:r>
      <w:bookmarkEnd w:id="128"/>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29" w:name="_Toc100844189"/>
      <w:bookmarkStart w:id="130" w:name="_Toc126654728"/>
      <w:r>
        <w:t>Access the Help Center</w:t>
      </w:r>
      <w:bookmarkEnd w:id="129"/>
      <w:bookmarkEnd w:id="130"/>
    </w:p>
    <w:p w14:paraId="7C73BC4A" w14:textId="50EF5DEE" w:rsidR="009D73FA" w:rsidRPr="001468F5" w:rsidRDefault="00891C32" w:rsidP="009D73FA">
      <w:hyperlink r:id="rId29">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0">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1">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31" w:name="_Toc523417666"/>
      <w:bookmarkStart w:id="132" w:name="_Toc531011946"/>
    </w:p>
    <w:p w14:paraId="7F0B6375" w14:textId="7B1FE955" w:rsidR="009D73FA" w:rsidRDefault="11BA2478" w:rsidP="00A274F5">
      <w:pPr>
        <w:pStyle w:val="Heading2"/>
      </w:pPr>
      <w:bookmarkStart w:id="133" w:name="_Toc100844190"/>
      <w:bookmarkStart w:id="134" w:name="_Toc126654729"/>
      <w:bookmarkEnd w:id="131"/>
      <w:bookmarkEnd w:id="132"/>
      <w:r>
        <w:t xml:space="preserve">Using SAP </w:t>
      </w:r>
      <w:r w:rsidR="007801DE">
        <w:t>Business Network</w:t>
      </w:r>
      <w:r>
        <w:t xml:space="preserve"> Help Center</w:t>
      </w:r>
      <w:bookmarkEnd w:id="133"/>
      <w:bookmarkEnd w:id="134"/>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2">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3">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F95DBF">
      <w:pPr>
        <w:pStyle w:val="ListParagraph"/>
        <w:numPr>
          <w:ilvl w:val="0"/>
          <w:numId w:val="35"/>
        </w:numPr>
        <w:rPr>
          <w:rFonts w:eastAsia="Arial" w:cs="Arial"/>
        </w:rPr>
      </w:pPr>
      <w:r w:rsidRPr="439B2757">
        <w:t xml:space="preserve">Contact us to submit a case for support. </w:t>
      </w:r>
    </w:p>
    <w:p w14:paraId="602FD094" w14:textId="77777777" w:rsidR="00151850" w:rsidRPr="00384C16" w:rsidRDefault="00151850" w:rsidP="00F95DBF"/>
    <w:p w14:paraId="4D0F496E" w14:textId="1B001169" w:rsidR="00FB4E3E" w:rsidRPr="00E276D7" w:rsidRDefault="00FB4E3E" w:rsidP="00FB4E3E">
      <w:pPr>
        <w:jc w:val="center"/>
      </w:pPr>
    </w:p>
    <w:p w14:paraId="2D5BABE4" w14:textId="30B6BF7A" w:rsidR="00F95DBF" w:rsidRDefault="00F95DBF" w:rsidP="00F95DBF"/>
    <w:p w14:paraId="67AACB0D" w14:textId="016D3AE4" w:rsidR="0009081B" w:rsidRPr="0009081B" w:rsidRDefault="0009081B" w:rsidP="0009081B"/>
    <w:sectPr w:rsidR="0009081B" w:rsidRPr="0009081B" w:rsidSect="00B519A1">
      <w:headerReference w:type="first" r:id="rId34"/>
      <w:footerReference w:type="first" r:id="rId35"/>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02E51" w14:textId="77777777" w:rsidR="00456D99" w:rsidRDefault="00456D99" w:rsidP="00D2195C">
      <w:r>
        <w:separator/>
      </w:r>
    </w:p>
    <w:p w14:paraId="0A4DB897" w14:textId="77777777" w:rsidR="00456D99" w:rsidRDefault="00456D99"/>
    <w:p w14:paraId="62AF2031" w14:textId="77777777" w:rsidR="00456D99" w:rsidRDefault="00456D99"/>
  </w:endnote>
  <w:endnote w:type="continuationSeparator" w:id="0">
    <w:p w14:paraId="18F51A54" w14:textId="77777777" w:rsidR="00456D99" w:rsidRDefault="00456D99" w:rsidP="00D2195C">
      <w:r>
        <w:continuationSeparator/>
      </w:r>
    </w:p>
    <w:p w14:paraId="0DFFC07E" w14:textId="77777777" w:rsidR="00456D99" w:rsidRDefault="00456D99"/>
    <w:p w14:paraId="27884930" w14:textId="77777777" w:rsidR="00456D99" w:rsidRDefault="00456D99"/>
  </w:endnote>
  <w:endnote w:type="continuationNotice" w:id="1">
    <w:p w14:paraId="074723BB" w14:textId="77777777" w:rsidR="00456D99" w:rsidRDefault="00456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C9D2" w14:textId="77777777" w:rsidR="00B57DCE" w:rsidRDefault="00B57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72ECE7A1" w:rsidR="002B6D91" w:rsidRDefault="007C6EC9"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22759" behindDoc="0" locked="0" layoutInCell="0" allowOverlap="1" wp14:anchorId="057EFFB5" wp14:editId="2FB7DB31">
              <wp:simplePos x="0" y="0"/>
              <wp:positionH relativeFrom="page">
                <wp:posOffset>0</wp:posOffset>
              </wp:positionH>
              <wp:positionV relativeFrom="page">
                <wp:posOffset>9595485</wp:posOffset>
              </wp:positionV>
              <wp:extent cx="7773670" cy="161290"/>
              <wp:effectExtent l="0" t="0" r="0" b="10160"/>
              <wp:wrapNone/>
              <wp:docPr id="3" name="MSIPCM7ff4455686e69876b30e3cca" descr="{&quot;HashCode&quot;:-91095264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9F105A" w14:textId="40072B53"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057EFFB5" id="_x0000_t202" coordsize="21600,21600" o:spt="202" path="m,l,21600r21600,l21600,xe">
              <v:stroke joinstyle="miter"/>
              <v:path gradientshapeok="t" o:connecttype="rect"/>
            </v:shapetype>
            <v:shape id="MSIPCM7ff4455686e69876b30e3cca" o:spid="_x0000_s1027" type="#_x0000_t202" alt="{&quot;HashCode&quot;:-910952645,&quot;Height&quot;:792.0,&quot;Width&quot;:612.0,&quot;Placement&quot;:&quot;Footer&quot;,&quot;Index&quot;:&quot;Primary&quot;,&quot;Section&quot;:1,&quot;Top&quot;:0.0,&quot;Left&quot;:0.0}" style="position:absolute;margin-left:0;margin-top:755.55pt;width:612.1pt;height:12.7pt;z-index:25172275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239F105A" w14:textId="40072B53"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1FD7D9B7"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891C32">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8240"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104F5" id="Rectangle 25" o:spid="_x0000_s1026" style="position:absolute;margin-left:2.25pt;margin-top:-9.2pt;width:496.05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fillcolor="black" strokeweight="1pt"/>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35341C4A" w:rsidR="00C93124" w:rsidRDefault="007C6EC9"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23783" behindDoc="0" locked="0" layoutInCell="0" allowOverlap="1" wp14:anchorId="2B2E0EA3" wp14:editId="6A148DF9">
              <wp:simplePos x="0" y="0"/>
              <wp:positionH relativeFrom="page">
                <wp:posOffset>0</wp:posOffset>
              </wp:positionH>
              <wp:positionV relativeFrom="page">
                <wp:posOffset>9595485</wp:posOffset>
              </wp:positionV>
              <wp:extent cx="7773670" cy="161290"/>
              <wp:effectExtent l="0" t="0" r="0" b="10160"/>
              <wp:wrapNone/>
              <wp:docPr id="4" name="MSIPCM068541ca978acae26c95bbfe" descr="{&quot;HashCode&quot;:-910952645,&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8A0946" w14:textId="613F4C6F"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B2E0EA3" id="_x0000_t202" coordsize="21600,21600" o:spt="202" path="m,l,21600r21600,l21600,xe">
              <v:stroke joinstyle="miter"/>
              <v:path gradientshapeok="t" o:connecttype="rect"/>
            </v:shapetype>
            <v:shape id="MSIPCM068541ca978acae26c95bbfe" o:spid="_x0000_s1028" type="#_x0000_t202" alt="{&quot;HashCode&quot;:-910952645,&quot;Height&quot;:792.0,&quot;Width&quot;:612.0,&quot;Placement&quot;:&quot;Footer&quot;,&quot;Index&quot;:&quot;FirstPage&quot;,&quot;Section&quot;:1,&quot;Top&quot;:0.0,&quot;Left&quot;:0.0}" style="position:absolute;margin-left:0;margin-top:755.55pt;width:612.1pt;height:12.7pt;z-index:25172378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4F8A0946" w14:textId="613F4C6F" w:rsidR="007C6EC9" w:rsidRPr="007C6EC9" w:rsidRDefault="007C6EC9" w:rsidP="007C6EC9">
                    <w:pPr>
                      <w:rPr>
                        <w:rFonts w:ascii="Calibri" w:hAnsi="Calibri" w:cs="Calibri"/>
                        <w:color w:val="000000"/>
                      </w:rPr>
                    </w:pPr>
                    <w:r w:rsidRPr="007C6EC9">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891C32"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9"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891C32"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891C32"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30"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891C32"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A7269" w14:textId="77777777" w:rsidR="00456D99" w:rsidRDefault="00456D99" w:rsidP="00D2195C">
      <w:r>
        <w:separator/>
      </w:r>
    </w:p>
    <w:p w14:paraId="38A3F665" w14:textId="77777777" w:rsidR="00456D99" w:rsidRDefault="00456D99"/>
    <w:p w14:paraId="053048C7" w14:textId="77777777" w:rsidR="00456D99" w:rsidRDefault="00456D99"/>
  </w:footnote>
  <w:footnote w:type="continuationSeparator" w:id="0">
    <w:p w14:paraId="37EA0192" w14:textId="77777777" w:rsidR="00456D99" w:rsidRDefault="00456D99" w:rsidP="00D2195C">
      <w:r>
        <w:continuationSeparator/>
      </w:r>
    </w:p>
    <w:p w14:paraId="274B0034" w14:textId="77777777" w:rsidR="00456D99" w:rsidRDefault="00456D99"/>
    <w:p w14:paraId="03538D48" w14:textId="77777777" w:rsidR="00456D99" w:rsidRDefault="00456D99"/>
  </w:footnote>
  <w:footnote w:type="continuationNotice" w:id="1">
    <w:p w14:paraId="6D8C7AEC" w14:textId="77777777" w:rsidR="00456D99" w:rsidRDefault="00456D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B189" w14:textId="77777777" w:rsidR="00B57DCE" w:rsidRDefault="00B57D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17481" w14:textId="77777777" w:rsidR="00B57DCE" w:rsidRDefault="00B57D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2482088">
    <w:abstractNumId w:val="21"/>
  </w:num>
  <w:num w:numId="2" w16cid:durableId="529952689">
    <w:abstractNumId w:val="4"/>
  </w:num>
  <w:num w:numId="3" w16cid:durableId="661618450">
    <w:abstractNumId w:val="3"/>
  </w:num>
  <w:num w:numId="4" w16cid:durableId="749279262">
    <w:abstractNumId w:val="7"/>
  </w:num>
  <w:num w:numId="5" w16cid:durableId="140464509">
    <w:abstractNumId w:val="29"/>
  </w:num>
  <w:num w:numId="6" w16cid:durableId="2043289459">
    <w:abstractNumId w:val="13"/>
  </w:num>
  <w:num w:numId="7" w16cid:durableId="604004009">
    <w:abstractNumId w:val="16"/>
  </w:num>
  <w:num w:numId="8" w16cid:durableId="588656867">
    <w:abstractNumId w:val="2"/>
  </w:num>
  <w:num w:numId="9" w16cid:durableId="1903757341">
    <w:abstractNumId w:val="20"/>
  </w:num>
  <w:num w:numId="10" w16cid:durableId="1586451656">
    <w:abstractNumId w:val="19"/>
  </w:num>
  <w:num w:numId="11" w16cid:durableId="1647975268">
    <w:abstractNumId w:val="22"/>
  </w:num>
  <w:num w:numId="12" w16cid:durableId="833037116">
    <w:abstractNumId w:val="28"/>
  </w:num>
  <w:num w:numId="13" w16cid:durableId="989287163">
    <w:abstractNumId w:val="31"/>
  </w:num>
  <w:num w:numId="14" w16cid:durableId="348486963">
    <w:abstractNumId w:val="5"/>
  </w:num>
  <w:num w:numId="15" w16cid:durableId="1442070867">
    <w:abstractNumId w:val="9"/>
  </w:num>
  <w:num w:numId="16" w16cid:durableId="1097679716">
    <w:abstractNumId w:val="10"/>
  </w:num>
  <w:num w:numId="17" w16cid:durableId="2002390752">
    <w:abstractNumId w:val="1"/>
  </w:num>
  <w:num w:numId="18" w16cid:durableId="428820437">
    <w:abstractNumId w:val="34"/>
  </w:num>
  <w:num w:numId="19" w16cid:durableId="611788852">
    <w:abstractNumId w:val="26"/>
  </w:num>
  <w:num w:numId="20" w16cid:durableId="2645768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7316704">
    <w:abstractNumId w:val="18"/>
  </w:num>
  <w:num w:numId="22" w16cid:durableId="1292397215">
    <w:abstractNumId w:val="6"/>
  </w:num>
  <w:num w:numId="23" w16cid:durableId="1680085004">
    <w:abstractNumId w:val="17"/>
  </w:num>
  <w:num w:numId="24" w16cid:durableId="218253353">
    <w:abstractNumId w:val="25"/>
  </w:num>
  <w:num w:numId="25" w16cid:durableId="1238637796">
    <w:abstractNumId w:val="8"/>
  </w:num>
  <w:num w:numId="26" w16cid:durableId="200098914">
    <w:abstractNumId w:val="0"/>
  </w:num>
  <w:num w:numId="27" w16cid:durableId="204105420">
    <w:abstractNumId w:val="14"/>
  </w:num>
  <w:num w:numId="28" w16cid:durableId="1546679066">
    <w:abstractNumId w:val="33"/>
  </w:num>
  <w:num w:numId="29" w16cid:durableId="2051346080">
    <w:abstractNumId w:val="32"/>
  </w:num>
  <w:num w:numId="30" w16cid:durableId="1997569043">
    <w:abstractNumId w:val="24"/>
  </w:num>
  <w:num w:numId="31" w16cid:durableId="570508103">
    <w:abstractNumId w:val="27"/>
  </w:num>
  <w:num w:numId="32" w16cid:durableId="475339192">
    <w:abstractNumId w:val="15"/>
  </w:num>
  <w:num w:numId="33" w16cid:durableId="642393738">
    <w:abstractNumId w:val="11"/>
  </w:num>
  <w:num w:numId="34" w16cid:durableId="469790817">
    <w:abstractNumId w:val="23"/>
  </w:num>
  <w:num w:numId="35" w16cid:durableId="2061971599">
    <w:abstractNumId w:val="30"/>
  </w:num>
  <w:num w:numId="36" w16cid:durableId="26371622">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D7C"/>
    <w:rsid w:val="00003D7E"/>
    <w:rsid w:val="00005B7C"/>
    <w:rsid w:val="00006E40"/>
    <w:rsid w:val="00006F67"/>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5C64"/>
    <w:rsid w:val="000761DB"/>
    <w:rsid w:val="00076F4C"/>
    <w:rsid w:val="0007708B"/>
    <w:rsid w:val="000815BF"/>
    <w:rsid w:val="00082454"/>
    <w:rsid w:val="0008502B"/>
    <w:rsid w:val="00085B2C"/>
    <w:rsid w:val="00085F6E"/>
    <w:rsid w:val="000906E9"/>
    <w:rsid w:val="0009081B"/>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297"/>
    <w:rsid w:val="000B279F"/>
    <w:rsid w:val="000B4922"/>
    <w:rsid w:val="000B4C87"/>
    <w:rsid w:val="000B59B1"/>
    <w:rsid w:val="000BC2F8"/>
    <w:rsid w:val="000C357C"/>
    <w:rsid w:val="000C50FC"/>
    <w:rsid w:val="000C546A"/>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11C73"/>
    <w:rsid w:val="00213B31"/>
    <w:rsid w:val="00216092"/>
    <w:rsid w:val="00216291"/>
    <w:rsid w:val="00217DEF"/>
    <w:rsid w:val="0022273F"/>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50BE8"/>
    <w:rsid w:val="002533DC"/>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3CD4"/>
    <w:rsid w:val="00356B13"/>
    <w:rsid w:val="0035797C"/>
    <w:rsid w:val="00357A54"/>
    <w:rsid w:val="00357F63"/>
    <w:rsid w:val="003615D8"/>
    <w:rsid w:val="00362034"/>
    <w:rsid w:val="0036206A"/>
    <w:rsid w:val="00362496"/>
    <w:rsid w:val="003624E8"/>
    <w:rsid w:val="003624EB"/>
    <w:rsid w:val="0036330F"/>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4A3C"/>
    <w:rsid w:val="00384C16"/>
    <w:rsid w:val="00386151"/>
    <w:rsid w:val="00386630"/>
    <w:rsid w:val="00387F4B"/>
    <w:rsid w:val="003906B5"/>
    <w:rsid w:val="0039175D"/>
    <w:rsid w:val="003923B0"/>
    <w:rsid w:val="003949A6"/>
    <w:rsid w:val="003973A6"/>
    <w:rsid w:val="003A0213"/>
    <w:rsid w:val="003A052F"/>
    <w:rsid w:val="003A0CDB"/>
    <w:rsid w:val="003A2307"/>
    <w:rsid w:val="003A4246"/>
    <w:rsid w:val="003A4AD6"/>
    <w:rsid w:val="003A4E9F"/>
    <w:rsid w:val="003A4FDB"/>
    <w:rsid w:val="003A5DB4"/>
    <w:rsid w:val="003B2147"/>
    <w:rsid w:val="003B232F"/>
    <w:rsid w:val="003B683C"/>
    <w:rsid w:val="003C10EB"/>
    <w:rsid w:val="003C1FCD"/>
    <w:rsid w:val="003C2618"/>
    <w:rsid w:val="003C2FD6"/>
    <w:rsid w:val="003C4911"/>
    <w:rsid w:val="003C4945"/>
    <w:rsid w:val="003C56C8"/>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5853"/>
    <w:rsid w:val="0040607B"/>
    <w:rsid w:val="00406D74"/>
    <w:rsid w:val="0040735B"/>
    <w:rsid w:val="004074E0"/>
    <w:rsid w:val="00411B9E"/>
    <w:rsid w:val="00412667"/>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775"/>
    <w:rsid w:val="00465AAC"/>
    <w:rsid w:val="004669AC"/>
    <w:rsid w:val="00466E51"/>
    <w:rsid w:val="004677F2"/>
    <w:rsid w:val="004722CC"/>
    <w:rsid w:val="00474041"/>
    <w:rsid w:val="004744AF"/>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6C46"/>
    <w:rsid w:val="004A7E5F"/>
    <w:rsid w:val="004B0278"/>
    <w:rsid w:val="004B05DE"/>
    <w:rsid w:val="004B1714"/>
    <w:rsid w:val="004B3122"/>
    <w:rsid w:val="004B36BE"/>
    <w:rsid w:val="004B57D8"/>
    <w:rsid w:val="004B61C9"/>
    <w:rsid w:val="004B6730"/>
    <w:rsid w:val="004B6FC7"/>
    <w:rsid w:val="004B7F69"/>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57F"/>
    <w:rsid w:val="004F101F"/>
    <w:rsid w:val="004F18A7"/>
    <w:rsid w:val="004F19FF"/>
    <w:rsid w:val="004F399F"/>
    <w:rsid w:val="004F3A20"/>
    <w:rsid w:val="004F3E63"/>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33CC"/>
    <w:rsid w:val="00553623"/>
    <w:rsid w:val="0055485C"/>
    <w:rsid w:val="00554A02"/>
    <w:rsid w:val="00555000"/>
    <w:rsid w:val="00557C0A"/>
    <w:rsid w:val="005618B2"/>
    <w:rsid w:val="00563F81"/>
    <w:rsid w:val="0056410D"/>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D6D"/>
    <w:rsid w:val="005E4F71"/>
    <w:rsid w:val="005E5D27"/>
    <w:rsid w:val="005E6707"/>
    <w:rsid w:val="005E69BF"/>
    <w:rsid w:val="005E6B49"/>
    <w:rsid w:val="005E6C5F"/>
    <w:rsid w:val="005E6F17"/>
    <w:rsid w:val="005E707B"/>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643D"/>
    <w:rsid w:val="00686582"/>
    <w:rsid w:val="00686978"/>
    <w:rsid w:val="00686CC1"/>
    <w:rsid w:val="00687786"/>
    <w:rsid w:val="00690AE8"/>
    <w:rsid w:val="00690CEB"/>
    <w:rsid w:val="006911EC"/>
    <w:rsid w:val="00693C7C"/>
    <w:rsid w:val="00694D84"/>
    <w:rsid w:val="00696F65"/>
    <w:rsid w:val="006A2222"/>
    <w:rsid w:val="006A2E43"/>
    <w:rsid w:val="006A5036"/>
    <w:rsid w:val="006A5AB3"/>
    <w:rsid w:val="006A7021"/>
    <w:rsid w:val="006B1D87"/>
    <w:rsid w:val="006B2EA8"/>
    <w:rsid w:val="006B30D2"/>
    <w:rsid w:val="006B39F2"/>
    <w:rsid w:val="006B49D7"/>
    <w:rsid w:val="006B4AAD"/>
    <w:rsid w:val="006B4DF6"/>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3A51"/>
    <w:rsid w:val="006D6FC9"/>
    <w:rsid w:val="006D7DB4"/>
    <w:rsid w:val="006E0148"/>
    <w:rsid w:val="006E20B8"/>
    <w:rsid w:val="006E4811"/>
    <w:rsid w:val="006E496D"/>
    <w:rsid w:val="006E5068"/>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3E8F"/>
    <w:rsid w:val="00714DA8"/>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4F88"/>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26BF"/>
    <w:rsid w:val="00813181"/>
    <w:rsid w:val="00813681"/>
    <w:rsid w:val="00814D0D"/>
    <w:rsid w:val="00815514"/>
    <w:rsid w:val="00815D2E"/>
    <w:rsid w:val="00815E11"/>
    <w:rsid w:val="00816C5F"/>
    <w:rsid w:val="008243B6"/>
    <w:rsid w:val="008245DB"/>
    <w:rsid w:val="00825032"/>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447"/>
    <w:rsid w:val="00880A03"/>
    <w:rsid w:val="00882FE5"/>
    <w:rsid w:val="00883693"/>
    <w:rsid w:val="00883EFB"/>
    <w:rsid w:val="00884106"/>
    <w:rsid w:val="008851BC"/>
    <w:rsid w:val="008854CE"/>
    <w:rsid w:val="00886895"/>
    <w:rsid w:val="00887BD2"/>
    <w:rsid w:val="00887FC0"/>
    <w:rsid w:val="008908D8"/>
    <w:rsid w:val="00890B34"/>
    <w:rsid w:val="00891C32"/>
    <w:rsid w:val="0089266C"/>
    <w:rsid w:val="0089269C"/>
    <w:rsid w:val="00892AE3"/>
    <w:rsid w:val="0089472D"/>
    <w:rsid w:val="00895132"/>
    <w:rsid w:val="0089522E"/>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43FD"/>
    <w:rsid w:val="00966018"/>
    <w:rsid w:val="00966BF7"/>
    <w:rsid w:val="00966FD1"/>
    <w:rsid w:val="00967741"/>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1F8"/>
    <w:rsid w:val="00BC760E"/>
    <w:rsid w:val="00BD2041"/>
    <w:rsid w:val="00BD232F"/>
    <w:rsid w:val="00BD253E"/>
    <w:rsid w:val="00BD26A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46B7"/>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45C2"/>
    <w:rsid w:val="00CF5DA1"/>
    <w:rsid w:val="00CF6006"/>
    <w:rsid w:val="00CF6A49"/>
    <w:rsid w:val="00CF6B33"/>
    <w:rsid w:val="00CF7141"/>
    <w:rsid w:val="00D004CA"/>
    <w:rsid w:val="00D00DB9"/>
    <w:rsid w:val="00D0179E"/>
    <w:rsid w:val="00D025E1"/>
    <w:rsid w:val="00D0268D"/>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6386"/>
    <w:rsid w:val="00DB68CF"/>
    <w:rsid w:val="00DB6BD8"/>
    <w:rsid w:val="00DB7368"/>
    <w:rsid w:val="00DB7686"/>
    <w:rsid w:val="00DC028A"/>
    <w:rsid w:val="00DC151B"/>
    <w:rsid w:val="00DC23DC"/>
    <w:rsid w:val="00DC4E77"/>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7245"/>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6082E"/>
    <w:rsid w:val="00F642EA"/>
    <w:rsid w:val="00F64459"/>
    <w:rsid w:val="00F64C1D"/>
    <w:rsid w:val="00F64D02"/>
    <w:rsid w:val="00F665D8"/>
    <w:rsid w:val="00F669D2"/>
    <w:rsid w:val="00F66D32"/>
    <w:rsid w:val="00F66E4D"/>
    <w:rsid w:val="00F674BB"/>
    <w:rsid w:val="00F73AE2"/>
    <w:rsid w:val="00F75A8E"/>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support.ariba.com/Item/view/196374" TargetMode="External"/><Relationship Id="rId26" Type="http://schemas.openxmlformats.org/officeDocument/2006/relationships/hyperlink" Target="http://cxml.org" TargetMode="External"/><Relationship Id="rId21" Type="http://schemas.openxmlformats.org/officeDocument/2006/relationships/hyperlink" Target="http://cxml.org/downloads.html"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cxml.org" TargetMode="External"/><Relationship Id="rId33" Type="http://schemas.openxmlformats.org/officeDocument/2006/relationships/hyperlink" Target="https://help.sap.com/viewer/index" TargetMode="Externa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help.sap.com/products/ARIBA_NETWORK/11ee0faf55c74bf49379485c2ca588a9/dd97df0ea699431d96dfd47ea0a553a0.html?locale=en-US" TargetMode="External"/><Relationship Id="rId29" Type="http://schemas.openxmlformats.org/officeDocument/2006/relationships/hyperlink" Target="https://service.arib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xml.cxml.org/current/InvoiceDetail.zip" TargetMode="External"/><Relationship Id="rId32" Type="http://schemas.openxmlformats.org/officeDocument/2006/relationships/hyperlink" Target="https://sapvideoa35699dc5.hana.ondemand.com/?entry_id=1_j6gwv8ex"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cxml.org" TargetMode="External"/><Relationship Id="rId28" Type="http://schemas.openxmlformats.org/officeDocument/2006/relationships/hyperlink" Target="https://integration.ariba.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help.sap.com/viewer/index"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help.sap.com/viewer/d0837e988978469ab79e35634c89480b/cloud/en-US/97f11d64acaf434da2b1819165b70874.html?q=guide%20to%20invoicing" TargetMode="External"/><Relationship Id="rId27" Type="http://schemas.openxmlformats.org/officeDocument/2006/relationships/hyperlink" Target="https://integration.ariba.com/" TargetMode="External"/><Relationship Id="rId30" Type="http://schemas.openxmlformats.org/officeDocument/2006/relationships/image" Target="media/image3.png"/><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4AE6D5EE-6019-47B9-984D-C0A8135CCA1C}"/>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 ds:uri="1d24633d-4b50-4e03-b576-d666b787591f"/>
    <ds:schemaRef ds:uri="aa377506-530f-4d38-a904-aae4766f8a34"/>
    <ds:schemaRef ds:uri="1D24633D-4B50-4E03-B576-D666B787591F"/>
  </ds:schemaRefs>
</ds:datastoreItem>
</file>

<file path=docMetadata/LabelInfo.xml><?xml version="1.0" encoding="utf-8"?>
<clbl:labelList xmlns:clbl="http://schemas.microsoft.com/office/2020/mipLabelMetadata">
  <clbl:label id="{4ab91256-e788-4de9-ae8e-23bbeea1ffad}" enabled="1" method="Privileged" siteId="{42f7676c-f455-423c-82f6-dc2d99791af7}"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0</TotalTime>
  <Pages>24</Pages>
  <Words>4050</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Vasileva, Tsvetomira</cp:lastModifiedBy>
  <cp:revision>2</cp:revision>
  <cp:lastPrinted>2022-06-02T17:44:00Z</cp:lastPrinted>
  <dcterms:created xsi:type="dcterms:W3CDTF">2024-02-29T10:21:00Z</dcterms:created>
  <dcterms:modified xsi:type="dcterms:W3CDTF">2024-02-29T10:21:00Z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2023-02-17T09:54:07Z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0b42a62e-6556-41dd-9ef2-ab8efaf08c04</vt:lpwstr>
  </property>
  <property fmtid="{D5CDD505-2E9C-101B-9397-08002B2CF9AE}" pid="10" name="MSIP_Label_4ab91256-e788-4de9-ae8e-23bbeea1ffad_ContentBits">
    <vt:lpwstr>2</vt:lpwstr>
  </property>
</Properties>
</file>